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09EB88EF" w:rsidR="00582CE9" w:rsidRDefault="0084247D">
      <w:r>
        <w:rPr>
          <w:noProof/>
        </w:rPr>
        <mc:AlternateContent>
          <mc:Choice Requires="wps">
            <w:drawing>
              <wp:anchor distT="0" distB="0" distL="114300" distR="114300" simplePos="0" relativeHeight="251632640" behindDoc="0" locked="0" layoutInCell="1" allowOverlap="1" wp14:anchorId="6A6B2E71" wp14:editId="42BDE448">
                <wp:simplePos x="0" y="0"/>
                <wp:positionH relativeFrom="column">
                  <wp:posOffset>-34925</wp:posOffset>
                </wp:positionH>
                <wp:positionV relativeFrom="paragraph">
                  <wp:posOffset>970280</wp:posOffset>
                </wp:positionV>
                <wp:extent cx="1384300" cy="76200"/>
                <wp:effectExtent l="0" t="0" r="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0BBAF33" id="Prostokąt 8" o:spid="_x0000_s1026" style="position:absolute;margin-left:-2.75pt;margin-top:76.4pt;width:109pt;height: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228600" distR="228600" simplePos="0" relativeHeight="251629568" behindDoc="0" locked="0" layoutInCell="1" allowOverlap="1" wp14:anchorId="30C19499" wp14:editId="5A8FB2F9">
                <wp:simplePos x="0" y="0"/>
                <wp:positionH relativeFrom="page">
                  <wp:posOffset>339090</wp:posOffset>
                </wp:positionH>
                <wp:positionV relativeFrom="page">
                  <wp:posOffset>512445</wp:posOffset>
                </wp:positionV>
                <wp:extent cx="6807200" cy="9836150"/>
                <wp:effectExtent l="5715" t="0" r="0" b="0"/>
                <wp:wrapSquare wrapText="bothSides"/>
                <wp:docPr id="4" name="Grupa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9836150"/>
                          <a:chOff x="690" y="-2416"/>
                          <a:chExt cx="48916" cy="19463"/>
                        </a:xfrm>
                      </wpg:grpSpPr>
                      <wps:wsp>
                        <wps:cNvPr id="5" name="Prostokąt 174"/>
                        <wps:cNvSpPr>
                          <a:spLocks noChangeArrowheads="1"/>
                        </wps:cNvSpPr>
                        <wps:spPr bwMode="auto">
                          <a:xfrm>
                            <a:off x="690" y="14773"/>
                            <a:ext cx="32186" cy="2240"/>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 name="Pole tekstowe 178"/>
                        <wps:cNvSpPr txBox="1">
                          <a:spLocks noChangeArrowheads="1"/>
                        </wps:cNvSpPr>
                        <wps:spPr bwMode="auto">
                          <a:xfrm>
                            <a:off x="2668" y="-2416"/>
                            <a:ext cx="46938" cy="19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07E74176"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00977370">
                                <w:t>H</w:t>
                              </w:r>
                              <w:r w:rsidRPr="00B4432F">
                                <w:t>)</w:t>
                              </w:r>
                              <w:r w:rsidR="00505047">
                                <w:t xml:space="preserve">         </w:t>
                              </w:r>
                              <w:r>
                                <w:t>w trybie przetargu nieograniczonego</w:t>
                              </w:r>
                            </w:p>
                            <w:p w14:paraId="01E775C1" w14:textId="77777777" w:rsidR="0042295F" w:rsidRDefault="0042295F" w:rsidP="00B25998">
                              <w:pPr>
                                <w:pStyle w:val="tekst"/>
                                <w:spacing w:before="720"/>
                                <w:jc w:val="center"/>
                                <w:rPr>
                                  <w:rFonts w:asciiTheme="majorHAnsi" w:hAnsiTheme="majorHAnsi"/>
                                  <w:sz w:val="32"/>
                                </w:rPr>
                              </w:pPr>
                              <w:r w:rsidRPr="0042295F">
                                <w:rPr>
                                  <w:rFonts w:asciiTheme="majorHAnsi" w:hAnsiTheme="majorHAnsi"/>
                                  <w:sz w:val="32"/>
                                </w:rPr>
                                <w:t>Zakup licencji IBM MQ wraz z wsparciem na okres 3 lat</w:t>
                              </w:r>
                            </w:p>
                            <w:p w14:paraId="28C26E18" w14:textId="01039E48" w:rsidR="00662D09" w:rsidRDefault="00662D09" w:rsidP="00B25998">
                              <w:pPr>
                                <w:pStyle w:val="tekst"/>
                                <w:spacing w:before="720"/>
                                <w:jc w:val="center"/>
                              </w:pPr>
                              <w:r w:rsidRPr="006E100D">
                                <w:t>Nume</w:t>
                              </w:r>
                              <w:r>
                                <w:t>r Postępowania zakupowego:</w:t>
                              </w:r>
                              <w:r>
                                <w:tab/>
                              </w:r>
                              <w:r w:rsidR="00B4432F">
                                <w:br/>
                                <w:t>POST/PGE/SYS/DZ/00</w:t>
                              </w:r>
                              <w:r w:rsidR="0042295F">
                                <w:t>379</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24F587B6"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D00C88">
                                <w:rPr>
                                  <w:noProof/>
                                </w:rPr>
                                <w:t>15 stycznia 2026</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695390225" name="Obraz 695390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660244483" name="Obraz 660244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750457451" name="Obraz 75045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C19499"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07E74176"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00977370">
                          <w:t>H</w:t>
                        </w:r>
                        <w:r w:rsidRPr="00B4432F">
                          <w:t>)</w:t>
                        </w:r>
                        <w:r w:rsidR="00505047">
                          <w:t xml:space="preserve">         </w:t>
                        </w:r>
                        <w:r>
                          <w:t>w trybie przetargu nieograniczonego</w:t>
                        </w:r>
                      </w:p>
                      <w:p w14:paraId="01E775C1" w14:textId="77777777" w:rsidR="0042295F" w:rsidRDefault="0042295F" w:rsidP="00B25998">
                        <w:pPr>
                          <w:pStyle w:val="tekst"/>
                          <w:spacing w:before="720"/>
                          <w:jc w:val="center"/>
                          <w:rPr>
                            <w:rFonts w:asciiTheme="majorHAnsi" w:hAnsiTheme="majorHAnsi"/>
                            <w:sz w:val="32"/>
                          </w:rPr>
                        </w:pPr>
                        <w:r w:rsidRPr="0042295F">
                          <w:rPr>
                            <w:rFonts w:asciiTheme="majorHAnsi" w:hAnsiTheme="majorHAnsi"/>
                            <w:sz w:val="32"/>
                          </w:rPr>
                          <w:t>Zakup licencji IBM MQ wraz z wsparciem na okres 3 lat</w:t>
                        </w:r>
                      </w:p>
                      <w:p w14:paraId="28C26E18" w14:textId="01039E48" w:rsidR="00662D09" w:rsidRDefault="00662D09" w:rsidP="00B25998">
                        <w:pPr>
                          <w:pStyle w:val="tekst"/>
                          <w:spacing w:before="720"/>
                          <w:jc w:val="center"/>
                        </w:pPr>
                        <w:r w:rsidRPr="006E100D">
                          <w:t>Nume</w:t>
                        </w:r>
                        <w:r>
                          <w:t>r Postępowania zakupowego:</w:t>
                        </w:r>
                        <w:r>
                          <w:tab/>
                        </w:r>
                        <w:r w:rsidR="00B4432F">
                          <w:br/>
                          <w:t>POST/PGE/SYS/DZ/00</w:t>
                        </w:r>
                        <w:r w:rsidR="0042295F">
                          <w:t>379</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24F587B6"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D00C88">
                          <w:rPr>
                            <w:noProof/>
                          </w:rPr>
                          <w:t>15 stycznia 2026</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695390225" name="Obraz 695390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660244483" name="Obraz 660244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750457451" name="Obraz 75045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AB62FB">
      <w:pPr>
        <w:pStyle w:val="Nagwek1"/>
      </w:pPr>
      <w:r>
        <w:lastRenderedPageBreak/>
        <w:t>Informacje wstępne</w:t>
      </w:r>
    </w:p>
    <w:p w14:paraId="0298B630" w14:textId="77777777" w:rsidR="00847B49" w:rsidRPr="00807EF2" w:rsidRDefault="00847B49" w:rsidP="00AA727F">
      <w:pPr>
        <w:pStyle w:val="Nagwek2"/>
        <w:keepNext w:val="0"/>
        <w:keepLines w:val="0"/>
        <w:rPr>
          <w:b/>
        </w:rPr>
      </w:pPr>
      <w:r w:rsidRPr="00807EF2">
        <w:rPr>
          <w:b/>
        </w:rPr>
        <w:t>Zamawiający</w:t>
      </w:r>
    </w:p>
    <w:p w14:paraId="30A91BF5" w14:textId="77777777" w:rsidR="00E1119E" w:rsidRPr="00E1119E" w:rsidRDefault="00E1119E" w:rsidP="00606D40">
      <w:pPr>
        <w:pStyle w:val="Nagwek2"/>
        <w:keepNext w:val="0"/>
        <w:keepLines w:val="0"/>
        <w:numPr>
          <w:ilvl w:val="0"/>
          <w:numId w:val="0"/>
        </w:numPr>
        <w:ind w:left="709"/>
      </w:pPr>
      <w:r w:rsidRPr="00E1119E">
        <w:t>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E1119E" w:rsidDel="001F75B3">
        <w:t xml:space="preserve"> </w:t>
      </w:r>
    </w:p>
    <w:p w14:paraId="74FA1A09" w14:textId="47F53110" w:rsidR="00847B49" w:rsidRPr="00976A59" w:rsidRDefault="008A7413" w:rsidP="00AA727F">
      <w:pPr>
        <w:pStyle w:val="Nagwek2"/>
        <w:keepNext w:val="0"/>
        <w:keepLines w:val="0"/>
        <w:rPr>
          <w:b/>
        </w:rPr>
      </w:pPr>
      <w:r w:rsidRPr="00976A59">
        <w:rPr>
          <w:b/>
        </w:rPr>
        <w:t>Pełnomocnik Zamawiającego</w:t>
      </w:r>
    </w:p>
    <w:p w14:paraId="1ABC2FB7" w14:textId="2C030487" w:rsidR="00E1119E" w:rsidRPr="00E1119E" w:rsidRDefault="00E1119E" w:rsidP="00AB62FB">
      <w:pPr>
        <w:pStyle w:val="Nagwek2"/>
        <w:keepNext w:val="0"/>
        <w:keepLines w:val="0"/>
        <w:numPr>
          <w:ilvl w:val="0"/>
          <w:numId w:val="0"/>
        </w:numPr>
        <w:ind w:left="709"/>
      </w:pPr>
      <w:r w:rsidRPr="00E1119E">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w:t>
      </w:r>
      <w:r w:rsidR="00606D40">
        <w:t> </w:t>
      </w:r>
      <w:r w:rsidRPr="00E1119E">
        <w:t>imieniu i na rzecz Zamawiającego wskazanego w pkt 1.1. SWZ.</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2146D141"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w:t>
      </w:r>
      <w:r w:rsidR="00606D40">
        <w:t> </w:t>
      </w:r>
      <w:r>
        <w:t>odpowiedzi na ogłoszenie o Zakupie lub SWZ</w:t>
      </w:r>
      <w:r w:rsidRPr="00910299">
        <w:t>;</w:t>
      </w:r>
    </w:p>
    <w:p w14:paraId="0205887E" w14:textId="21A26AA5" w:rsidR="00886557" w:rsidRPr="00910299" w:rsidRDefault="00886557" w:rsidP="00AA727F">
      <w:pPr>
        <w:pStyle w:val="Nagwek3"/>
        <w:keepNext w:val="0"/>
        <w:keepLines w:val="0"/>
      </w:pPr>
      <w:r w:rsidRPr="00910299">
        <w:rPr>
          <w:rStyle w:val="wyrnienie"/>
          <w:rFonts w:asciiTheme="minorHAnsi" w:hAnsiTheme="minorHAnsi"/>
          <w:szCs w:val="18"/>
        </w:rPr>
        <w:t>Pełnomocnik</w:t>
      </w:r>
      <w:r w:rsidRPr="00910299">
        <w:t xml:space="preserve"> – spółka określona w pkt 1.2 SWZ, przygotowująca i przeprowadzająca Postępowanie;</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3D0BD9FF"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A6903">
        <w:t>/</w:t>
      </w:r>
      <w:r w:rsidR="009A3CEE">
        <w:t>H</w:t>
      </w:r>
      <w:r w:rsidR="00482051">
        <w:t>.1</w:t>
      </w:r>
      <w:r w:rsidRPr="00DA6903">
        <w:t xml:space="preserve"> Procedura</w:t>
      </w:r>
      <w:r w:rsidRPr="00910299">
        <w:t xml:space="preserve"> Ogólna Zakupów GK PGE. Wyciąg z Procedury Ogólnej Zakupów GK PGE dostępny jest na stronie internetowej </w:t>
      </w:r>
      <w:hyperlink r:id="rId14" w:history="1">
        <w:r w:rsidRPr="00662D09">
          <w:rPr>
            <w:color w:val="36A9E1" w:themeColor="accent5"/>
          </w:rPr>
          <w:t>https://www.gkpge.pl/grupa-pge/przetargi/zakupy/dokumenty</w:t>
        </w:r>
      </w:hyperlink>
      <w:r w:rsidRPr="00662D09">
        <w:rPr>
          <w:color w:val="36A9E1" w:themeColor="accent5"/>
        </w:rPr>
        <w:t xml:space="preserve">  </w:t>
      </w:r>
    </w:p>
    <w:p w14:paraId="72967D82" w14:textId="46176D1D"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 xml:space="preserve">Załącznik nr </w:t>
      </w:r>
      <w:r w:rsidR="00D36C26">
        <w:rPr>
          <w:b/>
        </w:rPr>
        <w:t>1</w:t>
      </w:r>
      <w:r w:rsidR="00141555">
        <w:rPr>
          <w:b/>
        </w:rPr>
        <w:t xml:space="preserve"> </w:t>
      </w:r>
      <w:r w:rsidRPr="008D13C2">
        <w:rPr>
          <w:b/>
        </w:rPr>
        <w:t>do SWZ</w:t>
      </w:r>
      <w:r w:rsidRPr="008D13C2">
        <w:t>;</w:t>
      </w:r>
    </w:p>
    <w:p w14:paraId="6B1FC359" w14:textId="77777777"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66F24183"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w:t>
      </w:r>
      <w:r w:rsidR="00141555">
        <w:t xml:space="preserve"> </w:t>
      </w:r>
      <w:r w:rsidR="00606D40" w:rsidRPr="00910299">
        <w:t>i</w:t>
      </w:r>
      <w:r w:rsidR="00606D40">
        <w:t> </w:t>
      </w:r>
      <w:r w:rsidRPr="00910299">
        <w:t xml:space="preserve">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5" w:history="1">
        <w:r w:rsidRPr="00662D09">
          <w:rPr>
            <w:color w:val="36A9E1" w:themeColor="accent5"/>
          </w:rPr>
          <w:t>https://swpp2.gkpge.pl</w:t>
        </w:r>
      </w:hyperlink>
      <w:r w:rsidRPr="00910299">
        <w:t>, a także za pomocą którego odbywa się komunikacja między Zamawiającym/Organizatorem Postępowania/Pełnomocnikiem,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5D249A78" w:rsidR="00807EF2" w:rsidRDefault="00807EF2" w:rsidP="00AA727F">
      <w:pPr>
        <w:pStyle w:val="Nagwek3"/>
        <w:keepNext w:val="0"/>
        <w:keepLines w:val="0"/>
        <w:rPr>
          <w:rStyle w:val="wyrnienie"/>
          <w:b w:val="0"/>
        </w:rPr>
      </w:pPr>
      <w:r>
        <w:rPr>
          <w:rStyle w:val="wyrnienie"/>
        </w:rPr>
        <w:lastRenderedPageBreak/>
        <w:t>Ustawa Sankcyjna</w:t>
      </w:r>
      <w:r w:rsidRPr="00807EF2">
        <w:rPr>
          <w:rStyle w:val="wyrnienie"/>
          <w:b w:val="0"/>
        </w:rPr>
        <w:t xml:space="preserve"> – oznacza to ustawę z dnia 13 kwietnia 2022 r. o szczególnych rozwiązaniach</w:t>
      </w:r>
      <w:r w:rsidR="00C43CB6">
        <w:rPr>
          <w:rStyle w:val="wyrnienie"/>
          <w:b w:val="0"/>
        </w:rPr>
        <w:t xml:space="preserve"> </w:t>
      </w:r>
      <w:r w:rsidRPr="00807EF2">
        <w:rPr>
          <w:rStyle w:val="wyrnienie"/>
          <w:b w:val="0"/>
        </w:rPr>
        <w:t>w zakresie przeciwdziałania wspieraniu agresji na Ukrainę oraz służących ochronie bezpieczeństwa narodowego (</w:t>
      </w:r>
      <w:proofErr w:type="spellStart"/>
      <w:r w:rsidRPr="00807EF2">
        <w:rPr>
          <w:rStyle w:val="wyrnienie"/>
          <w:b w:val="0"/>
        </w:rPr>
        <w:t>t.j</w:t>
      </w:r>
      <w:proofErr w:type="spellEnd"/>
      <w:r w:rsidRPr="00807EF2">
        <w:rPr>
          <w:rStyle w:val="wyrnienie"/>
          <w:b w:val="0"/>
        </w:rPr>
        <w:t>. Dz. U. z 2024 r. poz. 507);</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w:t>
      </w:r>
      <w:r w:rsidR="002F7885">
        <w:t xml:space="preserve"> dalej zw. jako </w:t>
      </w:r>
      <w:r w:rsidR="002F7885">
        <w:rPr>
          <w:szCs w:val="18"/>
        </w:rPr>
        <w:t>Specyfikacja ilościowo techniczna</w:t>
      </w:r>
      <w:r w:rsidRPr="00910299">
        <w:t>), którego celem jest wybór Wykonawcy. Przedmiot Postępowania (Przedmiot Zamówienia/Zakupu</w:t>
      </w:r>
      <w:r w:rsidR="002F7885">
        <w:t xml:space="preserve">, dalej zw. jako </w:t>
      </w:r>
      <w:r w:rsidR="002F7885">
        <w:rPr>
          <w:szCs w:val="18"/>
        </w:rPr>
        <w:t>Specyfikacja ilościowo techniczna</w:t>
      </w:r>
      <w:r w:rsidRPr="00910299">
        <w:t>),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t>Zamawiający</w:t>
      </w:r>
      <w:r w:rsidRPr="00910299">
        <w:t xml:space="preserve"> – spółka określona w pkt 1.1 SWZ, na potrzeby której jest dokonywany Zakup;</w:t>
      </w:r>
    </w:p>
    <w:p w14:paraId="44C536CF" w14:textId="77777777" w:rsidR="006E100D" w:rsidRPr="00554AE1" w:rsidRDefault="006E100D" w:rsidP="00AA727F">
      <w:pPr>
        <w:pStyle w:val="Nagwek2"/>
        <w:keepNext w:val="0"/>
        <w:keepLines w:val="0"/>
        <w:rPr>
          <w:b/>
        </w:rPr>
      </w:pPr>
      <w:r w:rsidRPr="00554AE1">
        <w:rPr>
          <w:b/>
        </w:rPr>
        <w:t>Tryb Postępowania:</w:t>
      </w:r>
    </w:p>
    <w:p w14:paraId="5CD46FD9" w14:textId="77F327E2" w:rsidR="00BB6DE8" w:rsidRPr="00BB6DE8" w:rsidRDefault="006E100D" w:rsidP="00AA727F">
      <w:pPr>
        <w:pStyle w:val="Nagwek3"/>
        <w:keepNext w:val="0"/>
        <w:keepLines w:val="0"/>
      </w:pPr>
      <w:r w:rsidRPr="00BB6DE8">
        <w:t xml:space="preserve">Przedmiotowe postępowanie o udzielenie zamówienia prowadzone jest </w:t>
      </w:r>
      <w:r w:rsidRPr="00291AF2">
        <w:rPr>
          <w:b/>
        </w:rPr>
        <w:t>w trybie</w:t>
      </w:r>
      <w:r w:rsidR="00291AF2">
        <w:rPr>
          <w:b/>
        </w:rPr>
        <w:t xml:space="preserve"> </w:t>
      </w:r>
      <w:r w:rsidR="008D42A5">
        <w:rPr>
          <w:b/>
        </w:rPr>
        <w:t>przetargu nieograniczonego</w:t>
      </w:r>
      <w:r w:rsidRPr="00BB6DE8">
        <w:t>, z zachowaniem zasad określonych w niniejszym dokumencie, zaś w</w:t>
      </w:r>
      <w:r w:rsidR="00606D40">
        <w:t> </w:t>
      </w:r>
      <w:r w:rsidRPr="00BB6DE8">
        <w:t>zakresie</w:t>
      </w:r>
      <w:r w:rsidR="00C43CB6">
        <w:t xml:space="preserve"> </w:t>
      </w:r>
      <w:r w:rsidRPr="00BB6DE8">
        <w:t xml:space="preserve">w nim nieuregulowanym stosuje się zapisy Procedury oraz w Dobrych Praktykach Zakupowych (oba dokumenty dostępne na stronie </w:t>
      </w:r>
      <w:hyperlink r:id="rId16" w:history="1">
        <w:r w:rsidRPr="00BB6DE8">
          <w:rPr>
            <w:color w:val="36A9E1" w:themeColor="accent5"/>
          </w:rPr>
          <w:t>https://www.gkpge.pl/grupapge/przetargi/zakupy/dokumenty</w:t>
        </w:r>
      </w:hyperlink>
      <w:r w:rsidRPr="00BB6DE8">
        <w:t xml:space="preserve"> z uwzględnieniem Kodeksu Postępowania dla Partnerów Biznesowych Spółek GK PGE, dostępnego na stronie </w:t>
      </w:r>
      <w:hyperlink r:id="rId17" w:history="1">
        <w:r w:rsidRPr="00BB6DE8">
          <w:rPr>
            <w:color w:val="36A9E1" w:themeColor="accent5"/>
          </w:rPr>
          <w:t>http://www.gkpge.pl/compliance</w:t>
        </w:r>
      </w:hyperlink>
    </w:p>
    <w:p w14:paraId="5CD3D111" w14:textId="30E00757" w:rsidR="00BB6DE8" w:rsidRPr="00BB6DE8" w:rsidRDefault="00854DFE" w:rsidP="00AA727F">
      <w:pPr>
        <w:pStyle w:val="Nagwek3"/>
        <w:keepNext w:val="0"/>
        <w:keepLines w:val="0"/>
      </w:pPr>
      <w:r>
        <w:t xml:space="preserve">Przetarg nieograniczony </w:t>
      </w:r>
      <w:r w:rsidR="006E100D" w:rsidRPr="00BB6DE8">
        <w:t xml:space="preserve">to tryb, w którym </w:t>
      </w:r>
      <w:r>
        <w:t xml:space="preserve">w odpowiedzi na ogłoszenie o Zakupie lub opublikowaną na stronie internetowej Spółki GK PGE lub w strefie </w:t>
      </w:r>
      <w:r w:rsidR="003836DE">
        <w:t>publicznej Systemu Zakupowego Specyfikację, Oferty mogą składać wszyscy zainteresowani Wykonawcy</w:t>
      </w:r>
      <w:r w:rsidR="006E100D" w:rsidRPr="00BB6DE8">
        <w:t>.</w:t>
      </w:r>
      <w:r w:rsidR="003836DE">
        <w:t xml:space="preserve"> </w:t>
      </w:r>
    </w:p>
    <w:p w14:paraId="45084EF8" w14:textId="344FAECD"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p>
    <w:p w14:paraId="6ACA591B" w14:textId="49519D34" w:rsidR="00BB6DE8" w:rsidRPr="00BB6DE8" w:rsidRDefault="006E100D" w:rsidP="00AA727F">
      <w:pPr>
        <w:pStyle w:val="Nagwek3"/>
        <w:keepNext w:val="0"/>
        <w:keepLines w:val="0"/>
      </w:pPr>
      <w:r w:rsidRPr="00BB6DE8">
        <w:t>Zainteresowani W</w:t>
      </w:r>
      <w:r w:rsidR="008D42A5">
        <w:t>ykonawcy składają Oferty</w:t>
      </w:r>
      <w:r w:rsidRPr="00BB6DE8">
        <w:t xml:space="preserve"> zgodnie z wymaganiami S</w:t>
      </w:r>
      <w:r w:rsidR="003836DE">
        <w:t>WZ.</w:t>
      </w:r>
    </w:p>
    <w:p w14:paraId="52EAD6D6" w14:textId="09222CFC" w:rsidR="003836DE" w:rsidRDefault="003836DE" w:rsidP="00AA727F">
      <w:pPr>
        <w:pStyle w:val="Nagwek3"/>
        <w:keepNext w:val="0"/>
        <w:keepLines w:val="0"/>
      </w:pPr>
      <w:r w:rsidRPr="003836DE">
        <w:t>Zamawiający może najpierw dokonać oceny Ofert, a następnie zbadać czy Wykonawca, którego Oferta została oceniona jako najkorzystniejsza, nie podlega wykluczeniu oraz spełnia warunki udziału w Postępowaniu zakupowym</w:t>
      </w:r>
      <w:r>
        <w:t>.</w:t>
      </w:r>
    </w:p>
    <w:p w14:paraId="6227DB14" w14:textId="3C65B476" w:rsidR="006E100D" w:rsidRPr="00886557" w:rsidRDefault="006E100D" w:rsidP="00AA727F">
      <w:pPr>
        <w:pStyle w:val="Nagwek3"/>
        <w:keepNext w:val="0"/>
        <w:keepLines w:val="0"/>
        <w:rPr>
          <w:b/>
        </w:rPr>
      </w:pPr>
      <w:r w:rsidRPr="00BB6DE8">
        <w:t xml:space="preserve">Zamawiający </w:t>
      </w:r>
      <w:r w:rsidRPr="00A46923">
        <w:rPr>
          <w:b/>
          <w:bCs/>
          <w:u w:val="single"/>
        </w:rPr>
        <w:t>zastrzega sobie prawo</w:t>
      </w:r>
      <w:r w:rsidRPr="00BB6DE8">
        <w:t xml:space="preserve"> do przeprowadzenia </w:t>
      </w:r>
      <w:r w:rsidRPr="00A46923">
        <w:rPr>
          <w:b/>
          <w:bCs/>
          <w:u w:val="single"/>
        </w:rPr>
        <w:t>negocjacji handlowych</w:t>
      </w:r>
      <w:r w:rsidR="004E74CD">
        <w:t xml:space="preserve"> </w:t>
      </w:r>
      <w:r w:rsidRPr="00BB6DE8">
        <w:t>z</w:t>
      </w:r>
      <w:r w:rsidR="00606D40">
        <w:t> </w:t>
      </w:r>
      <w:r w:rsidRPr="00BB6DE8">
        <w:t xml:space="preserve">Wykonawcami, których Oferty nie podlegają odrzuceniu. </w:t>
      </w:r>
    </w:p>
    <w:p w14:paraId="2E0C68DB" w14:textId="2475605D" w:rsidR="006E100D" w:rsidRPr="00BB6DE8" w:rsidRDefault="006E100D" w:rsidP="00AA727F">
      <w:pPr>
        <w:pStyle w:val="Nagwek3"/>
        <w:keepNext w:val="0"/>
        <w:keepLines w:val="0"/>
      </w:pPr>
      <w:r w:rsidRPr="00BB6DE8">
        <w:t>W przypadku oczywistych omyłek w Ofercie, Zamawiający poprawia je i zawiadamia Wykonawcę</w:t>
      </w:r>
      <w:r w:rsidR="00C43CB6">
        <w:t xml:space="preserve"> </w:t>
      </w:r>
      <w:r w:rsidRPr="00BB6DE8">
        <w:t>o ich poprawieniu. W przypadku innych omyłek Zamawiający może wezwać Wykonawcę do wyrażenia zgody na poprawienie omyłek, zgodnie ze sposobem wskazanym przez Zamawiającego,</w:t>
      </w:r>
      <w:r w:rsidR="00C43CB6">
        <w:t xml:space="preserve"> </w:t>
      </w:r>
      <w:r w:rsidR="004E74CD">
        <w:t xml:space="preserve">w </w:t>
      </w:r>
      <w:r w:rsidRPr="00BB6DE8">
        <w:t xml:space="preserve">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24C8E13F" w:rsidR="006E100D" w:rsidRPr="00BB6DE8" w:rsidRDefault="006E100D" w:rsidP="00AA727F">
      <w:pPr>
        <w:pStyle w:val="Nagwek3"/>
        <w:keepNext w:val="0"/>
        <w:keepLines w:val="0"/>
      </w:pPr>
      <w:r w:rsidRPr="00886557">
        <w:t xml:space="preserve">Zamawiający poinformuje za pośrednictwem </w:t>
      </w:r>
      <w:r w:rsidR="00606D40" w:rsidRPr="00886557">
        <w:t>System</w:t>
      </w:r>
      <w:r w:rsidR="00606D40">
        <w:t>u</w:t>
      </w:r>
      <w:r w:rsidR="00606D40" w:rsidRPr="00886557">
        <w:t xml:space="preserve"> </w:t>
      </w:r>
      <w:r w:rsidRPr="00886557">
        <w:t>Zakupowego bądź poczty elektronicznej Wykonawców, którzy brali udział w przedmiotowym Postępowaniu zakupowym o wyniku Postępowania</w:t>
      </w:r>
      <w:r w:rsidRPr="00BB6DE8">
        <w:t xml:space="preserve"> podając następujące informacje:</w:t>
      </w:r>
    </w:p>
    <w:p w14:paraId="20FC7E28" w14:textId="77777777" w:rsidR="006E100D" w:rsidRPr="00884019" w:rsidRDefault="006E100D" w:rsidP="009F4A02">
      <w:pPr>
        <w:pStyle w:val="Styl3"/>
      </w:pPr>
      <w:r w:rsidRPr="00884019">
        <w:t>nazwę i siedzibę Wykonawcy/ imiona i nazwiska oraz miejsce prowadzonej działalności gospodarczej Wykonawcy albo miejsce zamieszkania Wykonawcy, którego Oferta została uznana za najkorzystniejszą,</w:t>
      </w:r>
    </w:p>
    <w:p w14:paraId="1180936F" w14:textId="77777777" w:rsidR="006E100D" w:rsidRPr="00884019" w:rsidRDefault="006E100D" w:rsidP="009F4A02">
      <w:pPr>
        <w:pStyle w:val="Styl3"/>
      </w:pPr>
      <w:r w:rsidRPr="00884019">
        <w:t xml:space="preserve">zaoferowane przez tego Wykonawcę ceny i warunki realizacji zamówienia w ramach </w:t>
      </w:r>
      <w:proofErr w:type="spellStart"/>
      <w:r w:rsidRPr="00884019">
        <w:t>pozacenowych</w:t>
      </w:r>
      <w:proofErr w:type="spellEnd"/>
      <w:r w:rsidRPr="00884019">
        <w:t xml:space="preserve"> kryteriów oceny ofert, </w:t>
      </w:r>
    </w:p>
    <w:p w14:paraId="0CA4C712" w14:textId="2745C214" w:rsidR="006E100D" w:rsidRPr="00884019" w:rsidRDefault="006E100D" w:rsidP="009F4A02">
      <w:pPr>
        <w:pStyle w:val="Styl3"/>
      </w:pPr>
      <w:r w:rsidRPr="00884019">
        <w:t>punkty przyznane w każdym kryterium oceny Ofert, jaką otrzymała Oferta uznana jako najkorzystniejsza w przedmiotowym Postępowaniu.</w:t>
      </w:r>
    </w:p>
    <w:p w14:paraId="2875A46E" w14:textId="4975E136" w:rsidR="006E100D" w:rsidRDefault="006E100D" w:rsidP="003C0C3E">
      <w:pPr>
        <w:pStyle w:val="Nagwek3"/>
        <w:keepNext w:val="0"/>
        <w:keepLines w:val="0"/>
        <w:shd w:val="clear" w:color="auto" w:fill="FFFFFF" w:themeFill="background1"/>
        <w:rPr>
          <w:u w:val="single"/>
        </w:rPr>
      </w:pPr>
      <w:bookmarkStart w:id="12" w:name="_Hlk191560135"/>
      <w:r w:rsidRPr="003C0C3E">
        <w:lastRenderedPageBreak/>
        <w:t xml:space="preserve">Zamawiający </w:t>
      </w:r>
      <w:r w:rsidR="000839DD" w:rsidRPr="000839DD">
        <w:rPr>
          <w:b/>
          <w:bCs/>
          <w:u w:val="single"/>
        </w:rPr>
        <w:t>nie</w:t>
      </w:r>
      <w:r w:rsidR="00C43CB6">
        <w:rPr>
          <w:u w:val="single"/>
        </w:rPr>
        <w:t xml:space="preserve"> </w:t>
      </w:r>
      <w:r w:rsidRPr="000839DD">
        <w:rPr>
          <w:b/>
          <w:u w:val="single"/>
        </w:rPr>
        <w:t>dopuszcza</w:t>
      </w:r>
      <w:r w:rsidRPr="003C0C3E">
        <w:t xml:space="preserve"> udziału w Postępowaniu </w:t>
      </w:r>
      <w:r w:rsidRPr="00884019">
        <w:rPr>
          <w:b/>
          <w:bCs/>
          <w:u w:val="single"/>
        </w:rPr>
        <w:t>Wykonawców</w:t>
      </w:r>
      <w:r w:rsidR="00C43CB6">
        <w:rPr>
          <w:b/>
          <w:bCs/>
          <w:u w:val="single"/>
        </w:rPr>
        <w:t xml:space="preserve"> </w:t>
      </w:r>
      <w:r w:rsidRPr="00884019">
        <w:rPr>
          <w:b/>
          <w:bCs/>
          <w:u w:val="single"/>
        </w:rPr>
        <w:t xml:space="preserve">wspólnie </w:t>
      </w:r>
      <w:r w:rsidR="00291AF2" w:rsidRPr="00884019">
        <w:rPr>
          <w:b/>
          <w:bCs/>
          <w:u w:val="single"/>
        </w:rPr>
        <w:t>ubiegających się o Zamówienie (k</w:t>
      </w:r>
      <w:r w:rsidRPr="00884019">
        <w:rPr>
          <w:b/>
          <w:bCs/>
          <w:u w:val="single"/>
        </w:rPr>
        <w:t>onsorcjum).</w:t>
      </w:r>
      <w:r w:rsidRPr="00672F14">
        <w:rPr>
          <w:u w:val="single"/>
        </w:rPr>
        <w:t xml:space="preserve"> </w:t>
      </w:r>
      <w:bookmarkStart w:id="13" w:name="_Toc516566307"/>
      <w:bookmarkStart w:id="14" w:name="_Toc516581575"/>
      <w:bookmarkStart w:id="15" w:name="_Toc516734749"/>
      <w:bookmarkStart w:id="16" w:name="_Toc516738779"/>
      <w:bookmarkStart w:id="17" w:name="_Toc8212115"/>
    </w:p>
    <w:p w14:paraId="2992BE61" w14:textId="77777777" w:rsidR="00094A19" w:rsidRPr="00094A19" w:rsidRDefault="00094A19" w:rsidP="00094A19"/>
    <w:p w14:paraId="7C855719" w14:textId="77777777" w:rsidR="00094A19" w:rsidRDefault="006E100D" w:rsidP="00094A19">
      <w:pPr>
        <w:pStyle w:val="Nagwek3"/>
        <w:rPr>
          <w:b/>
          <w:bCs/>
        </w:rPr>
      </w:pPr>
      <w:bookmarkStart w:id="18" w:name="_Ref496710046"/>
      <w:bookmarkStart w:id="19" w:name="_Toc354752351"/>
      <w:bookmarkStart w:id="20" w:name="_Toc516566309"/>
      <w:bookmarkStart w:id="21" w:name="_Toc516581577"/>
      <w:bookmarkStart w:id="22" w:name="_Toc516734751"/>
      <w:bookmarkStart w:id="23" w:name="_Toc516738781"/>
      <w:bookmarkStart w:id="24" w:name="_Toc8212117"/>
      <w:bookmarkEnd w:id="12"/>
      <w:bookmarkEnd w:id="13"/>
      <w:bookmarkEnd w:id="14"/>
      <w:bookmarkEnd w:id="15"/>
      <w:bookmarkEnd w:id="16"/>
      <w:bookmarkEnd w:id="17"/>
      <w:bookmarkEnd w:id="18"/>
      <w:r w:rsidRPr="003C0C3E">
        <w:t xml:space="preserve">Zamawiający </w:t>
      </w:r>
      <w:r w:rsidRPr="000839DD">
        <w:rPr>
          <w:b/>
          <w:u w:val="single"/>
        </w:rPr>
        <w:t>dopuszcza</w:t>
      </w:r>
      <w:r w:rsidRPr="003C0C3E">
        <w:t xml:space="preserve"> wykonywanie przedmiotu Zamówienia przez</w:t>
      </w:r>
      <w:r w:rsidRPr="00672F14">
        <w:rPr>
          <w:u w:val="single"/>
        </w:rPr>
        <w:t xml:space="preserve"> </w:t>
      </w:r>
      <w:r w:rsidRPr="00884019">
        <w:rPr>
          <w:b/>
          <w:bCs/>
          <w:u w:val="single"/>
        </w:rPr>
        <w:t>podwykonawców</w:t>
      </w:r>
      <w:r w:rsidRPr="00884019">
        <w:rPr>
          <w:b/>
          <w:bCs/>
        </w:rPr>
        <w:t>.</w:t>
      </w:r>
      <w:bookmarkEnd w:id="19"/>
      <w:r w:rsidR="00094A19">
        <w:rPr>
          <w:b/>
          <w:bCs/>
        </w:rPr>
        <w:t xml:space="preserve"> </w:t>
      </w:r>
    </w:p>
    <w:p w14:paraId="5FA82108" w14:textId="1FDD013D" w:rsidR="00094A19" w:rsidRPr="00094A19" w:rsidRDefault="00094A19" w:rsidP="00094A19">
      <w:pPr>
        <w:pStyle w:val="Nagwek3"/>
      </w:pPr>
      <w:r w:rsidRPr="00094A19">
        <w:rPr>
          <w:b/>
          <w:bCs/>
        </w:rPr>
        <w:t>Oferty w Postępowaniu mogą składać wszyscy zainteresowani Wykonawcy, którzy mają siedzibę (lub miejsce zamieszkania) w:</w:t>
      </w:r>
      <w:r w:rsidRPr="00094A19">
        <w:t xml:space="preserve"> państwach członkowskich Unii Europejskiej, państwach Europejskiego Obszaru Gospodarczego, państwach-stronach Porozumienia w sprawie zamówień rządowych (GPA) zawartego w ramach Światowej Organizacji Handlu.</w:t>
      </w:r>
    </w:p>
    <w:p w14:paraId="01B17253" w14:textId="77777777" w:rsidR="00094A19" w:rsidRPr="00094A19" w:rsidRDefault="00094A19" w:rsidP="00094A19">
      <w:pPr>
        <w:pStyle w:val="Nagwek3"/>
      </w:pPr>
      <w:r w:rsidRPr="00094A19">
        <w:t xml:space="preserve">Zamawiający </w:t>
      </w:r>
      <w:r w:rsidRPr="00094A19">
        <w:rPr>
          <w:b/>
          <w:bCs/>
        </w:rPr>
        <w:t>nie dopuszcza</w:t>
      </w:r>
      <w:r w:rsidRPr="00094A19">
        <w:t xml:space="preserve"> do udziału w postępowaniu wykonawców, których jednostka dominująca w rozumieniu art. 3 ust. 1 pkt 37 ustawy z dnia 29 września 1994 r. o rachunkowości lub beneficjent rzeczywisty w rozumieniu art. 2 ust. 2 pkt 1 ustawy z dnia 1 marca 2018 r. o przeciwdziałaniu praniu pieniędzy oraz finansowaniu terroryzmu, ma siedzibę (miejsce zamieszkania) poza obszarem, o którym mowa w pkt 1.4.12 powyżej.</w:t>
      </w:r>
    </w:p>
    <w:p w14:paraId="209D578F" w14:textId="76B3C330" w:rsidR="006E100D" w:rsidRPr="003C0C3E" w:rsidRDefault="00094A19" w:rsidP="00094A19">
      <w:pPr>
        <w:pStyle w:val="Nagwek3"/>
      </w:pPr>
      <w:r w:rsidRPr="00094A19">
        <w:rPr>
          <w:b/>
          <w:bCs/>
        </w:rPr>
        <w:t>Warunek</w:t>
      </w:r>
      <w:r w:rsidRPr="00094A19">
        <w:t xml:space="preserve"> o którym mowa w </w:t>
      </w:r>
      <w:proofErr w:type="spellStart"/>
      <w:r w:rsidRPr="00094A19">
        <w:t>w</w:t>
      </w:r>
      <w:proofErr w:type="spellEnd"/>
      <w:r w:rsidRPr="00094A19">
        <w:t xml:space="preserve"> pkt 1.4.12 oraz 1.4.13 dotyczy również Wykonawców wspólnie ubiegających się o </w:t>
      </w:r>
      <w:proofErr w:type="spellStart"/>
      <w:r w:rsidRPr="00094A19">
        <w:t>zamównienie</w:t>
      </w:r>
      <w:proofErr w:type="spellEnd"/>
      <w:r w:rsidRPr="00094A19">
        <w:t xml:space="preserve"> oraz podwykonawców.</w:t>
      </w:r>
    </w:p>
    <w:bookmarkEnd w:id="20"/>
    <w:bookmarkEnd w:id="21"/>
    <w:bookmarkEnd w:id="22"/>
    <w:bookmarkEnd w:id="23"/>
    <w:bookmarkEnd w:id="24"/>
    <w:p w14:paraId="601D9EB7" w14:textId="0D316C9E" w:rsidR="003D6BF7" w:rsidRPr="003D6BF7" w:rsidRDefault="006E100D" w:rsidP="00AA727F">
      <w:pPr>
        <w:pStyle w:val="Nagwek3"/>
        <w:keepNext w:val="0"/>
        <w:keepLines w:val="0"/>
      </w:pPr>
      <w:r w:rsidRPr="003C0C3E">
        <w:t xml:space="preserve">Wszelkie </w:t>
      </w:r>
      <w:r w:rsidR="003D6BF7" w:rsidRPr="003C0C3E">
        <w:t>koszty związane z przygotowaniem i dostarczeniem Oferty oraz udziałem Wykonawcy Postępowaniu i w negocjacjach ponosi Wykonawca. Zamawiający nie będzie odpowiedzialny za jakiekolwiek poniesione koszty, niezależnie od wyników Postępowania zakupowego, a Wykonawca zrzeka</w:t>
      </w:r>
      <w:r w:rsidR="003D6BF7" w:rsidRPr="003D6BF7">
        <w:t xml:space="preserve"> się dochodzenia jakichkolwiek roszczeń z tego tytułu.</w:t>
      </w:r>
    </w:p>
    <w:p w14:paraId="6CF3A96E" w14:textId="2A675E5E" w:rsidR="004031AA" w:rsidRDefault="006E100D" w:rsidP="009F699B">
      <w:pPr>
        <w:pStyle w:val="Nagwek3"/>
        <w:keepNext w:val="0"/>
        <w:keepLines w:val="0"/>
      </w:pPr>
      <w:r w:rsidRPr="00BB6DE8">
        <w:t>Postępowanie prowadzone jest w języku polskim. Wszelkie oświadczenia, zawiadomienia, w</w:t>
      </w:r>
      <w:r w:rsidR="00606D40">
        <w:t> </w:t>
      </w:r>
      <w:r w:rsidRPr="00BB6DE8">
        <w:t>tym również Umowa, sporządzone będą w języku polskim.</w:t>
      </w:r>
      <w:bookmarkStart w:id="25" w:name="_Toc8212121"/>
    </w:p>
    <w:p w14:paraId="7A63EC05" w14:textId="5A9BF9E3"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w:t>
      </w:r>
      <w:r w:rsidR="00606D40">
        <w:rPr>
          <w:rStyle w:val="wyrnienie"/>
          <w:b w:val="0"/>
        </w:rPr>
        <w:t> </w:t>
      </w:r>
      <w:r w:rsidRPr="00FE1946">
        <w:rPr>
          <w:rStyle w:val="wyrnienie"/>
          <w:b w:val="0"/>
        </w:rPr>
        <w:t>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6E100D" w:rsidRDefault="006E100D" w:rsidP="00AB62FB">
      <w:pPr>
        <w:pStyle w:val="Nagwek1"/>
      </w:pPr>
      <w:bookmarkStart w:id="26" w:name="_Hlk191559740"/>
      <w:bookmarkEnd w:id="25"/>
      <w:r w:rsidRPr="006E100D">
        <w:t xml:space="preserve">OPIS PRZEDMIOTU ZAMÓWIENIA </w:t>
      </w:r>
    </w:p>
    <w:p w14:paraId="7C7CC099" w14:textId="55861D75" w:rsidR="00C1725A" w:rsidRPr="00141555" w:rsidRDefault="006E100D" w:rsidP="00AC562B">
      <w:pPr>
        <w:pStyle w:val="Nagwek2"/>
      </w:pPr>
      <w:bookmarkStart w:id="27" w:name="_Toc243294537"/>
      <w:bookmarkStart w:id="28" w:name="_Toc516566313"/>
      <w:bookmarkStart w:id="29" w:name="_Toc516581581"/>
      <w:bookmarkStart w:id="30" w:name="_Toc516734755"/>
      <w:bookmarkStart w:id="31" w:name="_Toc516738785"/>
      <w:bookmarkStart w:id="32" w:name="_Toc8212124"/>
      <w:r w:rsidRPr="00CA225A">
        <w:rPr>
          <w:u w:val="single"/>
        </w:rPr>
        <w:t xml:space="preserve">Przedmiotem </w:t>
      </w:r>
      <w:bookmarkStart w:id="33" w:name="_Toc243294538"/>
      <w:bookmarkEnd w:id="27"/>
      <w:r w:rsidRPr="00CA225A">
        <w:rPr>
          <w:u w:val="single"/>
        </w:rPr>
        <w:t>Zamówienia</w:t>
      </w:r>
      <w:r w:rsidRPr="00807EF2">
        <w:t xml:space="preserve"> jest</w:t>
      </w:r>
      <w:bookmarkStart w:id="34" w:name="_Toc516566314"/>
      <w:bookmarkStart w:id="35" w:name="_Toc516581582"/>
      <w:bookmarkEnd w:id="28"/>
      <w:bookmarkEnd w:id="29"/>
      <w:bookmarkEnd w:id="30"/>
      <w:bookmarkEnd w:id="31"/>
      <w:bookmarkEnd w:id="32"/>
      <w:r w:rsidR="00141555">
        <w:t xml:space="preserve"> </w:t>
      </w:r>
      <w:bookmarkEnd w:id="26"/>
      <w:r w:rsidR="00D36C26">
        <w:t>z</w:t>
      </w:r>
      <w:r w:rsidR="00D36C26" w:rsidRPr="00D36C26">
        <w:t>akup licencji IBM MQ wraz z wsparciem na okres 3 lat</w:t>
      </w:r>
      <w:r w:rsidR="00AC562B" w:rsidRPr="00AC562B">
        <w:t>.</w:t>
      </w:r>
      <w:r w:rsidR="005F5FCC">
        <w:t xml:space="preserve"> Szczegóły dotyczące realizacji zamówienia określa Projekt Umowy stanowiący </w:t>
      </w:r>
      <w:r w:rsidR="005F5FCC" w:rsidRPr="008475C3">
        <w:rPr>
          <w:b/>
          <w:bCs/>
        </w:rPr>
        <w:t xml:space="preserve">Załącznik nr </w:t>
      </w:r>
      <w:r w:rsidR="00D36C26">
        <w:rPr>
          <w:b/>
          <w:bCs/>
        </w:rPr>
        <w:t>1</w:t>
      </w:r>
      <w:r w:rsidR="005F5FCC">
        <w:t xml:space="preserve"> do SWZ.</w:t>
      </w:r>
    </w:p>
    <w:p w14:paraId="3BB4F944" w14:textId="77777777" w:rsidR="006E100D" w:rsidRPr="00787406" w:rsidRDefault="006E100D" w:rsidP="00681BDE">
      <w:pPr>
        <w:pStyle w:val="Nagwek2"/>
        <w:keepNext w:val="0"/>
        <w:keepLines w:val="0"/>
      </w:pPr>
      <w:bookmarkStart w:id="36" w:name="_Toc516734756"/>
      <w:bookmarkStart w:id="37" w:name="_Toc516738786"/>
      <w:bookmarkStart w:id="38" w:name="_Toc8212125"/>
      <w:r w:rsidRPr="00787406">
        <w:t xml:space="preserve">Oferty częściowe. </w:t>
      </w:r>
    </w:p>
    <w:p w14:paraId="30FB65CA" w14:textId="482D4014" w:rsidR="000552E0" w:rsidRPr="00787406" w:rsidRDefault="00141555" w:rsidP="00B55485">
      <w:pPr>
        <w:pStyle w:val="Nagwek2"/>
        <w:keepNext w:val="0"/>
        <w:keepLines w:val="0"/>
        <w:numPr>
          <w:ilvl w:val="0"/>
          <w:numId w:val="0"/>
        </w:numPr>
        <w:ind w:left="718"/>
      </w:pPr>
      <w:bookmarkStart w:id="39" w:name="_Hlk191559832"/>
      <w:bookmarkEnd w:id="34"/>
      <w:bookmarkEnd w:id="35"/>
      <w:r w:rsidRPr="00141555">
        <w:t xml:space="preserve">Zamawiający </w:t>
      </w:r>
      <w:r w:rsidRPr="00141555">
        <w:rPr>
          <w:b/>
          <w:bCs/>
          <w:u w:val="single"/>
        </w:rPr>
        <w:t>nie dopuszcza</w:t>
      </w:r>
      <w:r w:rsidRPr="00141555">
        <w:t xml:space="preserve"> składania Ofert częściowych</w:t>
      </w:r>
      <w:r w:rsidR="006E100D" w:rsidRPr="00787406">
        <w:t xml:space="preserve"> </w:t>
      </w:r>
      <w:bookmarkEnd w:id="33"/>
      <w:bookmarkEnd w:id="36"/>
      <w:bookmarkEnd w:id="37"/>
      <w:bookmarkEnd w:id="38"/>
    </w:p>
    <w:bookmarkEnd w:id="39"/>
    <w:p w14:paraId="0FDFE6CE" w14:textId="507198B0" w:rsidR="006E100D" w:rsidRPr="00787406" w:rsidRDefault="006E100D" w:rsidP="00681BDE">
      <w:pPr>
        <w:pStyle w:val="Nagwek2"/>
        <w:keepNext w:val="0"/>
        <w:keepLines w:val="0"/>
      </w:pPr>
      <w:r w:rsidRPr="00787406">
        <w:t xml:space="preserve">Prawo Opcji. </w:t>
      </w:r>
    </w:p>
    <w:p w14:paraId="1BA6220A" w14:textId="0B001E5A" w:rsidR="006E100D" w:rsidRPr="00787406" w:rsidRDefault="006E100D" w:rsidP="00B55485">
      <w:pPr>
        <w:pStyle w:val="Nagwek2"/>
        <w:keepNext w:val="0"/>
        <w:keepLines w:val="0"/>
        <w:numPr>
          <w:ilvl w:val="0"/>
          <w:numId w:val="0"/>
        </w:numPr>
        <w:ind w:left="718"/>
      </w:pPr>
      <w:r w:rsidRPr="00787406">
        <w:t>Zamawiający</w:t>
      </w:r>
      <w:r w:rsidR="00524D2D" w:rsidRPr="00787406">
        <w:t xml:space="preserve"> </w:t>
      </w:r>
      <w:r w:rsidR="00524D2D" w:rsidRPr="00D97E2F">
        <w:rPr>
          <w:b/>
          <w:bCs/>
          <w:u w:val="single"/>
        </w:rPr>
        <w:t>nie</w:t>
      </w:r>
      <w:r w:rsidRPr="00D97E2F">
        <w:rPr>
          <w:u w:val="single"/>
        </w:rPr>
        <w:t xml:space="preserve"> </w:t>
      </w:r>
      <w:r w:rsidRPr="00D97E2F">
        <w:rPr>
          <w:b/>
          <w:u w:val="single"/>
        </w:rPr>
        <w:t>przewiduje</w:t>
      </w:r>
      <w:r w:rsidRPr="00787406">
        <w:t xml:space="preserve"> możliwoś</w:t>
      </w:r>
      <w:r w:rsidR="00524D2D" w:rsidRPr="00787406">
        <w:t>ci</w:t>
      </w:r>
      <w:r w:rsidRPr="00787406">
        <w:t xml:space="preserve"> skorzystania z Prawa Opcji</w:t>
      </w:r>
      <w:r w:rsidR="00141555">
        <w:t>.</w:t>
      </w:r>
      <w:r w:rsidR="00416A4C">
        <w:t xml:space="preserve"> </w:t>
      </w:r>
    </w:p>
    <w:p w14:paraId="3ED5AF23" w14:textId="35271A5D" w:rsidR="00B55485" w:rsidRPr="00B55485" w:rsidRDefault="00B55485" w:rsidP="00524D2D">
      <w:pPr>
        <w:pStyle w:val="Nagwek2"/>
        <w:keepNext w:val="0"/>
        <w:keepLines w:val="0"/>
        <w:rPr>
          <w:i/>
        </w:rPr>
      </w:pPr>
      <w:r>
        <w:rPr>
          <w:iCs/>
        </w:rPr>
        <w:t>Zamówienia dodatkowe.</w:t>
      </w:r>
    </w:p>
    <w:p w14:paraId="1D820BEE" w14:textId="11EF7D9B" w:rsidR="006E100D" w:rsidRPr="00787406" w:rsidRDefault="006E100D" w:rsidP="006C642A">
      <w:pPr>
        <w:pStyle w:val="Nagwek2"/>
        <w:keepNext w:val="0"/>
        <w:keepLines w:val="0"/>
        <w:numPr>
          <w:ilvl w:val="0"/>
          <w:numId w:val="0"/>
        </w:numPr>
        <w:ind w:left="718"/>
        <w:rPr>
          <w:i/>
        </w:rPr>
      </w:pPr>
      <w:r w:rsidRPr="00787406">
        <w:t xml:space="preserve">Zamawiający </w:t>
      </w:r>
      <w:r w:rsidR="00524D2D" w:rsidRPr="00D97E2F">
        <w:rPr>
          <w:b/>
          <w:bCs/>
          <w:u w:val="single"/>
        </w:rPr>
        <w:t xml:space="preserve">nie </w:t>
      </w:r>
      <w:r w:rsidRPr="00D97E2F">
        <w:rPr>
          <w:b/>
          <w:bCs/>
          <w:u w:val="single"/>
        </w:rPr>
        <w:t>przewiduje</w:t>
      </w:r>
      <w:r w:rsidRPr="00787406">
        <w:t xml:space="preserve"> możliwoś</w:t>
      </w:r>
      <w:r w:rsidR="00524D2D" w:rsidRPr="00787406">
        <w:t>ci</w:t>
      </w:r>
      <w:r w:rsidRPr="00787406">
        <w:t xml:space="preserve"> u</w:t>
      </w:r>
      <w:r w:rsidR="00505047" w:rsidRPr="00787406">
        <w:t xml:space="preserve">dzielenia Zamówień dodatkowych </w:t>
      </w:r>
      <w:r w:rsidRPr="00787406">
        <w:t>Wykonawcy</w:t>
      </w:r>
      <w:r w:rsidR="00141555">
        <w:t>.</w:t>
      </w:r>
    </w:p>
    <w:p w14:paraId="0CB02A84" w14:textId="0BEC2318" w:rsidR="006E100D" w:rsidRPr="00787406" w:rsidRDefault="006E100D" w:rsidP="00AB62FB">
      <w:pPr>
        <w:pStyle w:val="Nagwek1"/>
      </w:pPr>
      <w:r w:rsidRPr="00787406">
        <w:t xml:space="preserve">WIZJA LOKALNA LUB </w:t>
      </w:r>
      <w:r w:rsidR="004C4D78" w:rsidRPr="00787406">
        <w:t>WERYFIKACJA</w:t>
      </w:r>
      <w:r w:rsidRPr="00787406">
        <w:t xml:space="preserve"> DOKUMENTÓW </w:t>
      </w:r>
    </w:p>
    <w:p w14:paraId="1D88B108" w14:textId="53026E3C" w:rsidR="004C4D78" w:rsidRPr="00787406" w:rsidRDefault="004C4D78" w:rsidP="00681BDE">
      <w:pPr>
        <w:pStyle w:val="Nagwek2"/>
        <w:keepNext w:val="0"/>
        <w:keepLines w:val="0"/>
      </w:pPr>
      <w:r w:rsidRPr="00787406">
        <w:rPr>
          <w:shd w:val="clear" w:color="auto" w:fill="FFFFFF" w:themeFill="background1"/>
        </w:rPr>
        <w:t xml:space="preserve">Zamawiający </w:t>
      </w:r>
      <w:r w:rsidRPr="00787406">
        <w:rPr>
          <w:b/>
          <w:shd w:val="clear" w:color="auto" w:fill="FFFFFF" w:themeFill="background1"/>
        </w:rPr>
        <w:t>nie przewiduje</w:t>
      </w:r>
      <w:r w:rsidRPr="00787406">
        <w:rPr>
          <w:shd w:val="clear" w:color="auto" w:fill="FFFFFF" w:themeFill="background1"/>
        </w:rPr>
        <w:t xml:space="preserve"> wizji lokalnej ani weryfikacji dokumentów Zamawiającego, niezbędnych do realizacji Zamówienia</w:t>
      </w:r>
      <w:r w:rsidRPr="00787406">
        <w:t>.</w:t>
      </w:r>
    </w:p>
    <w:p w14:paraId="79DBE6F0" w14:textId="77777777" w:rsidR="006E100D" w:rsidRPr="00787406" w:rsidRDefault="006E100D" w:rsidP="00AB62FB">
      <w:pPr>
        <w:pStyle w:val="Nagwek1"/>
      </w:pPr>
      <w:r w:rsidRPr="00787406">
        <w:lastRenderedPageBreak/>
        <w:t>TERMIN WYKONANIA ZAMÓWIENIA</w:t>
      </w:r>
    </w:p>
    <w:p w14:paraId="2B4ED33D" w14:textId="4D9B6AA2" w:rsidR="00DE72AB" w:rsidRPr="00C43CB6" w:rsidRDefault="00977370" w:rsidP="00C43CB6">
      <w:pPr>
        <w:pStyle w:val="Nagwek2"/>
        <w:rPr>
          <w:shd w:val="clear" w:color="auto" w:fill="FFFFFF" w:themeFill="background1"/>
        </w:rPr>
      </w:pPr>
      <w:r>
        <w:rPr>
          <w:shd w:val="clear" w:color="auto" w:fill="FFFFFF" w:themeFill="background1"/>
        </w:rPr>
        <w:t>P</w:t>
      </w:r>
      <w:r w:rsidR="009D7CA6" w:rsidRPr="0041469D">
        <w:rPr>
          <w:shd w:val="clear" w:color="auto" w:fill="FFFFFF" w:themeFill="background1"/>
        </w:rPr>
        <w:t xml:space="preserve">rzedmiot Zamówienia </w:t>
      </w:r>
      <w:proofErr w:type="spellStart"/>
      <w:r w:rsidR="009D7CA6" w:rsidRPr="0041469D">
        <w:rPr>
          <w:shd w:val="clear" w:color="auto" w:fill="FFFFFF" w:themeFill="background1"/>
        </w:rPr>
        <w:t>bedzie</w:t>
      </w:r>
      <w:proofErr w:type="spellEnd"/>
      <w:r w:rsidR="009D7CA6" w:rsidRPr="0041469D">
        <w:rPr>
          <w:shd w:val="clear" w:color="auto" w:fill="FFFFFF" w:themeFill="background1"/>
        </w:rPr>
        <w:t xml:space="preserve"> realizowany w terminie </w:t>
      </w:r>
      <w:r w:rsidR="00AC562B" w:rsidRPr="00AC562B">
        <w:rPr>
          <w:shd w:val="clear" w:color="auto" w:fill="FFFFFF" w:themeFill="background1"/>
        </w:rPr>
        <w:t xml:space="preserve">do </w:t>
      </w:r>
      <w:r w:rsidR="00D36C26">
        <w:rPr>
          <w:shd w:val="clear" w:color="auto" w:fill="FFFFFF" w:themeFill="background1"/>
        </w:rPr>
        <w:t xml:space="preserve">5 dni </w:t>
      </w:r>
      <w:r w:rsidR="00AC562B" w:rsidRPr="00AC562B">
        <w:rPr>
          <w:shd w:val="clear" w:color="auto" w:fill="FFFFFF" w:themeFill="background1"/>
        </w:rPr>
        <w:t>od dnia zawarcia Umowy.</w:t>
      </w:r>
    </w:p>
    <w:p w14:paraId="4933F279" w14:textId="77777777" w:rsidR="006E100D" w:rsidRPr="00787406" w:rsidRDefault="006E100D" w:rsidP="00AB62FB">
      <w:pPr>
        <w:pStyle w:val="Nagwek1"/>
      </w:pPr>
      <w:bookmarkStart w:id="40" w:name="_Toc354752376"/>
      <w:bookmarkStart w:id="41" w:name="_Toc516581596"/>
      <w:bookmarkStart w:id="42" w:name="_Toc8212140"/>
      <w:r w:rsidRPr="00787406">
        <w:t xml:space="preserve">PODSTAWY WYKLUCZENIA Z POSTĘPOWANIA ORAZ WARUNKI UDZIAŁU W POSTĘPOWANIU </w:t>
      </w:r>
      <w:bookmarkEnd w:id="40"/>
      <w:bookmarkEnd w:id="41"/>
      <w:bookmarkEnd w:id="42"/>
    </w:p>
    <w:p w14:paraId="68E9DF93" w14:textId="640DF234" w:rsidR="006E100D" w:rsidRPr="0089712F" w:rsidRDefault="006E100D" w:rsidP="00681BDE">
      <w:pPr>
        <w:pStyle w:val="Nagwek2"/>
        <w:keepNext w:val="0"/>
        <w:keepLines w:val="0"/>
      </w:pPr>
      <w:bookmarkStart w:id="43" w:name="_Toc516734772"/>
      <w:bookmarkStart w:id="44" w:name="_Toc516738802"/>
      <w:bookmarkStart w:id="45" w:name="_Toc8212141"/>
      <w:bookmarkStart w:id="46" w:name="_Toc354752377"/>
      <w:bookmarkStart w:id="47" w:name="_Toc516566329"/>
      <w:bookmarkStart w:id="48" w:name="_Toc516581597"/>
      <w:r w:rsidRPr="0089712F">
        <w:t>O udzielenie Zakupu</w:t>
      </w:r>
      <w:r w:rsidR="00A94B01">
        <w:t xml:space="preserve"> </w:t>
      </w:r>
      <w:r w:rsidRPr="0089712F">
        <w:t>mogą ubiegać się Wykonawcy, którzy:</w:t>
      </w:r>
      <w:bookmarkEnd w:id="43"/>
      <w:bookmarkEnd w:id="44"/>
      <w:bookmarkEnd w:id="45"/>
    </w:p>
    <w:p w14:paraId="35EC13DA" w14:textId="77777777" w:rsidR="000552E0" w:rsidRDefault="006E100D" w:rsidP="00681BDE">
      <w:pPr>
        <w:pStyle w:val="Nagwek3"/>
        <w:keepNext w:val="0"/>
        <w:keepLines w:val="0"/>
      </w:pPr>
      <w:bookmarkStart w:id="49" w:name="_Toc516734773"/>
      <w:bookmarkStart w:id="50" w:name="_Toc516738803"/>
      <w:bookmarkStart w:id="51" w:name="_Toc8212142"/>
      <w:bookmarkStart w:id="52" w:name="_Toc354752378"/>
      <w:bookmarkStart w:id="53" w:name="_Toc516566330"/>
      <w:bookmarkStart w:id="54" w:name="_Toc516581598"/>
      <w:bookmarkEnd w:id="46"/>
      <w:bookmarkEnd w:id="47"/>
      <w:bookmarkEnd w:id="48"/>
      <w:r w:rsidRPr="0089712F">
        <w:t>Nie podlegają wykluczeniu, na podstawie pkt 9.4.2.1 – 9.4.2.14 Procedury</w:t>
      </w:r>
      <w:bookmarkEnd w:id="49"/>
      <w:bookmarkEnd w:id="50"/>
      <w:bookmarkEnd w:id="51"/>
    </w:p>
    <w:p w14:paraId="3C01C245" w14:textId="5902E12B" w:rsidR="000552E0" w:rsidRPr="00987F31" w:rsidRDefault="006E100D" w:rsidP="00681BDE">
      <w:pPr>
        <w:pStyle w:val="Nagwek2"/>
        <w:keepNext w:val="0"/>
        <w:keepLines w:val="0"/>
        <w:numPr>
          <w:ilvl w:val="0"/>
          <w:numId w:val="0"/>
        </w:numPr>
        <w:ind w:left="1021"/>
        <w:rPr>
          <w:i/>
          <w:iCs/>
        </w:rPr>
      </w:pPr>
      <w:r w:rsidRPr="00987F31">
        <w:rPr>
          <w:i/>
          <w:iCs/>
        </w:rPr>
        <w:t>Wyciąg z Procedury w zakresie zastosowanych podstaw wykluczenia</w:t>
      </w:r>
      <w:bookmarkEnd w:id="52"/>
      <w:bookmarkEnd w:id="53"/>
      <w:bookmarkEnd w:id="54"/>
      <w:r w:rsidR="00987F31" w:rsidRPr="00987F31">
        <w:rPr>
          <w:i/>
          <w:iCs/>
        </w:rPr>
        <w:t>:</w:t>
      </w:r>
    </w:p>
    <w:p w14:paraId="03AC17E9" w14:textId="1ACCC081" w:rsidR="007F6FB5" w:rsidRPr="00987F31" w:rsidRDefault="000552E0" w:rsidP="00681BDE">
      <w:pPr>
        <w:pStyle w:val="Nagwek2"/>
        <w:keepNext w:val="0"/>
        <w:keepLines w:val="0"/>
        <w:numPr>
          <w:ilvl w:val="0"/>
          <w:numId w:val="0"/>
        </w:numPr>
        <w:ind w:left="1021"/>
      </w:pPr>
      <w:r w:rsidRPr="00987F31">
        <w:rPr>
          <w:i/>
        </w:rPr>
        <w:t xml:space="preserve">9.4.2 </w:t>
      </w:r>
      <w:r w:rsidR="007F6FB5" w:rsidRPr="00987F31">
        <w:rPr>
          <w:i/>
        </w:rPr>
        <w:t>Z Postępowania zakupowego można wykluczyć Wykonawcę (fakultatywne przesłanki wykluczenia), jeżeli:</w:t>
      </w:r>
    </w:p>
    <w:p w14:paraId="7C1DEA5B" w14:textId="3EB6E837" w:rsidR="007F6FB5" w:rsidRPr="00987F31" w:rsidRDefault="007F6FB5" w:rsidP="00681BDE">
      <w:pPr>
        <w:ind w:left="1021"/>
        <w:jc w:val="both"/>
        <w:rPr>
          <w:i/>
        </w:rPr>
      </w:pPr>
      <w:r w:rsidRPr="00987F31">
        <w:rPr>
          <w:i/>
        </w:rPr>
        <w:t>9.4.2.1 Wykonawca nie spełnia lub nie wykazał spełnienia warunków udziału w</w:t>
      </w:r>
      <w:r w:rsidR="007E392A">
        <w:rPr>
          <w:i/>
        </w:rPr>
        <w:t> </w:t>
      </w:r>
      <w:r w:rsidRPr="00987F31">
        <w:rPr>
          <w:i/>
        </w:rPr>
        <w:t>Postępowaniu zakupowym,</w:t>
      </w:r>
    </w:p>
    <w:p w14:paraId="22B4A56A" w14:textId="09F76B96" w:rsidR="007F6FB5" w:rsidRPr="00987F31" w:rsidRDefault="007F6FB5" w:rsidP="00681BDE">
      <w:pPr>
        <w:ind w:left="1021"/>
        <w:jc w:val="both"/>
        <w:rPr>
          <w:i/>
        </w:rPr>
      </w:pPr>
      <w:r w:rsidRPr="00987F31">
        <w:rPr>
          <w:i/>
        </w:rPr>
        <w:t>9.4.2.2 Wykonawcę będącego osobą fizyczną a w przypadku pozostałych Wykonawców - urzędującego członka jego organu zarządzającego lub nadzorczego, wspólnika spółki w</w:t>
      </w:r>
      <w:r w:rsidR="007E392A">
        <w:rPr>
          <w:i/>
        </w:rPr>
        <w:t> </w:t>
      </w:r>
      <w:r w:rsidRPr="00987F31">
        <w:rPr>
          <w:i/>
        </w:rPr>
        <w:t>spółce jawnej lub partnerskiej albo komplementariusza w spółce komandytowej lub komandytowo-akcyjnej lub prokurenta prawomocnie skazano za przestępstwo:</w:t>
      </w:r>
    </w:p>
    <w:p w14:paraId="073A8CD5" w14:textId="77777777" w:rsidR="007F6FB5" w:rsidRPr="00987F31" w:rsidRDefault="007F6FB5" w:rsidP="00681BDE">
      <w:pPr>
        <w:ind w:left="1021"/>
        <w:jc w:val="both"/>
        <w:rPr>
          <w:i/>
        </w:rPr>
      </w:pPr>
      <w:bookmarkStart w:id="55" w:name="_Ref57313679"/>
      <w:r w:rsidRPr="00987F31">
        <w:rPr>
          <w:i/>
        </w:rPr>
        <w:t>9.4.2.2.1 udziału w zorganizowanej grupie przestępczej albo związku mającym na celu popełnienie przestępstwa lub przestępstwa skarbowego, o którym mowa w art. 258 Kodeksu karnego,</w:t>
      </w:r>
      <w:bookmarkEnd w:id="55"/>
    </w:p>
    <w:p w14:paraId="6C397921" w14:textId="77777777" w:rsidR="007F6FB5" w:rsidRPr="00987F31" w:rsidRDefault="007F6FB5" w:rsidP="00681BDE">
      <w:pPr>
        <w:ind w:left="1021"/>
        <w:jc w:val="both"/>
        <w:rPr>
          <w:i/>
        </w:rPr>
      </w:pPr>
      <w:r w:rsidRPr="00987F31">
        <w:rPr>
          <w:i/>
        </w:rPr>
        <w:t>9.4.2.2.2 handlu ludźmi, o którym mowa w art. 189a Kodeksu karnego,</w:t>
      </w:r>
    </w:p>
    <w:p w14:paraId="73E8D834" w14:textId="77777777" w:rsidR="007F6FB5" w:rsidRPr="00987F31" w:rsidRDefault="007F6FB5" w:rsidP="00681BDE">
      <w:pPr>
        <w:ind w:left="1021"/>
        <w:jc w:val="both"/>
        <w:rPr>
          <w:i/>
        </w:rPr>
      </w:pPr>
      <w:r w:rsidRPr="00987F31">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987F31" w:rsidDel="00A63466">
        <w:rPr>
          <w:i/>
        </w:rPr>
        <w:t xml:space="preserve"> </w:t>
      </w:r>
    </w:p>
    <w:p w14:paraId="46BB2E6A" w14:textId="03A9C398" w:rsidR="007F6FB5" w:rsidRPr="00987F31" w:rsidRDefault="007F6FB5" w:rsidP="00681BDE">
      <w:pPr>
        <w:ind w:left="1021"/>
        <w:jc w:val="both"/>
        <w:rPr>
          <w:i/>
        </w:rPr>
      </w:pPr>
      <w:r w:rsidRPr="00987F31">
        <w:rPr>
          <w:i/>
        </w:rPr>
        <w:t>9.4.2.2.4 finansowania przestępstwa o charakterze terrorystycznym, o którym mowa w</w:t>
      </w:r>
      <w:r w:rsidR="007E392A">
        <w:rPr>
          <w:i/>
        </w:rPr>
        <w:t> </w:t>
      </w:r>
      <w:r w:rsidRPr="00987F31">
        <w:rPr>
          <w:i/>
        </w:rPr>
        <w:t>art. 165a Kodeksu karnego, lub przestępstwo udaremniania lub utrudniania stwierdzenia przestępnego pochodzenia pieniędzy lub ukrywania ich pochodzenia, o</w:t>
      </w:r>
      <w:r w:rsidR="007E392A">
        <w:rPr>
          <w:i/>
        </w:rPr>
        <w:t> </w:t>
      </w:r>
      <w:r w:rsidRPr="00987F31">
        <w:rPr>
          <w:i/>
        </w:rPr>
        <w:t>którym mowa w art. 299 Kodeksu karnego,</w:t>
      </w:r>
    </w:p>
    <w:p w14:paraId="15F0652A" w14:textId="77777777" w:rsidR="007F6FB5" w:rsidRPr="00987F31" w:rsidRDefault="007F6FB5" w:rsidP="00681BDE">
      <w:pPr>
        <w:ind w:left="1021"/>
        <w:jc w:val="both"/>
        <w:rPr>
          <w:i/>
        </w:rPr>
      </w:pPr>
      <w:r w:rsidRPr="00987F31">
        <w:rPr>
          <w:i/>
        </w:rPr>
        <w:t>9.4.2.2.5 o charakterze terrorystycznym, o którym mowa w art. 115 § 20 Kodeksu karnego, lub mające na celu popełnienie tego przestępstwa,</w:t>
      </w:r>
    </w:p>
    <w:p w14:paraId="4265A8C4" w14:textId="77777777" w:rsidR="007F6FB5" w:rsidRPr="00987F31" w:rsidRDefault="007F6FB5" w:rsidP="00681BDE">
      <w:pPr>
        <w:ind w:left="1021"/>
        <w:jc w:val="both"/>
        <w:rPr>
          <w:i/>
        </w:rPr>
      </w:pPr>
      <w:r w:rsidRPr="00987F31">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987F31" w:rsidRDefault="007F6FB5" w:rsidP="00681BDE">
      <w:pPr>
        <w:ind w:left="1021"/>
        <w:jc w:val="both"/>
        <w:rPr>
          <w:i/>
        </w:rPr>
      </w:pPr>
      <w:bookmarkStart w:id="56" w:name="_Ref57313696"/>
      <w:r w:rsidRPr="00987F31">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6"/>
    </w:p>
    <w:p w14:paraId="4418DBA7" w14:textId="77777777" w:rsidR="007F6FB5" w:rsidRPr="00987F31" w:rsidRDefault="007F6FB5" w:rsidP="00681BDE">
      <w:pPr>
        <w:ind w:left="1021"/>
        <w:jc w:val="both"/>
        <w:rPr>
          <w:i/>
        </w:rPr>
      </w:pPr>
      <w:r w:rsidRPr="00987F31">
        <w:rPr>
          <w:i/>
        </w:rPr>
        <w:t xml:space="preserve">- lub za odpowiedni czyn zabroniony określony w przepisach prawa obcego. </w:t>
      </w:r>
    </w:p>
    <w:p w14:paraId="08AF676B" w14:textId="77777777" w:rsidR="007F6FB5" w:rsidRPr="00987F31" w:rsidRDefault="007F6FB5" w:rsidP="00681BDE">
      <w:pPr>
        <w:ind w:left="1021"/>
        <w:jc w:val="both"/>
        <w:rPr>
          <w:i/>
        </w:rPr>
      </w:pPr>
      <w:bookmarkStart w:id="57" w:name="_Ref57313769"/>
      <w:r w:rsidRPr="00987F31">
        <w:rPr>
          <w:i/>
        </w:rPr>
        <w:t>9.4.2.3 Wobec Wykonawcy orzeczono zakaz ubiegania się o zamówienia publiczne,</w:t>
      </w:r>
      <w:bookmarkEnd w:id="57"/>
    </w:p>
    <w:p w14:paraId="4C1F2DDD" w14:textId="77777777" w:rsidR="007F6FB5" w:rsidRPr="00987F31" w:rsidRDefault="007F6FB5" w:rsidP="00681BDE">
      <w:pPr>
        <w:ind w:left="1021"/>
        <w:jc w:val="both"/>
        <w:rPr>
          <w:i/>
        </w:rPr>
      </w:pPr>
      <w:bookmarkStart w:id="58" w:name="_Ref57313842"/>
      <w:r w:rsidRPr="00987F31">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987F31" w:rsidDel="003E627A">
        <w:rPr>
          <w:i/>
        </w:rPr>
        <w:t xml:space="preserve"> </w:t>
      </w:r>
      <w:r w:rsidRPr="00987F31">
        <w:rPr>
          <w:i/>
        </w:rPr>
        <w:t>niezależnie od siebie,</w:t>
      </w:r>
      <w:bookmarkEnd w:id="58"/>
    </w:p>
    <w:p w14:paraId="632F67C0" w14:textId="77777777" w:rsidR="007F6FB5" w:rsidRPr="00987F31" w:rsidRDefault="007F6FB5" w:rsidP="00681BDE">
      <w:pPr>
        <w:ind w:left="1021"/>
        <w:jc w:val="both"/>
        <w:rPr>
          <w:i/>
        </w:rPr>
      </w:pPr>
      <w:bookmarkStart w:id="59" w:name="_Ref57313876"/>
      <w:r w:rsidRPr="00987F31">
        <w:rPr>
          <w:i/>
        </w:rPr>
        <w:t>9.4.2.5 Wykonawca bezprawnie wpływał lub próbował wpływać na czynności Zamawiającego lub próbował pozyskać lub pozyskał informacje poufne, mogące dać mu przewagę w Postępowaniu zakupowym,</w:t>
      </w:r>
      <w:bookmarkEnd w:id="59"/>
    </w:p>
    <w:p w14:paraId="2CAC233E" w14:textId="22C15AB0" w:rsidR="007F6FB5" w:rsidRPr="00987F31" w:rsidRDefault="007F6FB5" w:rsidP="00681BDE">
      <w:pPr>
        <w:ind w:left="1021"/>
        <w:jc w:val="both"/>
        <w:rPr>
          <w:i/>
        </w:rPr>
      </w:pPr>
      <w:r w:rsidRPr="00987F31">
        <w:rPr>
          <w:i/>
        </w:rPr>
        <w:lastRenderedPageBreak/>
        <w:t>9.4.2.6 Wykonawca nie daje rękojmi należytego wykonania Zakupu z uwagi na prowadzone przeciwko niemu lub członkom organów spółki Wykonawcy postępowanie o</w:t>
      </w:r>
      <w:r w:rsidR="007E392A">
        <w:rPr>
          <w:i/>
        </w:rPr>
        <w:t> </w:t>
      </w:r>
      <w:r w:rsidRPr="00987F31">
        <w:rPr>
          <w:i/>
        </w:rPr>
        <w:t>popełnienie przestępstwa w związku z prowadzoną działalnością gospodarczą,</w:t>
      </w:r>
    </w:p>
    <w:p w14:paraId="62D0C9FA" w14:textId="77777777" w:rsidR="007F6FB5" w:rsidRPr="00987F31" w:rsidRDefault="007F6FB5" w:rsidP="00681BDE">
      <w:pPr>
        <w:ind w:left="1021"/>
        <w:jc w:val="both"/>
        <w:rPr>
          <w:i/>
        </w:rPr>
      </w:pPr>
      <w:bookmarkStart w:id="60" w:name="_Ref57313901"/>
      <w:r w:rsidRPr="00987F31">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0"/>
    </w:p>
    <w:p w14:paraId="7EE16E75" w14:textId="77777777" w:rsidR="007F6FB5" w:rsidRPr="00987F31" w:rsidRDefault="007F6FB5" w:rsidP="00681BDE">
      <w:pPr>
        <w:ind w:left="1021"/>
        <w:jc w:val="both"/>
        <w:rPr>
          <w:i/>
        </w:rPr>
      </w:pPr>
      <w:r w:rsidRPr="00987F31">
        <w:rPr>
          <w:i/>
        </w:rPr>
        <w:t>9.4.2.8 Wykonawca, który nie wykonał lub nienależycie wykonał zobowiązanie wynikające z innej Umowy zakupowej zawartej ze Spółką GK PGE lub innymi podmiotami.</w:t>
      </w:r>
    </w:p>
    <w:p w14:paraId="29577B43" w14:textId="77777777" w:rsidR="007F6FB5" w:rsidRPr="00987F31" w:rsidRDefault="007F6FB5" w:rsidP="00681BDE">
      <w:pPr>
        <w:ind w:left="1021"/>
        <w:jc w:val="both"/>
        <w:rPr>
          <w:i/>
        </w:rPr>
      </w:pPr>
      <w:r w:rsidRPr="00987F31">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987F31" w:rsidRDefault="007F6FB5" w:rsidP="00681BDE">
      <w:pPr>
        <w:ind w:left="1021"/>
        <w:jc w:val="both"/>
        <w:rPr>
          <w:i/>
        </w:rPr>
      </w:pPr>
      <w:bookmarkStart w:id="61" w:name="_Ref57313921"/>
      <w:r w:rsidRPr="00987F31">
        <w:rPr>
          <w:i/>
        </w:rPr>
        <w:t xml:space="preserve">9.4.2.2.10 Wykonawca nie wykonał Umowy zakupowej zawartej przez danego Zamawiającego lub wykonał ją nienależycie, </w:t>
      </w:r>
    </w:p>
    <w:p w14:paraId="257982E4" w14:textId="77777777" w:rsidR="007F6FB5" w:rsidRPr="00987F31" w:rsidRDefault="007F6FB5" w:rsidP="00681BDE">
      <w:pPr>
        <w:ind w:left="1021"/>
        <w:jc w:val="both"/>
        <w:rPr>
          <w:i/>
        </w:rPr>
      </w:pPr>
      <w:r w:rsidRPr="00987F31">
        <w:rPr>
          <w:i/>
        </w:rPr>
        <w:t xml:space="preserve">9.4.2.2.11 Wykonawca odmówił zawarcia Umowy po przeprowadzonym Postępowaniu zakupowym, </w:t>
      </w:r>
      <w:bookmarkEnd w:id="61"/>
    </w:p>
    <w:p w14:paraId="419F1DB3" w14:textId="77777777" w:rsidR="007F6FB5" w:rsidRPr="00987F31" w:rsidRDefault="007F6FB5" w:rsidP="00681BDE">
      <w:pPr>
        <w:ind w:left="1021"/>
        <w:jc w:val="both"/>
        <w:rPr>
          <w:i/>
        </w:rPr>
      </w:pPr>
      <w:bookmarkStart w:id="62" w:name="_Ref57313958"/>
      <w:r w:rsidRPr="00987F31">
        <w:rPr>
          <w:i/>
        </w:rPr>
        <w:t>9.4.2.2.12 Wykonawca w wyniku lekkomyślności lub niedbalstwa przedstawił informacje wprowadzające w błąd, co mogło mieć istotny wpływ na decyzje podejmowane przez Zamawiającego w Postępowaniu zakupowym,</w:t>
      </w:r>
      <w:bookmarkEnd w:id="62"/>
    </w:p>
    <w:p w14:paraId="104330B3" w14:textId="6EC0DBD0" w:rsidR="007F6FB5" w:rsidRPr="00987F31" w:rsidRDefault="007F6FB5" w:rsidP="00681BDE">
      <w:pPr>
        <w:ind w:left="1021"/>
        <w:jc w:val="both"/>
        <w:rPr>
          <w:i/>
        </w:rPr>
      </w:pPr>
      <w:bookmarkStart w:id="63" w:name="_Ref57131212"/>
      <w:bookmarkStart w:id="64" w:name="_Ref57313977"/>
      <w:r w:rsidRPr="00987F31">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w:t>
      </w:r>
      <w:r w:rsidR="007E392A">
        <w:rPr>
          <w:i/>
        </w:rPr>
        <w:t> </w:t>
      </w:r>
      <w:r w:rsidRPr="00987F31">
        <w:rPr>
          <w:i/>
        </w:rPr>
        <w:t>Postępowaniu zakupowym, lub który zataił te informacje</w:t>
      </w:r>
      <w:bookmarkEnd w:id="63"/>
      <w:r w:rsidRPr="00987F31">
        <w:rPr>
          <w:i/>
        </w:rPr>
        <w:t>,</w:t>
      </w:r>
      <w:bookmarkEnd w:id="64"/>
    </w:p>
    <w:p w14:paraId="7CB0003E" w14:textId="77777777" w:rsidR="007F6FB5" w:rsidRPr="0089712F" w:rsidRDefault="007F6FB5" w:rsidP="00681BDE">
      <w:pPr>
        <w:ind w:left="1021"/>
        <w:jc w:val="both"/>
        <w:rPr>
          <w:i/>
        </w:rPr>
      </w:pPr>
      <w:r w:rsidRPr="00987F31">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Pr="00FB0A65" w:rsidRDefault="0008267F" w:rsidP="00681BDE">
      <w:pPr>
        <w:pStyle w:val="Nagwek3"/>
        <w:keepNext w:val="0"/>
        <w:keepLines w:val="0"/>
        <w:rPr>
          <w:b/>
          <w:bCs/>
        </w:rPr>
      </w:pPr>
      <w:r w:rsidRPr="00FB0A65">
        <w:rPr>
          <w:b/>
          <w:bCs/>
        </w:rPr>
        <w:t xml:space="preserve">nie </w:t>
      </w:r>
      <w:r w:rsidR="007F6FB5" w:rsidRPr="00FB0A65">
        <w:rPr>
          <w:b/>
          <w:bCs/>
        </w:rPr>
        <w:t>podlegają</w:t>
      </w:r>
      <w:r w:rsidRPr="00FB0A65">
        <w:rPr>
          <w:b/>
          <w:bCs/>
        </w:rPr>
        <w:t xml:space="preserve"> wykluczeniu, na podstawie pkt </w:t>
      </w:r>
      <w:r w:rsidR="007F6FB5" w:rsidRPr="00FB0A65">
        <w:rPr>
          <w:b/>
          <w:bCs/>
        </w:rPr>
        <w:t xml:space="preserve">9.4.3.1 - 9.4.3.4 Procedury </w:t>
      </w:r>
    </w:p>
    <w:p w14:paraId="23458E7B" w14:textId="00BA3F31" w:rsidR="007F6FB5" w:rsidRPr="00987F31" w:rsidRDefault="007F6FB5" w:rsidP="00681BDE">
      <w:pPr>
        <w:pStyle w:val="Nagwek2"/>
        <w:keepNext w:val="0"/>
        <w:keepLines w:val="0"/>
        <w:numPr>
          <w:ilvl w:val="0"/>
          <w:numId w:val="0"/>
        </w:numPr>
        <w:ind w:left="1021"/>
        <w:rPr>
          <w:i/>
          <w:iCs/>
        </w:rPr>
      </w:pPr>
      <w:r w:rsidRPr="00987F31">
        <w:rPr>
          <w:i/>
          <w:iCs/>
        </w:rPr>
        <w:t>Wyciąg z Procedury w zakresie zastosowanych podstaw wykluczenia - przesłanki obligatoryjne</w:t>
      </w:r>
      <w:r w:rsidR="00987F31" w:rsidRPr="00987F31">
        <w:rPr>
          <w:i/>
          <w:iCs/>
        </w:rPr>
        <w:t>:</w:t>
      </w:r>
    </w:p>
    <w:p w14:paraId="3E77D2FC" w14:textId="0C22DDAA" w:rsidR="007F6FB5" w:rsidRPr="00987F31" w:rsidRDefault="007F6FB5" w:rsidP="003C1D13">
      <w:pPr>
        <w:pStyle w:val="Styl2"/>
      </w:pPr>
      <w:r w:rsidRPr="00987F31">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987F31">
        <w:t>późn</w:t>
      </w:r>
      <w:proofErr w:type="spellEnd"/>
      <w:r w:rsidRPr="00987F31">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987F31">
        <w:t>późn</w:t>
      </w:r>
      <w:proofErr w:type="spellEnd"/>
      <w:r w:rsidR="0008267F" w:rsidRPr="00987F31">
        <w:t>. zm.</w:t>
      </w:r>
      <w:r w:rsidRPr="00987F31">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987F31" w:rsidRDefault="007F6FB5" w:rsidP="003C1D13">
      <w:pPr>
        <w:pStyle w:val="Styl2"/>
      </w:pPr>
      <w:r w:rsidRPr="00987F31">
        <w:t>9.4.3.2 Wykonawcę, którego beneficjentem rzeczywistym w rozumieniu ustawy z dnia 1 marca 2018 r. o przeciwdziałaniu praniu pieniędzy oraz finans</w:t>
      </w:r>
      <w:r w:rsidR="0008267F" w:rsidRPr="00987F31">
        <w:t xml:space="preserve">owaniu terroryzmu (tj. Dz. U. z </w:t>
      </w:r>
      <w:r w:rsidRPr="00987F31">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987F31" w:rsidRDefault="007F6FB5" w:rsidP="003C1D13">
      <w:pPr>
        <w:pStyle w:val="Styl2"/>
      </w:pPr>
      <w:r w:rsidRPr="00987F31">
        <w:t>9.4.3.3 Wykonawcę, którego jednostką dominującą w rozumieniu art. 3 ust. 1 pkt 37 ustawy z dnia 29 września 1994 r.</w:t>
      </w:r>
      <w:r w:rsidR="0008267F" w:rsidRPr="00987F31">
        <w:t xml:space="preserve"> o rachunkowości (tj.: Dz. U. z </w:t>
      </w:r>
      <w:r w:rsidRPr="00987F31">
        <w:t xml:space="preserve">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w:t>
      </w:r>
      <w:r w:rsidRPr="00987F31">
        <w:lastRenderedPageBreak/>
        <w:t>zastosowaniu środka, o którym mowa w art. 1 pkt 3 Ustawy przeciwdziałaniu wspieraniu agresji.</w:t>
      </w:r>
    </w:p>
    <w:p w14:paraId="68E704FD" w14:textId="77777777" w:rsidR="007F6FB5" w:rsidRPr="00987F31" w:rsidRDefault="007F6FB5" w:rsidP="003C1D13">
      <w:pPr>
        <w:pStyle w:val="Styl2"/>
      </w:pPr>
      <w:r w:rsidRPr="00987F31">
        <w:t>9.4.3.4 Wykonawcę z udziałem:</w:t>
      </w:r>
    </w:p>
    <w:p w14:paraId="01B75546" w14:textId="3FA63DFC" w:rsidR="007F6FB5" w:rsidRPr="00987F31" w:rsidRDefault="00BC5EF3" w:rsidP="003C1D13">
      <w:pPr>
        <w:pStyle w:val="Styl2"/>
      </w:pPr>
      <w:r w:rsidRPr="00987F31">
        <w:t xml:space="preserve">a. </w:t>
      </w:r>
      <w:r w:rsidR="0008267F" w:rsidRPr="00987F31">
        <w:t xml:space="preserve">obywateli </w:t>
      </w:r>
      <w:r w:rsidR="007F6FB5" w:rsidRPr="00987F31">
        <w:t>rosyjskich lub osób fizycznych lub prawnych, podmiotów lub organów z siedzibą w Rosji;</w:t>
      </w:r>
    </w:p>
    <w:p w14:paraId="714F1F77" w14:textId="5AAA2F7F" w:rsidR="007F6FB5" w:rsidRPr="00987F31" w:rsidRDefault="00BC5EF3" w:rsidP="003C1D13">
      <w:pPr>
        <w:pStyle w:val="Styl2"/>
      </w:pPr>
      <w:r w:rsidRPr="00987F31">
        <w:t xml:space="preserve">b. </w:t>
      </w:r>
      <w:r w:rsidR="007F6FB5" w:rsidRPr="00987F31">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3C1D13">
      <w:pPr>
        <w:pStyle w:val="Styl2"/>
      </w:pPr>
      <w:r w:rsidRPr="00987F31">
        <w:t xml:space="preserve">c. </w:t>
      </w:r>
      <w:r w:rsidR="0008267F" w:rsidRPr="00987F31">
        <w:t xml:space="preserve">osób </w:t>
      </w:r>
      <w:r w:rsidR="007F6FB5" w:rsidRPr="00987F31">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987F31">
        <w:t xml:space="preserve"> </w:t>
      </w:r>
      <w:r w:rsidR="007F6FB5" w:rsidRPr="00987F31">
        <w:t>gdy przypada na nich ponad 10 % wartości Zamówienia.</w:t>
      </w:r>
    </w:p>
    <w:p w14:paraId="4D550221" w14:textId="468E89FE" w:rsidR="007F6FB5" w:rsidRPr="00E72A13" w:rsidRDefault="0008267F" w:rsidP="00681BDE">
      <w:pPr>
        <w:pStyle w:val="Nagwek3"/>
        <w:keepNext w:val="0"/>
        <w:keepLines w:val="0"/>
      </w:pPr>
      <w:r w:rsidRPr="00E72A13">
        <w:t xml:space="preserve">spełniają </w:t>
      </w:r>
      <w:r w:rsidR="007F6FB5" w:rsidRPr="00E72A13">
        <w:t>warunki udziału w Postępowaniu zakupowym, tj.:</w:t>
      </w:r>
    </w:p>
    <w:p w14:paraId="68B3DA37" w14:textId="77777777" w:rsidR="009F4A02" w:rsidRPr="009F4A02" w:rsidRDefault="0008267F" w:rsidP="009F4A02">
      <w:pPr>
        <w:pStyle w:val="Styl3"/>
        <w:rPr>
          <w:rFonts w:asciiTheme="majorHAnsi" w:hAnsiTheme="majorHAnsi"/>
        </w:rPr>
      </w:pPr>
      <w:bookmarkStart w:id="65" w:name="_Ref194052187"/>
      <w:bookmarkStart w:id="66" w:name="_Hlk191559773"/>
      <w:r w:rsidRPr="00E72A13">
        <w:t xml:space="preserve">posiadają </w:t>
      </w:r>
      <w:r w:rsidR="007F6FB5" w:rsidRPr="00E72A13">
        <w:t>niezbędne zdolności techniczne lub zawodowe do zrealizowania Zakupu, w szczególności wiedzę i doświadczenie oraz dysponują potencjałem technicznym i osobami zdolnymi do realizacji Zakupu:</w:t>
      </w:r>
      <w:bookmarkEnd w:id="65"/>
      <w:r w:rsidR="007F6FB5" w:rsidRPr="00E72A13">
        <w:t xml:space="preserve"> </w:t>
      </w:r>
    </w:p>
    <w:p w14:paraId="2D5835FA" w14:textId="3F986D1E" w:rsidR="000F3D28" w:rsidRPr="009F4A02" w:rsidRDefault="009021E3" w:rsidP="006148A6">
      <w:pPr>
        <w:pStyle w:val="Styl3"/>
        <w:numPr>
          <w:ilvl w:val="0"/>
          <w:numId w:val="0"/>
        </w:numPr>
        <w:ind w:left="1418"/>
      </w:pPr>
      <w:r>
        <w:t>Posiadają status partnera handlowego Silver lub wyższy</w:t>
      </w:r>
      <w:r w:rsidR="008475C3">
        <w:t>.</w:t>
      </w:r>
    </w:p>
    <w:p w14:paraId="4C865D0A" w14:textId="2E0208CA" w:rsidR="007F6FB5" w:rsidRDefault="0008267F" w:rsidP="009F4A02">
      <w:pPr>
        <w:pStyle w:val="Styl3"/>
      </w:pPr>
      <w:r w:rsidRPr="00E454B8">
        <w:t xml:space="preserve">posiadają </w:t>
      </w:r>
      <w:r w:rsidR="007F6FB5" w:rsidRPr="00E454B8">
        <w:t>uprawnienia do prowadzenia określonej działalności gospodarczej lub zawodowej, jeżeli odrębne przepisy nakładają obowiązek posiadania takich uprawnień, tj.:</w:t>
      </w:r>
    </w:p>
    <w:p w14:paraId="5BE4B772" w14:textId="66219C46" w:rsidR="00E72A13" w:rsidRPr="00E454B8" w:rsidRDefault="00606D40" w:rsidP="007D3518">
      <w:pPr>
        <w:pStyle w:val="Styl2"/>
      </w:pPr>
      <w:r w:rsidRPr="009F4A02">
        <w:t>Zamawiający nie określa warunku w tym zakresie.</w:t>
      </w:r>
      <w:r w:rsidR="00625950">
        <w:t xml:space="preserve"> </w:t>
      </w:r>
    </w:p>
    <w:bookmarkEnd w:id="66"/>
    <w:p w14:paraId="0D9C5EEA" w14:textId="1466EB05" w:rsidR="007F6FB5" w:rsidRPr="00E454B8" w:rsidRDefault="0008267F" w:rsidP="009F4A02">
      <w:pPr>
        <w:pStyle w:val="Styl3"/>
      </w:pPr>
      <w:r w:rsidRPr="00E454B8">
        <w:t xml:space="preserve">znajdują </w:t>
      </w:r>
      <w:r w:rsidR="007F6FB5" w:rsidRPr="00E454B8">
        <w:t>się w sytuacji ekonomicznej lub finansowej zapewniającej wykonanie Zakupu.</w:t>
      </w:r>
    </w:p>
    <w:p w14:paraId="26373DDE" w14:textId="5E75505F" w:rsidR="007F6FB5" w:rsidRPr="00E454B8" w:rsidRDefault="007F6FB5" w:rsidP="003C1D13">
      <w:pPr>
        <w:pStyle w:val="Styl2"/>
      </w:pPr>
      <w:r w:rsidRPr="00E454B8">
        <w:t>Zamawiający nie określa warunku w tym zakresie</w:t>
      </w:r>
      <w:r w:rsidR="00E72A13">
        <w:t>.</w:t>
      </w:r>
    </w:p>
    <w:p w14:paraId="304D397A" w14:textId="0611A789" w:rsidR="007F6FB5" w:rsidRPr="007D1CA5" w:rsidRDefault="007F6FB5" w:rsidP="00681BDE">
      <w:pPr>
        <w:pStyle w:val="Nagwek2"/>
        <w:keepNext w:val="0"/>
        <w:keepLines w:val="0"/>
        <w:rPr>
          <w:b/>
          <w:bCs/>
        </w:rPr>
      </w:pPr>
      <w:r w:rsidRPr="007D1CA5">
        <w:rPr>
          <w:b/>
          <w:bCs/>
        </w:rPr>
        <w:t>Na potwierdzenie wymagań określonych w pkt 5.1. powyżej, Wykonawca zobowiązany jest złożyć wraz z Ofert</w:t>
      </w:r>
      <w:r w:rsidR="0089712F" w:rsidRPr="007D1CA5">
        <w:rPr>
          <w:b/>
          <w:bCs/>
        </w:rPr>
        <w:t>ą następujące dokumenty</w:t>
      </w:r>
      <w:r w:rsidRPr="007D1CA5">
        <w:rPr>
          <w:b/>
          <w:bCs/>
        </w:rPr>
        <w:t>:</w:t>
      </w:r>
    </w:p>
    <w:p w14:paraId="1DA2D045" w14:textId="0E621E6D"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w Postępowaniu oraz niepodleganiu wykluczeniu</w:t>
      </w:r>
      <w:r w:rsidR="009D7CA6">
        <w:t xml:space="preserve"> </w:t>
      </w:r>
      <w:r w:rsidRPr="008D13C2">
        <w:t>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7242A7DC" w14:textId="08FBCC75" w:rsidR="006148A6" w:rsidRDefault="007F6FB5" w:rsidP="006148A6">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00D96957">
        <w:t xml:space="preserve"> </w:t>
      </w:r>
      <w:r w:rsidR="00D96957" w:rsidRPr="008D13C2">
        <w:t xml:space="preserve">wg </w:t>
      </w:r>
      <w:r w:rsidR="00D96957">
        <w:rPr>
          <w:b/>
        </w:rPr>
        <w:t>Załącznika n</w:t>
      </w:r>
      <w:r w:rsidR="00D96957" w:rsidRPr="008D13C2">
        <w:rPr>
          <w:b/>
        </w:rPr>
        <w:t xml:space="preserve">r </w:t>
      </w:r>
      <w:r w:rsidR="00D36C26">
        <w:rPr>
          <w:b/>
        </w:rPr>
        <w:t>3</w:t>
      </w:r>
      <w:r w:rsidR="00D96957" w:rsidRPr="008D13C2">
        <w:rPr>
          <w:b/>
        </w:rPr>
        <w:t xml:space="preserve"> do SWZ</w:t>
      </w:r>
      <w:r w:rsidR="00D96957" w:rsidRPr="008D13C2">
        <w:t>;</w:t>
      </w:r>
    </w:p>
    <w:p w14:paraId="421C3D75" w14:textId="1D4A3F56" w:rsidR="00A5694C" w:rsidRPr="00A5694C" w:rsidRDefault="00A5694C" w:rsidP="00A5694C">
      <w:pPr>
        <w:pStyle w:val="Nagwek3"/>
        <w:keepNext w:val="0"/>
        <w:keepLines w:val="0"/>
        <w:rPr>
          <w:rFonts w:asciiTheme="minorHAnsi" w:hAnsiTheme="minorHAnsi"/>
          <w:szCs w:val="18"/>
        </w:rPr>
      </w:pPr>
      <w:r w:rsidRPr="00A5694C">
        <w:rPr>
          <w:rFonts w:asciiTheme="minorHAnsi" w:hAnsiTheme="minorHAnsi"/>
          <w:b/>
          <w:bCs/>
          <w:szCs w:val="18"/>
        </w:rPr>
        <w:t xml:space="preserve">Certyfikat partnera handlowego </w:t>
      </w:r>
      <w:r w:rsidRPr="00A5694C">
        <w:rPr>
          <w:rFonts w:asciiTheme="minorHAnsi" w:hAnsiTheme="minorHAnsi"/>
          <w:szCs w:val="18"/>
        </w:rPr>
        <w:t xml:space="preserve">w formie oryginału lub potwierdzony za zgodność, zgodnie z którym uprawniony jest do </w:t>
      </w:r>
      <w:r w:rsidR="009021E3" w:rsidRPr="009021E3">
        <w:rPr>
          <w:rFonts w:asciiTheme="minorHAnsi" w:hAnsiTheme="minorHAnsi"/>
          <w:szCs w:val="18"/>
        </w:rPr>
        <w:t>posiada status partnera handlowego Silver lub wyższy</w:t>
      </w:r>
      <w:r w:rsidRPr="00A5694C">
        <w:rPr>
          <w:rFonts w:asciiTheme="minorHAnsi" w:hAnsiTheme="minorHAnsi"/>
          <w:szCs w:val="18"/>
        </w:rPr>
        <w:t>, o których mowa w pkt 5.1.3.</w:t>
      </w:r>
      <w:r w:rsidR="006148A6">
        <w:rPr>
          <w:rFonts w:asciiTheme="minorHAnsi" w:hAnsiTheme="minorHAnsi"/>
          <w:szCs w:val="18"/>
        </w:rPr>
        <w:t>1</w:t>
      </w:r>
      <w:r w:rsidRPr="00A5694C">
        <w:rPr>
          <w:rFonts w:asciiTheme="minorHAnsi" w:hAnsiTheme="minorHAnsi"/>
          <w:szCs w:val="18"/>
        </w:rPr>
        <w:t xml:space="preserve"> SWZ</w:t>
      </w:r>
      <w:r w:rsidR="006148A6">
        <w:rPr>
          <w:rFonts w:asciiTheme="minorHAnsi" w:hAnsiTheme="minorHAnsi"/>
          <w:szCs w:val="18"/>
        </w:rPr>
        <w:t>;</w:t>
      </w:r>
    </w:p>
    <w:p w14:paraId="46AA1039" w14:textId="3F8887C5" w:rsidR="007F6FB5" w:rsidRPr="0089712F" w:rsidRDefault="0008267F" w:rsidP="00681BDE">
      <w:pPr>
        <w:pStyle w:val="Nagwek3"/>
        <w:keepNext w:val="0"/>
        <w:keepLines w:val="0"/>
      </w:pPr>
      <w:r>
        <w:rPr>
          <w:b/>
        </w:rPr>
        <w:t xml:space="preserve">Odpis </w:t>
      </w:r>
      <w:r w:rsidR="007F6FB5" w:rsidRPr="0089712F">
        <w:rPr>
          <w:b/>
        </w:rPr>
        <w:t>lub informację z Krajowego Rejestru Sądowego lub z Centralnej Ewidencji i</w:t>
      </w:r>
      <w:r w:rsidR="005546F4">
        <w:rPr>
          <w:b/>
        </w:rPr>
        <w:t> </w:t>
      </w:r>
      <w:r w:rsidR="007F6FB5" w:rsidRPr="0089712F">
        <w:rPr>
          <w:b/>
        </w:rPr>
        <w:t>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432CF340" w:rsidR="007F6FB5" w:rsidRDefault="007F6FB5" w:rsidP="003C1D13">
      <w:pPr>
        <w:pStyle w:val="Styl2"/>
      </w:pPr>
      <w:r>
        <w:t>Wykonawca nie jest zobowiązany do przedkładania ww. dokumentów, jeżeli wskaże</w:t>
      </w:r>
      <w:r w:rsidR="005546F4">
        <w:t xml:space="preserve"> </w:t>
      </w:r>
      <w:r>
        <w:t>w</w:t>
      </w:r>
      <w:r w:rsidR="005546F4">
        <w:t> </w:t>
      </w:r>
      <w:r>
        <w:t>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18634D0B" w14:textId="6F6FA364" w:rsidR="007F6FB5" w:rsidRPr="0089712F" w:rsidRDefault="0008267F" w:rsidP="00681BDE">
      <w:pPr>
        <w:pStyle w:val="Nagwek3"/>
        <w:keepNext w:val="0"/>
        <w:keepLines w:val="0"/>
      </w:pPr>
      <w:r>
        <w:rPr>
          <w:b/>
        </w:rPr>
        <w:t>O</w:t>
      </w:r>
      <w:r w:rsidR="007F6FB5" w:rsidRPr="0089712F">
        <w:rPr>
          <w:b/>
        </w:rPr>
        <w:t>świadczenie własne Wykonawcy potwierdzające, że nie zalega z opłacaniem podatków i opłat</w:t>
      </w:r>
      <w:r w:rsidR="007F6FB5" w:rsidRPr="0089712F">
        <w:t xml:space="preserve"> </w:t>
      </w:r>
    </w:p>
    <w:p w14:paraId="348F55D8" w14:textId="6DDAD59D" w:rsidR="007F6FB5" w:rsidRPr="00AF1B80" w:rsidRDefault="007F6FB5" w:rsidP="00E339AA">
      <w:pPr>
        <w:pStyle w:val="Styl2"/>
        <w:ind w:left="709"/>
      </w:pPr>
      <w:r w:rsidRPr="00AF1B80">
        <w:lastRenderedPageBreak/>
        <w:t xml:space="preserve">Uwaga! </w:t>
      </w:r>
    </w:p>
    <w:p w14:paraId="57BB35AA" w14:textId="2E7CB71E" w:rsidR="009A094E" w:rsidRPr="00EB2052" w:rsidRDefault="006A1917" w:rsidP="00E339AA">
      <w:pPr>
        <w:pStyle w:val="Styl2"/>
        <w:ind w:left="709"/>
      </w:pPr>
      <w:r>
        <w:t>W</w:t>
      </w:r>
      <w:r w:rsidR="007F6FB5" w:rsidRPr="00AF1B80">
        <w:t xml:space="preserve"> przypadku oceny jako najkorzystniejszej Oferty danego Wykonawcy, </w:t>
      </w:r>
      <w:r>
        <w:t xml:space="preserve">Zamawiający zastrzega sobie prawo </w:t>
      </w:r>
      <w:proofErr w:type="spellStart"/>
      <w:r>
        <w:t>dowezwania</w:t>
      </w:r>
      <w:proofErr w:type="spellEnd"/>
      <w:r>
        <w:t xml:space="preserve"> Wykonawcy do </w:t>
      </w:r>
      <w:proofErr w:type="spellStart"/>
      <w:r>
        <w:t>złożenia</w:t>
      </w:r>
      <w:r w:rsidR="007F6FB5" w:rsidRPr="00AF1B80">
        <w:t>zaświadczenia</w:t>
      </w:r>
      <w:proofErr w:type="spellEnd"/>
      <w:r w:rsidR="007F6FB5" w:rsidRPr="00AF1B80">
        <w:t xml:space="preserve"> właściwego naczelnika urzędu skarbowego wystawionego nie wcześniej niż 3 miesiące przed jego złożeniem, potwierdzającego, że Wykonawca nie zalega z opłacaniem</w:t>
      </w:r>
      <w:r w:rsidR="0008267F" w:rsidRPr="00AF1B80">
        <w:t xml:space="preserve"> podatków i</w:t>
      </w:r>
      <w:r w:rsidR="005546F4">
        <w:t> </w:t>
      </w:r>
      <w:r w:rsidR="0008267F" w:rsidRPr="00AF1B80">
        <w:t>opłat</w:t>
      </w:r>
      <w:r w:rsidR="000F3D28">
        <w:t>.</w:t>
      </w:r>
    </w:p>
    <w:p w14:paraId="2460C199" w14:textId="7C2E0EA6" w:rsidR="007F6FB5" w:rsidRPr="00A334F0" w:rsidRDefault="007F6FB5" w:rsidP="00E339AA">
      <w:pPr>
        <w:pStyle w:val="Nagwek2"/>
        <w:keepNext w:val="0"/>
        <w:keepLines w:val="0"/>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w:t>
      </w:r>
      <w:r w:rsidR="00402B1A">
        <w:t xml:space="preserve"> – jeśli dotyczy</w:t>
      </w:r>
      <w:r w:rsidRPr="00A334F0">
        <w:t>),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w:t>
      </w:r>
      <w:r w:rsidR="00402B1A">
        <w:t xml:space="preserve"> – jeśli dotyczy</w:t>
      </w:r>
      <w:r w:rsidRPr="00A334F0">
        <w:t>)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08F01811" w:rsidR="008576C2" w:rsidRPr="00FE1946" w:rsidRDefault="008576C2" w:rsidP="00394C86">
      <w:pPr>
        <w:pStyle w:val="Nagwek2"/>
        <w:keepNext w:val="0"/>
        <w:keepLines w:val="0"/>
        <w:rPr>
          <w:i/>
        </w:rPr>
      </w:pPr>
      <w:r w:rsidRPr="008576C2">
        <w:t>W celu potwierdzenia spełniania warunków udziału w Postępowaniu Wykonawca nie może polegać na zdolnościach technicznych lub zawodowych lub sytuacji finansowej lub ekonomicznej</w:t>
      </w:r>
      <w:r w:rsidR="00D96957">
        <w:t xml:space="preserve"> (jeśli dotyczy)</w:t>
      </w:r>
      <w:r w:rsidRPr="008576C2">
        <w:t xml:space="preserve"> podmiotów udostępniających zasoby</w:t>
      </w:r>
      <w:r w:rsidR="00394C86">
        <w:t xml:space="preserve">, </w:t>
      </w:r>
      <w:r w:rsidR="00394C86" w:rsidRPr="00394C86">
        <w:t>niezależnie od charakteru prawnego łączących go z nimi stosunków.</w:t>
      </w:r>
    </w:p>
    <w:p w14:paraId="1536D690" w14:textId="77777777" w:rsidR="008576C2" w:rsidRPr="003C0C3E" w:rsidRDefault="00AF2710" w:rsidP="00AB62FB">
      <w:pPr>
        <w:pStyle w:val="Nagwek1"/>
      </w:pPr>
      <w:r w:rsidRPr="003C0C3E">
        <w:t>WADIUM</w:t>
      </w:r>
    </w:p>
    <w:p w14:paraId="73D20676" w14:textId="14730AFE" w:rsidR="00AF2710" w:rsidRPr="003C0C3E" w:rsidRDefault="00AF2710" w:rsidP="00681BDE">
      <w:pPr>
        <w:pStyle w:val="Nagwek2"/>
        <w:keepNext w:val="0"/>
        <w:keepLines w:val="0"/>
        <w:rPr>
          <w:i/>
        </w:rPr>
      </w:pPr>
      <w:r w:rsidRPr="003C0C3E">
        <w:t xml:space="preserve">Zamawiający </w:t>
      </w:r>
      <w:r w:rsidRPr="003C0C3E">
        <w:rPr>
          <w:b/>
        </w:rPr>
        <w:t>nie</w:t>
      </w:r>
      <w:r w:rsidR="0008267F" w:rsidRPr="003C0C3E">
        <w:rPr>
          <w:b/>
        </w:rPr>
        <w:t xml:space="preserve"> </w:t>
      </w:r>
      <w:r w:rsidRPr="003C0C3E">
        <w:rPr>
          <w:b/>
        </w:rPr>
        <w:t>wymaga</w:t>
      </w:r>
      <w:r w:rsidRPr="003C0C3E">
        <w:t xml:space="preserve"> wniesienia wadium</w:t>
      </w:r>
      <w:r w:rsidR="00CE6DC9">
        <w:t>.</w:t>
      </w:r>
      <w:r w:rsidRPr="003C0C3E">
        <w:t xml:space="preserve"> </w:t>
      </w:r>
    </w:p>
    <w:p w14:paraId="17C45A67" w14:textId="67169B29" w:rsidR="00FA5175" w:rsidRDefault="00FA5175" w:rsidP="00AB62FB">
      <w:pPr>
        <w:pStyle w:val="Nagwek1"/>
      </w:pPr>
      <w:r w:rsidRPr="003C0C3E">
        <w:t>OPIS</w:t>
      </w:r>
      <w:r w:rsidRPr="00FA5175">
        <w:t xml:space="preserve"> SPOSOBU PRZYGOTOWANIA OFERTY </w:t>
      </w:r>
    </w:p>
    <w:p w14:paraId="62CCDF3B" w14:textId="5283B96A" w:rsidR="00FA5175" w:rsidRPr="00FA5175" w:rsidRDefault="00FA5175" w:rsidP="00681BDE">
      <w:pPr>
        <w:pStyle w:val="Nagwek2"/>
        <w:keepNext w:val="0"/>
        <w:keepLines w:val="0"/>
      </w:pPr>
      <w:r w:rsidRPr="00FA5175">
        <w:t>Wykonawca składa Ofertę w postaci elektronicznej za pośrednictwem Systemu Zakupowego,</w:t>
      </w:r>
      <w:r w:rsidR="009D7CA6">
        <w:t xml:space="preserve"> </w:t>
      </w:r>
      <w:r w:rsidR="005546F4" w:rsidRPr="00FA5175">
        <w:t>z</w:t>
      </w:r>
      <w:r w:rsidR="005546F4">
        <w:t> </w:t>
      </w:r>
      <w:r w:rsidRPr="00FA5175">
        <w:t>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226CF62F" w:rsidR="00FA5175" w:rsidRDefault="008D42A5" w:rsidP="00681BDE">
      <w:pPr>
        <w:pStyle w:val="Nagwek3"/>
        <w:keepNext w:val="0"/>
        <w:keepLines w:val="0"/>
      </w:pPr>
      <w:r>
        <w:lastRenderedPageBreak/>
        <w:t xml:space="preserve">Przez Ofertę </w:t>
      </w:r>
      <w:r w:rsidR="00FA5175" w:rsidRPr="00FA5175">
        <w:t>w postaci elektronicznej rozumie się dokument sporządzony zgodnie z</w:t>
      </w:r>
      <w:r w:rsidR="005546F4">
        <w:t> </w:t>
      </w:r>
      <w:r w:rsidR="00FA5175" w:rsidRPr="00FA5175">
        <w:t xml:space="preserve">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681BDE">
      <w:pPr>
        <w:pStyle w:val="Nagwek3"/>
        <w:keepNext w:val="0"/>
        <w:keepLines w:val="0"/>
      </w:pPr>
      <w:r>
        <w:t>Przez podpisany dokument Zamawiający rozumie:</w:t>
      </w:r>
    </w:p>
    <w:p w14:paraId="6475F3D9" w14:textId="794630AD" w:rsidR="00C77BA4" w:rsidRDefault="00C77BA4" w:rsidP="009F4A02">
      <w:pPr>
        <w:pStyle w:val="Styl3"/>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9F4A02">
      <w:pPr>
        <w:pStyle w:val="Styl3"/>
      </w:pPr>
      <w:r>
        <w:t>postać elektroniczną opatrzoną kwalifikowanym podpisem elektronicznym; [lub]</w:t>
      </w:r>
    </w:p>
    <w:p w14:paraId="7C0541B5" w14:textId="40198B9C" w:rsidR="00C77BA4" w:rsidRDefault="00C77BA4" w:rsidP="009F4A02">
      <w:pPr>
        <w:pStyle w:val="Styl3"/>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9F4A02">
      <w:pPr>
        <w:pStyle w:val="Styl3"/>
      </w:pPr>
      <w:r>
        <w:t>podpis cyfrowy oferowany w ramach funkcjonalności pakietu MS Office;</w:t>
      </w:r>
    </w:p>
    <w:p w14:paraId="615DF400" w14:textId="04D6E2F2" w:rsidR="00C77BA4" w:rsidRDefault="00C77BA4" w:rsidP="009F4A02">
      <w:pPr>
        <w:pStyle w:val="Styl3"/>
      </w:pPr>
      <w:r>
        <w:t>podpis zaufany</w:t>
      </w:r>
      <w:r w:rsidR="00AD5D1D">
        <w:t>;</w:t>
      </w:r>
    </w:p>
    <w:p w14:paraId="42CD180F" w14:textId="187A2051" w:rsidR="00AD5D1D" w:rsidRPr="00AD5D1D" w:rsidRDefault="00AD5D1D" w:rsidP="009F4A02">
      <w:pPr>
        <w:pStyle w:val="Styl3"/>
      </w:pPr>
      <w:r>
        <w:t>podpis osob</w:t>
      </w:r>
      <w:r w:rsidR="00D27440">
        <w:t>i</w:t>
      </w:r>
      <w:r>
        <w:t>sty.</w:t>
      </w:r>
    </w:p>
    <w:p w14:paraId="0ADFE155" w14:textId="62AFFEC3"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w:t>
      </w:r>
      <w:r w:rsidR="005546F4">
        <w:t> </w:t>
      </w:r>
      <w:r w:rsidRPr="00AD5D1D">
        <w:t>cenach, Zamawiający wezwie Wykonawcę do uzupełnienia for</w:t>
      </w:r>
      <w:r w:rsidR="005A4393">
        <w:t>mularza, o którym mowa w</w:t>
      </w:r>
      <w:r w:rsidR="005546F4">
        <w:t> </w:t>
      </w:r>
      <w:r w:rsidR="005A4393">
        <w:t>pkt 7.2.1</w:t>
      </w:r>
      <w:r w:rsidRPr="00AD5D1D">
        <w:t xml:space="preserve"> SWZ.</w:t>
      </w:r>
    </w:p>
    <w:p w14:paraId="6B11CE98" w14:textId="00580281" w:rsidR="005A4393" w:rsidRDefault="005A4393" w:rsidP="00681BDE">
      <w:pPr>
        <w:pStyle w:val="Nagwek2"/>
        <w:keepNext w:val="0"/>
        <w:keepLines w:val="0"/>
        <w:numPr>
          <w:ilvl w:val="0"/>
          <w:numId w:val="0"/>
        </w:numPr>
        <w:ind w:left="1021"/>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2D9D7A1A" w14:textId="53EBE97F" w:rsidR="00FA5175" w:rsidRDefault="00FA5175" w:rsidP="00681BDE">
      <w:pPr>
        <w:pStyle w:val="Nagwek3"/>
        <w:keepNext w:val="0"/>
        <w:keepLines w:val="0"/>
      </w:pPr>
      <w:r w:rsidRPr="00FA5175">
        <w:t>Dokumenty/oświadczenia/wykazy wymienione w pkt 5.2. SWZ.</w:t>
      </w:r>
    </w:p>
    <w:p w14:paraId="010D8283" w14:textId="22235494" w:rsidR="00E10611"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w:t>
      </w:r>
      <w:r w:rsidR="008475C3">
        <w:rPr>
          <w:rStyle w:val="Nagwek3Znak"/>
        </w:rPr>
        <w:t>5</w:t>
      </w:r>
      <w:r w:rsidR="008475C3" w:rsidRPr="005A4393">
        <w:rPr>
          <w:rStyle w:val="Nagwek3Znak"/>
        </w:rPr>
        <w:t xml:space="preserve"> </w:t>
      </w:r>
      <w:r w:rsidRPr="005A4393">
        <w:rPr>
          <w:rStyle w:val="Nagwek3Znak"/>
        </w:rPr>
        <w:t>SWZ. Pełnomocnictwo należy załączyć w oryginale – jeśli zostało wystawione w postaci elektronicznej - lub w formie skanu – jeśli zostało wystawione</w:t>
      </w:r>
      <w:r w:rsidRPr="00FA5175">
        <w:t xml:space="preserve"> w postaci papierowej.</w:t>
      </w:r>
    </w:p>
    <w:p w14:paraId="3722C31D" w14:textId="2364EC85" w:rsidR="00FA5175" w:rsidRPr="00D96838" w:rsidRDefault="00D96838" w:rsidP="00E339AA">
      <w:pPr>
        <w:pStyle w:val="Nagwek2"/>
        <w:keepNext w:val="0"/>
        <w:keepLines w:val="0"/>
        <w:rPr>
          <w:bCs/>
        </w:rPr>
      </w:pPr>
      <w:r w:rsidRPr="00D96838">
        <w:rPr>
          <w:bCs/>
        </w:rPr>
        <w:t xml:space="preserve">Składając </w:t>
      </w:r>
      <w:r w:rsidR="00FA5175" w:rsidRPr="00D96838">
        <w:rPr>
          <w:bCs/>
        </w:rPr>
        <w:t>Ofertę za pośrednictwem Systemu Zakupowego Wykonawca zobowiązany jest wypełnić w</w:t>
      </w:r>
      <w:r w:rsidR="005546F4" w:rsidRPr="00D96838">
        <w:rPr>
          <w:bCs/>
        </w:rPr>
        <w:t> </w:t>
      </w:r>
      <w:r w:rsidR="00FA5175" w:rsidRPr="00D96838">
        <w:rPr>
          <w:bCs/>
        </w:rPr>
        <w:t>Systemie Zakupowym formularz systemowy, w którym określi całkowitą wartość Zamówienia w PLN (netto i brutto).</w:t>
      </w:r>
    </w:p>
    <w:p w14:paraId="63B2FF30" w14:textId="79A51122"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185E60">
        <w:t>osoby wskazane w pkt. 10.4 SWZ</w:t>
      </w:r>
      <w:r w:rsidRPr="006F6663">
        <w:t>, zgodnie</w:t>
      </w:r>
      <w:r w:rsidRPr="00A3492D">
        <w:t xml:space="preserve"> z poniższymi wytycznymi:</w:t>
      </w:r>
    </w:p>
    <w:p w14:paraId="64F4CDE5" w14:textId="106883FD" w:rsidR="00A3492D" w:rsidRDefault="008D42A5" w:rsidP="00681BDE">
      <w:pPr>
        <w:pStyle w:val="Nagwek2"/>
        <w:keepNext w:val="0"/>
        <w:keepLines w:val="0"/>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lastRenderedPageBreak/>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0FDB6F43"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zgodnie z</w:t>
      </w:r>
      <w:r w:rsidR="005546F4">
        <w:t> </w:t>
      </w:r>
      <w:r w:rsidRPr="00A3492D">
        <w:t>postanowieniami opisanymi w instrukcji: „Szczegółowa instrukcja korzystania z</w:t>
      </w:r>
      <w:r w:rsidR="005546F4">
        <w:t> </w:t>
      </w:r>
      <w:r w:rsidRPr="00A3492D">
        <w:t xml:space="preserve">Systemu Zakupowego GK PGE dla Wykonawców. Wykonawca powinien również zamieścić wyjaśnienie powodów ich zastrzeżenia.  </w:t>
      </w:r>
    </w:p>
    <w:p w14:paraId="4CF388D5" w14:textId="77777777" w:rsidR="00C77BA4" w:rsidRPr="00C77BA4" w:rsidRDefault="00A3492D" w:rsidP="00681BDE">
      <w:pPr>
        <w:pStyle w:val="Nagwek2"/>
        <w:keepNext w:val="0"/>
        <w:keepLines w:val="0"/>
        <w:numPr>
          <w:ilvl w:val="0"/>
          <w:numId w:val="0"/>
        </w:numPr>
        <w:ind w:left="1021"/>
        <w:rPr>
          <w:b/>
        </w:rPr>
      </w:pPr>
      <w:r w:rsidRPr="00C77BA4">
        <w:rPr>
          <w:b/>
        </w:rPr>
        <w:t xml:space="preserve">Uwaga! </w:t>
      </w:r>
    </w:p>
    <w:p w14:paraId="21989848" w14:textId="7B78197C" w:rsidR="00A3492D" w:rsidRPr="00C77BA4" w:rsidRDefault="00A3492D" w:rsidP="00681BDE">
      <w:pPr>
        <w:pStyle w:val="Nagwek2"/>
        <w:keepNext w:val="0"/>
        <w:keepLines w:val="0"/>
        <w:numPr>
          <w:ilvl w:val="0"/>
          <w:numId w:val="0"/>
        </w:numPr>
        <w:ind w:left="1021"/>
        <w:rPr>
          <w:b/>
        </w:rPr>
      </w:pPr>
      <w:r w:rsidRPr="00C77BA4">
        <w:rPr>
          <w:b/>
        </w:rPr>
        <w:t>Wykonawca nie może zastrze</w:t>
      </w:r>
      <w:r w:rsidR="00402B1A">
        <w:rPr>
          <w:b/>
        </w:rPr>
        <w:t>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16022763" w:rsidR="00A3492D" w:rsidRPr="00A3492D" w:rsidRDefault="00A3492D" w:rsidP="00681BDE">
      <w:pPr>
        <w:pStyle w:val="Nagwek2"/>
        <w:keepNext w:val="0"/>
        <w:keepLines w:val="0"/>
      </w:pPr>
      <w:r w:rsidRPr="00A3492D">
        <w:t xml:space="preserve">Wycofanie Oferty odbywa się w sposób opisany w </w:t>
      </w:r>
      <w:r w:rsidR="00E769B5">
        <w:t>dokumencie</w:t>
      </w:r>
      <w:r w:rsidR="0008267F">
        <w:t xml:space="preserve"> - </w:t>
      </w:r>
      <w:r w:rsidRPr="00A3492D">
        <w:t>„Szczegółowa instrukcja korzystania z Systemu Zakupowego GK PGE dla Wykonawców.</w:t>
      </w:r>
    </w:p>
    <w:p w14:paraId="0FC884AC" w14:textId="77777777" w:rsidR="00A3492D" w:rsidRDefault="00A3492D" w:rsidP="00AB62FB">
      <w:pPr>
        <w:pStyle w:val="Nagwek1"/>
      </w:pPr>
      <w:r w:rsidRPr="00A3492D">
        <w:t>WYJAŚNIENIA I MODYFIKACJA SWZ</w:t>
      </w:r>
    </w:p>
    <w:p w14:paraId="1A9669EB" w14:textId="3A533272"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e, w</w:t>
      </w:r>
      <w:r w:rsidR="005546F4">
        <w:t> </w:t>
      </w:r>
      <w:r w:rsidR="0008267F">
        <w:t xml:space="preserve">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24C3222C"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w:t>
      </w:r>
      <w:r w:rsidR="005546F4">
        <w:rPr>
          <w:b/>
        </w:rPr>
        <w:t> </w:t>
      </w:r>
      <w:r w:rsidRPr="00836E90">
        <w:rPr>
          <w:b/>
        </w:rPr>
        <w:t>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6D02B4E5" w:rsidR="00A3492D" w:rsidRPr="00A3492D" w:rsidRDefault="00A3492D" w:rsidP="00681BDE">
      <w:pPr>
        <w:pStyle w:val="Nagwek2"/>
        <w:keepNext w:val="0"/>
        <w:keepLines w:val="0"/>
      </w:pPr>
      <w:r w:rsidRPr="00A3492D">
        <w:t>Wnioski, zawiadomienia oraz informacje Zamawiający i Wykonawcy przekazują za pośrednictwem Systemu Zakupowego. Ewentualną korespondencję kierowaną do Zamawiającego drogą elektroniczną należy przesyłać na adres/-y osób wymienionych w</w:t>
      </w:r>
      <w:r w:rsidR="005546F4">
        <w:t> </w:t>
      </w:r>
      <w:r w:rsidRPr="00A3492D">
        <w:t xml:space="preserve">punkcie 10 SWZ. </w:t>
      </w:r>
    </w:p>
    <w:p w14:paraId="58AEA674" w14:textId="5EC3C9FF" w:rsidR="00A3492D" w:rsidRPr="00A3492D" w:rsidRDefault="00A3492D" w:rsidP="00681BDE">
      <w:pPr>
        <w:pStyle w:val="Nagwek2"/>
        <w:keepNext w:val="0"/>
        <w:keepLines w:val="0"/>
      </w:pPr>
      <w:r w:rsidRPr="00A3492D">
        <w:t>Zamawiający może dokonywać w toku Postępowania modyfikacji treści SWZ. Informację o</w:t>
      </w:r>
      <w:r w:rsidR="005546F4">
        <w:t> </w:t>
      </w:r>
      <w:r w:rsidRPr="00A3492D">
        <w:t>zmianie Zamawiający przekaże Wykonawcom za pośrednictwem Systemu Zakupowego i</w:t>
      </w:r>
      <w:r w:rsidR="005546F4">
        <w:t> </w:t>
      </w:r>
      <w:r w:rsidRPr="00A3492D">
        <w:t>będzie ona dla Wykonawców wiążąca.</w:t>
      </w:r>
    </w:p>
    <w:p w14:paraId="3F34A09C" w14:textId="598BCD2E" w:rsidR="00A3492D" w:rsidRDefault="00A3492D" w:rsidP="00AB62FB">
      <w:pPr>
        <w:pStyle w:val="Nagwek1"/>
      </w:pPr>
      <w:r w:rsidRPr="00A3492D">
        <w:t>OPIS SPOSOBU OBLICZANIA CENY</w:t>
      </w:r>
      <w:r w:rsidR="007B7774">
        <w:t xml:space="preserve"> </w:t>
      </w:r>
    </w:p>
    <w:p w14:paraId="61024CCC" w14:textId="1902EC3A" w:rsidR="00A3492D" w:rsidRPr="00A3492D" w:rsidRDefault="00AB62FB" w:rsidP="00681BDE">
      <w:pPr>
        <w:pStyle w:val="Nagwek2"/>
        <w:keepNext w:val="0"/>
        <w:keepLines w:val="0"/>
      </w:pPr>
      <w:r w:rsidRPr="00A3492D">
        <w:t>Cena Oferty</w:t>
      </w:r>
      <w:r>
        <w:t xml:space="preserve"> </w:t>
      </w:r>
      <w:r w:rsidRPr="00A3492D">
        <w:t xml:space="preserve">musi być podana w polskich złotych. </w:t>
      </w:r>
      <w:r w:rsidR="00A3492D" w:rsidRPr="00A3492D">
        <w:t>Całość rozliczeń między Zamawiającym,</w:t>
      </w:r>
      <w:r w:rsidR="009A3CEE">
        <w:t xml:space="preserve"> </w:t>
      </w:r>
      <w:r w:rsidR="00A3492D" w:rsidRPr="00A3492D">
        <w:t>a</w:t>
      </w:r>
      <w:r w:rsidR="00F7169E">
        <w:t> </w:t>
      </w:r>
      <w:r w:rsidR="00A3492D" w:rsidRPr="00A3492D">
        <w:t xml:space="preserve">Wykonawcą będzie prowadzona w złotych polskich. </w:t>
      </w:r>
    </w:p>
    <w:p w14:paraId="3C02A8BD" w14:textId="202D3C92" w:rsidR="00AB62FB" w:rsidRPr="00A3492D" w:rsidRDefault="00AB62FB" w:rsidP="00AB62FB">
      <w:pPr>
        <w:pStyle w:val="Nagwek2"/>
        <w:keepNext w:val="0"/>
        <w:keepLines w:val="0"/>
      </w:pPr>
      <w:r w:rsidRPr="00A3492D">
        <w:t>Cena Oferty</w:t>
      </w:r>
      <w:r>
        <w:t xml:space="preserve"> </w:t>
      </w:r>
      <w:r w:rsidRPr="00A3492D">
        <w:t>uwzględnia wszelkiego rodzaju opłaty oraz podatki oraz wszystkie koszty związan</w:t>
      </w:r>
      <w:r>
        <w:t xml:space="preserve">e </w:t>
      </w:r>
      <w:r w:rsidRPr="00A3492D">
        <w:t>z</w:t>
      </w:r>
      <w:r w:rsidR="00F7169E">
        <w:t> </w:t>
      </w:r>
      <w:r w:rsidRPr="00A3492D">
        <w:t>realizacją Zamówienia, transport, ewentualne upusty i rabaty oraz pozostałe składniki cenotwórcze.</w:t>
      </w:r>
    </w:p>
    <w:p w14:paraId="4D103AB8" w14:textId="48DF0534" w:rsidR="00AB62FB" w:rsidRPr="008D13C2" w:rsidRDefault="00AB62FB" w:rsidP="00AB62FB">
      <w:pPr>
        <w:pStyle w:val="Nagwek2"/>
        <w:keepNext w:val="0"/>
        <w:keepLines w:val="0"/>
      </w:pPr>
      <w:r w:rsidRPr="00A3492D">
        <w:t xml:space="preserve">Wykonawca określi cenę za realizację </w:t>
      </w:r>
      <w:r w:rsidRPr="008D13C2">
        <w:t>przedmiotu Zamówienia</w:t>
      </w:r>
      <w:r>
        <w:t xml:space="preserve"> </w:t>
      </w:r>
      <w:r w:rsidRPr="008D13C2">
        <w:t xml:space="preserve">poprzez wskazanie, z dokładnością do dwóch miejsc po przecinku, całkowitej ceny netto i brutto za realizację przedmiotu Zamówienia w </w:t>
      </w:r>
      <w:r w:rsidRPr="008D13C2">
        <w:lastRenderedPageBreak/>
        <w:t xml:space="preserve">Formularzu Oferty, stanowiącym </w:t>
      </w:r>
      <w:r w:rsidRPr="008D13C2">
        <w:rPr>
          <w:b/>
        </w:rPr>
        <w:t>Załącznik nr 2 do SWZ</w:t>
      </w:r>
      <w:r w:rsidRPr="008D13C2">
        <w:t xml:space="preserve"> oraz w ustrukturyzowanym formularzu ofertowym Systemu Zakupowego.</w:t>
      </w:r>
    </w:p>
    <w:p w14:paraId="02A97971" w14:textId="795B8556" w:rsidR="00AB62FB" w:rsidRPr="008D13C2" w:rsidRDefault="00AB62FB" w:rsidP="00AB62FB">
      <w:pPr>
        <w:pStyle w:val="Nagwek2"/>
        <w:keepNext w:val="0"/>
        <w:keepLines w:val="0"/>
      </w:pPr>
      <w:r w:rsidRPr="008D13C2">
        <w:t>Całkowita cena netto i brutto podana przez Wykonawcę w ustrukturyzowanym formularzu ofertowym Systemu Zakupowym musi być zgodna z całkowitą ceną netto podaną w Formularzu Oferty</w:t>
      </w:r>
      <w:r>
        <w:t>, stanowiącym</w:t>
      </w:r>
      <w:r w:rsidRPr="008D13C2">
        <w:t xml:space="preserve"> </w:t>
      </w:r>
      <w:r w:rsidRPr="008D13C2">
        <w:rPr>
          <w:b/>
        </w:rPr>
        <w:t>Załącznik nr 2 do SWZ</w:t>
      </w:r>
      <w:r w:rsidRPr="008D13C2">
        <w:t>. W przypadku rozbieżności pomiędzy cenami podanymi</w:t>
      </w:r>
      <w:r w:rsidR="00691BAF">
        <w:t xml:space="preserve"> </w:t>
      </w:r>
      <w:r w:rsidRPr="008D13C2">
        <w:t>w ustrukturyzowanym formularzu Systemu Zakupowego, a Formularzu Oferty, wiążące są ceny podane w Formularzu Oferty</w:t>
      </w:r>
      <w:r>
        <w:t xml:space="preserve"> sporządzonego</w:t>
      </w:r>
      <w:r w:rsidRPr="008D13C2">
        <w:t xml:space="preserve"> wg</w:t>
      </w:r>
      <w:r w:rsidRPr="008D13C2">
        <w:rPr>
          <w:b/>
        </w:rPr>
        <w:t xml:space="preserve"> Załącznika nr 2 do SWZ</w:t>
      </w:r>
      <w:r w:rsidRPr="008D13C2">
        <w:t>.</w:t>
      </w:r>
    </w:p>
    <w:p w14:paraId="3AA49A4D" w14:textId="77777777" w:rsidR="00AB62FB" w:rsidRPr="00A3492D" w:rsidRDefault="00AB62FB" w:rsidP="00AB62FB">
      <w:pPr>
        <w:pStyle w:val="Nagwek2"/>
        <w:keepNext w:val="0"/>
        <w:keepLines w:val="0"/>
      </w:pPr>
      <w:r>
        <w:t>Do porównania O</w:t>
      </w:r>
      <w:r w:rsidRPr="00A3492D">
        <w:t>fert brana będzie pod uwagę całkowita c</w:t>
      </w:r>
      <w:r>
        <w:t>ena netto</w:t>
      </w:r>
      <w:r w:rsidRPr="00A3492D">
        <w:t xml:space="preserve"> za wykonanie przedmiotu Zamówienia.</w:t>
      </w:r>
    </w:p>
    <w:p w14:paraId="6DF50059" w14:textId="77777777" w:rsidR="00A3492D" w:rsidRDefault="00A3492D" w:rsidP="00AB62FB">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681BDE">
      <w:pPr>
        <w:pStyle w:val="Nagwek2"/>
        <w:keepNext w:val="0"/>
        <w:keepLines w:val="0"/>
      </w:pPr>
      <w:r w:rsidRPr="00A3492D">
        <w:t>za pośrednictwem Systemu Zakupowego (</w:t>
      </w:r>
      <w:r w:rsidRPr="00D53C50">
        <w:rPr>
          <w:color w:val="36A9E1" w:themeColor="accent5"/>
        </w:rPr>
        <w:t>https://swpp2.gkpge.pl</w:t>
      </w:r>
      <w:r w:rsidRPr="00A3492D">
        <w:t>) lub</w:t>
      </w:r>
    </w:p>
    <w:p w14:paraId="60F41B74" w14:textId="72FB1A18" w:rsidR="00A3492D" w:rsidRPr="00A3492D" w:rsidRDefault="00A3492D" w:rsidP="00681BDE">
      <w:pPr>
        <w:pStyle w:val="Nagwek2"/>
        <w:keepNext w:val="0"/>
        <w:keepLines w:val="0"/>
      </w:pPr>
      <w:r w:rsidRPr="00A3492D">
        <w:t>drogą elektron</w:t>
      </w:r>
      <w:r w:rsidR="006D2036">
        <w:t xml:space="preserve">iczną: na adres wskazany w pkt </w:t>
      </w:r>
      <w:r w:rsidRPr="00A3492D">
        <w:t>10.</w:t>
      </w:r>
      <w:r w:rsidR="001E67C4">
        <w:t>4</w:t>
      </w:r>
      <w:r w:rsidRPr="00A3492D">
        <w:t>.</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71599064" w14:textId="2980F410" w:rsidR="00A3492D" w:rsidRPr="00A3492D" w:rsidRDefault="009D7CA6" w:rsidP="00681BDE">
      <w:pPr>
        <w:pStyle w:val="Nagwek2"/>
        <w:keepNext w:val="0"/>
        <w:keepLines w:val="0"/>
        <w:numPr>
          <w:ilvl w:val="0"/>
          <w:numId w:val="0"/>
        </w:numPr>
        <w:ind w:left="1021"/>
      </w:pPr>
      <w:r>
        <w:rPr>
          <w:b/>
          <w:bCs/>
        </w:rPr>
        <w:t>Agnieszka Papież</w:t>
      </w:r>
      <w:r w:rsidR="00A3492D" w:rsidRPr="007F7D40">
        <w:t xml:space="preserve">, Departament Zakupów PGE </w:t>
      </w:r>
      <w:r w:rsidR="00524D2D">
        <w:t>Polska Grupa Energetyczna S.A.</w:t>
      </w:r>
      <w:r w:rsidR="00A3492D" w:rsidRPr="007F7D40">
        <w:t xml:space="preserve">, tel.  </w:t>
      </w:r>
      <w:r w:rsidR="00524D2D">
        <w:t>+48 887 </w:t>
      </w:r>
      <w:r>
        <w:t>559</w:t>
      </w:r>
      <w:r w:rsidR="00524D2D">
        <w:t xml:space="preserve"> </w:t>
      </w:r>
      <w:r>
        <w:t>923</w:t>
      </w:r>
      <w:r w:rsidR="00A3492D" w:rsidRPr="007F7D40">
        <w:t xml:space="preserve">; e-mail:  </w:t>
      </w:r>
      <w:hyperlink r:id="rId18" w:history="1">
        <w:r w:rsidRPr="00B156FD">
          <w:rPr>
            <w:rStyle w:val="Hipercze"/>
            <w:rFonts w:ascii="Verdana" w:hAnsi="Verdana"/>
            <w:sz w:val="18"/>
          </w:rPr>
          <w:t>agnieszka.papiez@gkpge.pl</w:t>
        </w:r>
      </w:hyperlink>
      <w:r>
        <w:t>.</w:t>
      </w:r>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7EB2A03A"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524D2D" w:rsidRPr="00524D2D">
        <w:rPr>
          <w:b/>
        </w:rPr>
        <w:t>POST/PGE/SYS/DZ/00</w:t>
      </w:r>
      <w:r w:rsidR="0007180B">
        <w:rPr>
          <w:b/>
        </w:rPr>
        <w:t>379</w:t>
      </w:r>
      <w:r w:rsidR="00524D2D" w:rsidRPr="00524D2D">
        <w:rPr>
          <w:b/>
        </w:rPr>
        <w:t>/202</w:t>
      </w:r>
      <w:r w:rsidR="009D7CA6">
        <w:rPr>
          <w:b/>
        </w:rPr>
        <w:t>5</w:t>
      </w:r>
      <w:r w:rsidR="00625950">
        <w:rPr>
          <w:b/>
        </w:rPr>
        <w:t>.</w:t>
      </w:r>
    </w:p>
    <w:p w14:paraId="7D0A0CE4" w14:textId="1BD036D4" w:rsidR="004119DA" w:rsidRPr="006454D6" w:rsidRDefault="004119DA" w:rsidP="00AB62FB">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9"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0CBC424E" w:rsidR="004119DA" w:rsidRPr="007D3518"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F7885">
        <w:br/>
      </w:r>
      <w:r w:rsidR="009021E3">
        <w:rPr>
          <w:b/>
          <w:bCs/>
          <w:u w:val="single"/>
        </w:rPr>
        <w:t>02</w:t>
      </w:r>
      <w:r w:rsidR="00524D2D" w:rsidRPr="008475C3">
        <w:rPr>
          <w:b/>
          <w:bCs/>
          <w:u w:val="single"/>
        </w:rPr>
        <w:t>.</w:t>
      </w:r>
      <w:r w:rsidR="0007180B">
        <w:rPr>
          <w:b/>
          <w:bCs/>
          <w:u w:val="single"/>
        </w:rPr>
        <w:t>0</w:t>
      </w:r>
      <w:r w:rsidR="009021E3">
        <w:rPr>
          <w:b/>
          <w:bCs/>
          <w:u w:val="single"/>
        </w:rPr>
        <w:t>2</w:t>
      </w:r>
      <w:r w:rsidR="00524D2D" w:rsidRPr="008475C3">
        <w:rPr>
          <w:b/>
          <w:bCs/>
          <w:u w:val="single"/>
        </w:rPr>
        <w:t>.</w:t>
      </w:r>
      <w:r w:rsidRPr="008475C3">
        <w:rPr>
          <w:b/>
          <w:bCs/>
          <w:u w:val="single"/>
        </w:rPr>
        <w:t>202</w:t>
      </w:r>
      <w:r w:rsidR="0007180B">
        <w:rPr>
          <w:b/>
          <w:bCs/>
          <w:u w:val="single"/>
        </w:rPr>
        <w:t>6</w:t>
      </w:r>
      <w:r w:rsidRPr="008475C3">
        <w:rPr>
          <w:b/>
          <w:bCs/>
          <w:u w:val="single"/>
        </w:rPr>
        <w:t xml:space="preserve"> r. do</w:t>
      </w:r>
      <w:r w:rsidR="00836E90" w:rsidRPr="007D3518">
        <w:rPr>
          <w:b/>
          <w:bCs/>
          <w:u w:val="single"/>
        </w:rPr>
        <w:t xml:space="preserve"> godz</w:t>
      </w:r>
      <w:r w:rsidRPr="007D3518">
        <w:rPr>
          <w:b/>
          <w:bCs/>
          <w:u w:val="single"/>
        </w:rPr>
        <w:t xml:space="preserve">. </w:t>
      </w:r>
      <w:r w:rsidR="00524D2D" w:rsidRPr="007D3518">
        <w:rPr>
          <w:b/>
          <w:bCs/>
          <w:u w:val="single"/>
        </w:rPr>
        <w:t>1</w:t>
      </w:r>
      <w:r w:rsidR="00676698">
        <w:rPr>
          <w:b/>
          <w:bCs/>
          <w:u w:val="single"/>
        </w:rPr>
        <w:t>0</w:t>
      </w:r>
      <w:r w:rsidRPr="007D3518">
        <w:rPr>
          <w:b/>
          <w:bCs/>
          <w:u w:val="single"/>
        </w:rPr>
        <w:t>:</w:t>
      </w:r>
      <w:r w:rsidR="00524D2D" w:rsidRPr="007D3518">
        <w:rPr>
          <w:b/>
          <w:bCs/>
          <w:u w:val="single"/>
        </w:rPr>
        <w:t>00</w:t>
      </w:r>
      <w:r w:rsidR="007D3518">
        <w:rPr>
          <w:b/>
          <w:bCs/>
          <w:u w:val="single"/>
        </w:rPr>
        <w:t>.</w:t>
      </w:r>
      <w:r w:rsidRPr="007D3518">
        <w:t xml:space="preserve"> </w:t>
      </w:r>
    </w:p>
    <w:p w14:paraId="513BC389" w14:textId="23174DFE"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w:t>
      </w:r>
      <w:r w:rsidR="009D7CA6">
        <w:t xml:space="preserve"> </w:t>
      </w:r>
      <w:r w:rsidRPr="004119DA">
        <w:t>w</w:t>
      </w:r>
      <w:r w:rsidR="00BC16F5">
        <w:t> </w:t>
      </w:r>
      <w:r w:rsidRPr="004119DA">
        <w:t xml:space="preserve">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5017C4BA" w:rsidR="004119DA" w:rsidRPr="004119DA" w:rsidRDefault="004119DA" w:rsidP="00681BDE">
      <w:pPr>
        <w:pStyle w:val="Nagwek2"/>
        <w:keepNext w:val="0"/>
        <w:keepLines w:val="0"/>
        <w:numPr>
          <w:ilvl w:val="0"/>
          <w:numId w:val="0"/>
        </w:numPr>
        <w:ind w:left="1021"/>
      </w:pPr>
      <w:r w:rsidRPr="004119DA">
        <w:t>Za</w:t>
      </w:r>
      <w:r w:rsidR="002D3BE8">
        <w:t xml:space="preserve"> termin złożenia Oferty</w:t>
      </w:r>
      <w:r w:rsidRPr="004119DA">
        <w:t xml:space="preserve"> przyjmuje się datę i godzinę wpływu Oferty na serwer, a nie datę</w:t>
      </w:r>
      <w:r w:rsidR="00C91BCA">
        <w:t xml:space="preserve"> </w:t>
      </w:r>
      <w:r w:rsidRPr="004119DA">
        <w:t xml:space="preserve">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w:t>
      </w:r>
      <w:r w:rsidR="00BC16F5">
        <w:t> </w:t>
      </w:r>
      <w:r w:rsidRPr="004119DA">
        <w:t>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AB62FB">
      <w:pPr>
        <w:pStyle w:val="Nagwek1"/>
      </w:pPr>
      <w:r w:rsidRPr="00A3492D">
        <w:t xml:space="preserve">TERMIN ZWIĄZANIA OFERTĄ </w:t>
      </w:r>
    </w:p>
    <w:p w14:paraId="11F4DC22" w14:textId="75EC52F5" w:rsidR="00A3492D" w:rsidRPr="00A3492D" w:rsidRDefault="00A3492D" w:rsidP="00681BDE">
      <w:pPr>
        <w:pStyle w:val="Nagwek2"/>
        <w:keepNext w:val="0"/>
        <w:keepLines w:val="0"/>
      </w:pPr>
      <w:r w:rsidRPr="00A3492D">
        <w:t>Termin związania O</w:t>
      </w:r>
      <w:r w:rsidR="00371056">
        <w:t xml:space="preserve">fertą wynosi </w:t>
      </w:r>
      <w:r w:rsidR="00371056" w:rsidRPr="00A06FDF">
        <w:rPr>
          <w:b/>
          <w:bCs/>
        </w:rPr>
        <w:t>90 dni</w:t>
      </w:r>
      <w:r w:rsidRPr="00A3492D">
        <w:t xml:space="preserve"> licząc od daty</w:t>
      </w:r>
      <w:r w:rsidR="002D3BE8">
        <w:t xml:space="preserve"> upływu terminu składania Ofert</w:t>
      </w:r>
      <w:r w:rsidRPr="00A3492D">
        <w:t>.</w:t>
      </w:r>
    </w:p>
    <w:p w14:paraId="79ADD07A" w14:textId="3AE305A6" w:rsidR="00A3492D" w:rsidRPr="00A3492D" w:rsidRDefault="00A3492D" w:rsidP="00681BDE">
      <w:pPr>
        <w:pStyle w:val="Nagwek2"/>
        <w:keepNext w:val="0"/>
        <w:keepLines w:val="0"/>
      </w:pPr>
      <w:r w:rsidRPr="00A3492D">
        <w:lastRenderedPageBreak/>
        <w:t>Zamawiając przed upływem terminu</w:t>
      </w:r>
      <w:r w:rsidR="002F0B34">
        <w:t xml:space="preserve"> związania Ofertą może zwrócić </w:t>
      </w:r>
      <w:r w:rsidRPr="00A3492D">
        <w:t>się do Wykonawców o</w:t>
      </w:r>
      <w:r w:rsidR="00BC16F5">
        <w:t> </w:t>
      </w:r>
      <w:r w:rsidRPr="00A3492D">
        <w:t>wyrażenie zgody na przedłużenie terminu związania Ofertą o wskazany przez niego okres.</w:t>
      </w:r>
    </w:p>
    <w:p w14:paraId="1C23C724" w14:textId="772E41B2"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w:t>
      </w:r>
      <w:r w:rsidR="00F7169E">
        <w:t> </w:t>
      </w:r>
      <w:r w:rsidR="00A3492D" w:rsidRPr="00A3492D">
        <w:t>któ</w:t>
      </w:r>
      <w:r w:rsidR="00C91BCA">
        <w:t xml:space="preserve">rym </w:t>
      </w:r>
      <w:r w:rsidR="00A3492D" w:rsidRPr="00A3492D">
        <w:t>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AB62FB">
      <w:pPr>
        <w:pStyle w:val="Nagwek1"/>
      </w:pPr>
      <w:r w:rsidRPr="004119DA">
        <w:t xml:space="preserve">INFORMACJE DOTYCZĄCE KRYTERIÓW OCENY OFERT </w:t>
      </w:r>
    </w:p>
    <w:p w14:paraId="6AFF20B1" w14:textId="1C7F6099" w:rsidR="004119DA" w:rsidRDefault="004119DA" w:rsidP="00681BDE">
      <w:pPr>
        <w:pStyle w:val="Nagwek2"/>
        <w:keepNext w:val="0"/>
        <w:keepLines w:val="0"/>
      </w:pPr>
      <w:r w:rsidRPr="004119DA">
        <w:t xml:space="preserve">Oferta będzie oceniana według kryterium: </w:t>
      </w:r>
    </w:p>
    <w:p w14:paraId="58960622" w14:textId="6CC50E01" w:rsidR="004119DA" w:rsidRDefault="004119DA" w:rsidP="00681BDE">
      <w:pPr>
        <w:pStyle w:val="Nagwek2"/>
        <w:keepNext w:val="0"/>
        <w:keepLines w:val="0"/>
        <w:numPr>
          <w:ilvl w:val="0"/>
          <w:numId w:val="0"/>
        </w:numPr>
        <w:ind w:left="1021"/>
      </w:pPr>
      <w:r>
        <w:t>„</w:t>
      </w:r>
      <w:r w:rsidR="00C91BCA">
        <w:t>Cena</w:t>
      </w:r>
      <w:r w:rsidR="00625950">
        <w:t xml:space="preserve"> netto</w:t>
      </w:r>
      <w:r>
        <w:t xml:space="preserve">” – waga 100% to jest 100 pkt </w:t>
      </w:r>
    </w:p>
    <w:p w14:paraId="58E885CF" w14:textId="77777777" w:rsidR="004119DA" w:rsidRPr="00371056" w:rsidRDefault="004119DA" w:rsidP="00681BDE">
      <w:pPr>
        <w:rPr>
          <w:highlight w:val="green"/>
        </w:rPr>
      </w:pPr>
    </w:p>
    <w:p w14:paraId="6B624637" w14:textId="1DCED29D" w:rsidR="004119DA" w:rsidRPr="00997B7E" w:rsidRDefault="00C91BCA" w:rsidP="008B688E">
      <w:pPr>
        <w:jc w:val="center"/>
        <w:rPr>
          <w:vertAlign w:val="subscript"/>
        </w:rPr>
      </w:pPr>
      <w:proofErr w:type="spellStart"/>
      <w:r>
        <w:t>C</w:t>
      </w:r>
      <w:r w:rsidR="00A15D5D" w:rsidRPr="00997B7E">
        <w:rPr>
          <w:vertAlign w:val="subscript"/>
        </w:rPr>
        <w:t>min</w:t>
      </w:r>
      <w:proofErr w:type="spellEnd"/>
    </w:p>
    <w:p w14:paraId="04118F95" w14:textId="77777777" w:rsidR="00625950" w:rsidRPr="00625950" w:rsidRDefault="00625950" w:rsidP="00625950">
      <w:pPr>
        <w:jc w:val="center"/>
      </w:pPr>
      <w:r w:rsidRPr="00625950">
        <w:t>C = ---------------------- x 100 pkt</w:t>
      </w:r>
    </w:p>
    <w:p w14:paraId="30BDF19D" w14:textId="77777777" w:rsidR="00625950" w:rsidRPr="00625950" w:rsidRDefault="00625950" w:rsidP="00625950">
      <w:pPr>
        <w:jc w:val="center"/>
      </w:pPr>
      <w:r w:rsidRPr="00625950">
        <w:t>C</w:t>
      </w:r>
      <w:r w:rsidRPr="00625950">
        <w:rPr>
          <w:vertAlign w:val="subscript"/>
        </w:rPr>
        <w:t>o</w:t>
      </w:r>
    </w:p>
    <w:p w14:paraId="01EAED81" w14:textId="77777777" w:rsidR="00625950" w:rsidRPr="00625950" w:rsidRDefault="00625950" w:rsidP="00625950">
      <w:pPr>
        <w:jc w:val="center"/>
      </w:pPr>
    </w:p>
    <w:p w14:paraId="2CA61CB2" w14:textId="77777777" w:rsidR="00625950" w:rsidRPr="00625950" w:rsidRDefault="00625950" w:rsidP="00625950">
      <w:pPr>
        <w:spacing w:before="40" w:after="240"/>
        <w:ind w:left="1021"/>
        <w:jc w:val="both"/>
        <w:outlineLvl w:val="1"/>
        <w:rPr>
          <w:rFonts w:eastAsiaTheme="majorEastAsia" w:cstheme="majorBidi"/>
          <w:color w:val="000000" w:themeColor="text1"/>
          <w:szCs w:val="26"/>
        </w:rPr>
      </w:pPr>
      <w:r w:rsidRPr="00625950">
        <w:rPr>
          <w:rFonts w:eastAsiaTheme="majorEastAsia" w:cstheme="majorBidi"/>
          <w:b/>
          <w:color w:val="000000" w:themeColor="text1"/>
          <w:szCs w:val="26"/>
        </w:rPr>
        <w:t>C</w:t>
      </w:r>
      <w:r w:rsidRPr="00625950">
        <w:rPr>
          <w:rFonts w:eastAsiaTheme="majorEastAsia" w:cstheme="majorBidi"/>
          <w:color w:val="000000" w:themeColor="text1"/>
          <w:szCs w:val="26"/>
        </w:rPr>
        <w:t xml:space="preserve"> – liczba punktów przyznana Ofercie ocenianej w kryterium „Cena netto”</w:t>
      </w:r>
    </w:p>
    <w:p w14:paraId="7BA7A04B" w14:textId="77777777" w:rsidR="00625950" w:rsidRPr="00625950" w:rsidRDefault="00625950" w:rsidP="00625950">
      <w:pPr>
        <w:spacing w:before="40" w:after="240"/>
        <w:ind w:left="1021"/>
        <w:jc w:val="both"/>
        <w:outlineLvl w:val="1"/>
        <w:rPr>
          <w:rFonts w:eastAsiaTheme="majorEastAsia" w:cstheme="majorBidi"/>
          <w:color w:val="000000" w:themeColor="text1"/>
          <w:szCs w:val="26"/>
        </w:rPr>
      </w:pPr>
      <w:proofErr w:type="spellStart"/>
      <w:r w:rsidRPr="00625950">
        <w:rPr>
          <w:rFonts w:eastAsiaTheme="majorEastAsia" w:cstheme="majorBidi"/>
          <w:b/>
          <w:color w:val="000000" w:themeColor="text1"/>
          <w:szCs w:val="26"/>
        </w:rPr>
        <w:t>C</w:t>
      </w:r>
      <w:r w:rsidRPr="00625950">
        <w:rPr>
          <w:rFonts w:eastAsiaTheme="majorEastAsia" w:cstheme="majorBidi"/>
          <w:b/>
          <w:color w:val="000000" w:themeColor="text1"/>
          <w:szCs w:val="26"/>
          <w:vertAlign w:val="subscript"/>
        </w:rPr>
        <w:t>min</w:t>
      </w:r>
      <w:proofErr w:type="spellEnd"/>
      <w:r w:rsidRPr="00625950">
        <w:rPr>
          <w:rFonts w:eastAsiaTheme="majorEastAsia" w:cstheme="majorBidi"/>
          <w:color w:val="000000" w:themeColor="text1"/>
          <w:szCs w:val="26"/>
        </w:rPr>
        <w:t xml:space="preserve"> – najniższa z zaoferowanych przez Wykonawców „Cena netto”</w:t>
      </w:r>
    </w:p>
    <w:p w14:paraId="68BD66F6" w14:textId="77777777" w:rsidR="00625950" w:rsidRPr="00625950" w:rsidRDefault="00625950" w:rsidP="00625950">
      <w:pPr>
        <w:spacing w:before="40" w:after="240"/>
        <w:ind w:left="1021"/>
        <w:jc w:val="both"/>
        <w:outlineLvl w:val="1"/>
        <w:rPr>
          <w:rFonts w:eastAsiaTheme="majorEastAsia" w:cstheme="majorBidi"/>
          <w:color w:val="000000" w:themeColor="text1"/>
          <w:szCs w:val="26"/>
        </w:rPr>
      </w:pPr>
      <w:r w:rsidRPr="00625950">
        <w:rPr>
          <w:rFonts w:eastAsiaTheme="majorEastAsia" w:cstheme="majorBidi"/>
          <w:b/>
          <w:color w:val="000000" w:themeColor="text1"/>
          <w:szCs w:val="26"/>
        </w:rPr>
        <w:t>C</w:t>
      </w:r>
      <w:r w:rsidRPr="00625950">
        <w:rPr>
          <w:rFonts w:eastAsiaTheme="majorEastAsia" w:cstheme="majorBidi"/>
          <w:b/>
          <w:color w:val="000000" w:themeColor="text1"/>
          <w:szCs w:val="26"/>
          <w:vertAlign w:val="subscript"/>
        </w:rPr>
        <w:t>o</w:t>
      </w:r>
      <w:r w:rsidRPr="00625950">
        <w:rPr>
          <w:rFonts w:eastAsiaTheme="majorEastAsia" w:cstheme="majorBidi"/>
          <w:color w:val="000000" w:themeColor="text1"/>
          <w:szCs w:val="26"/>
        </w:rPr>
        <w:t xml:space="preserve"> – „Cena netto” zaoferowana przez Wykonawcę, dla którego wynik jest obliczany </w:t>
      </w:r>
    </w:p>
    <w:p w14:paraId="4523E62D" w14:textId="77777777" w:rsidR="00625950" w:rsidRPr="00625950" w:rsidRDefault="00625950" w:rsidP="00625950">
      <w:pPr>
        <w:spacing w:before="40" w:after="240"/>
        <w:ind w:left="1021"/>
        <w:jc w:val="both"/>
        <w:outlineLvl w:val="1"/>
        <w:rPr>
          <w:rFonts w:eastAsiaTheme="majorEastAsia" w:cstheme="majorBidi"/>
          <w:color w:val="000000" w:themeColor="text1"/>
          <w:szCs w:val="26"/>
        </w:rPr>
      </w:pPr>
      <w:r w:rsidRPr="00625950">
        <w:rPr>
          <w:rFonts w:eastAsiaTheme="majorEastAsia" w:cstheme="majorBidi"/>
          <w:b/>
          <w:color w:val="000000" w:themeColor="text1"/>
          <w:szCs w:val="26"/>
        </w:rPr>
        <w:t>100 pkt</w:t>
      </w:r>
      <w:r w:rsidRPr="00625950">
        <w:rPr>
          <w:rFonts w:eastAsiaTheme="majorEastAsia" w:cstheme="majorBidi"/>
          <w:color w:val="000000" w:themeColor="text1"/>
          <w:szCs w:val="26"/>
        </w:rPr>
        <w:t xml:space="preserve"> – maksymalna liczba punktów do uzyskania w kryterium „Cena netto”</w:t>
      </w:r>
    </w:p>
    <w:p w14:paraId="47C78033" w14:textId="544D1BB6" w:rsidR="004119DA" w:rsidRPr="004119DA" w:rsidRDefault="004119DA" w:rsidP="00681BDE">
      <w:pPr>
        <w:pStyle w:val="Nagwek2"/>
        <w:keepNext w:val="0"/>
        <w:keepLines w:val="0"/>
      </w:pPr>
      <w:r w:rsidRPr="004119DA">
        <w:t xml:space="preserve">Za najkorzystniejszą zostanie uznana Oferta, która uzyska najwyższą liczbę punktów na podstawie </w:t>
      </w:r>
      <w:r w:rsidRPr="00997B7E">
        <w:t>kryterium oceny</w:t>
      </w:r>
      <w:r w:rsidRPr="004119DA">
        <w:t xml:space="preserve"> Ofert</w:t>
      </w:r>
      <w:r w:rsidR="009D7CA6">
        <w:t>.</w:t>
      </w:r>
    </w:p>
    <w:p w14:paraId="4B8E1239" w14:textId="74CDB041" w:rsidR="004119DA" w:rsidRPr="004119DA" w:rsidRDefault="004119DA" w:rsidP="00681BDE">
      <w:pPr>
        <w:pStyle w:val="Nagwek2"/>
        <w:keepNext w:val="0"/>
        <w:keepLines w:val="0"/>
      </w:pPr>
      <w:r w:rsidRPr="004119DA">
        <w:t>Wszystkie obliczenia będą dokonywane z dokładnością do dwóch miejsc po przecinku</w:t>
      </w:r>
      <w:r w:rsidR="009D7CA6">
        <w:t>.</w:t>
      </w:r>
      <w:r w:rsidR="00CA6ECD">
        <w:t xml:space="preserve"> </w:t>
      </w:r>
    </w:p>
    <w:p w14:paraId="245DEB8D" w14:textId="2FD5802A"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r w:rsidR="009D7CA6">
        <w:t>.</w:t>
      </w:r>
      <w:r w:rsidR="00CA6ECD">
        <w:t xml:space="preserve"> </w:t>
      </w:r>
    </w:p>
    <w:p w14:paraId="422247B4" w14:textId="6BADC4C6" w:rsidR="004119DA" w:rsidRPr="004119DA" w:rsidRDefault="009D7CA6" w:rsidP="009D7CA6">
      <w:pPr>
        <w:pStyle w:val="Nagwek2"/>
      </w:pPr>
      <w:r w:rsidRPr="009D7CA6">
        <w:t xml:space="preserve">Jeżeli w Postępowaniu zakupowym nie można dokonać wyboru najkorzystniejszej Oferty, gdyż zostały złożone Oferty o takiej samej </w:t>
      </w:r>
      <w:r w:rsidR="00A15D5D">
        <w:t>marży</w:t>
      </w:r>
      <w:r w:rsidRPr="009D7CA6">
        <w:t xml:space="preserve">, Zamawiający wezwie Wykonawców, którzy złożyli te Oferty do złożenia w wyznaczonym terminie Ofert dodatkowych. Wykonawcy składając oferty dodatkowe, nie mogą zaoferować </w:t>
      </w:r>
      <w:r w:rsidR="00A15D5D">
        <w:t>marż</w:t>
      </w:r>
      <w:r w:rsidR="00A15D5D" w:rsidRPr="009D7CA6">
        <w:t xml:space="preserve"> </w:t>
      </w:r>
      <w:r w:rsidRPr="009D7CA6">
        <w:t>wyższych niż zaoferowane w</w:t>
      </w:r>
      <w:r w:rsidR="00D96838">
        <w:t> </w:t>
      </w:r>
      <w:r w:rsidRPr="009D7CA6">
        <w:t>pierwotnie złożonych Ofertach.</w:t>
      </w:r>
    </w:p>
    <w:p w14:paraId="3825A92C" w14:textId="77777777" w:rsidR="004119DA" w:rsidRDefault="004119DA" w:rsidP="00AB62FB">
      <w:pPr>
        <w:pStyle w:val="Nagwek1"/>
      </w:pPr>
      <w:r w:rsidRPr="004119DA">
        <w:t xml:space="preserve">AUKCJA ELEKTRONICZNA </w:t>
      </w:r>
    </w:p>
    <w:p w14:paraId="4A5CBC3C" w14:textId="231AD368" w:rsidR="004119DA" w:rsidRPr="004119DA" w:rsidRDefault="004119DA" w:rsidP="00252AB0">
      <w:pPr>
        <w:pStyle w:val="Nagwek2"/>
        <w:keepNext w:val="0"/>
        <w:keepLines w:val="0"/>
      </w:pPr>
      <w:r w:rsidRPr="004119DA">
        <w:t xml:space="preserve">Zamawiający </w:t>
      </w:r>
      <w:r w:rsidR="009B3482" w:rsidRPr="009B3482">
        <w:rPr>
          <w:b/>
          <w:bCs/>
        </w:rPr>
        <w:t xml:space="preserve">nie </w:t>
      </w:r>
      <w:r w:rsidRPr="009B3482">
        <w:rPr>
          <w:b/>
          <w:bCs/>
        </w:rPr>
        <w:t>przewiduje</w:t>
      </w:r>
      <w:r w:rsidRPr="004119DA">
        <w:t xml:space="preserve"> dokonania wyboru Oferty najkorzystniejszej Oferty z zastosowaniem aukcji elektronicznej</w:t>
      </w:r>
      <w:r w:rsidR="00135C22" w:rsidRPr="008C65DD">
        <w:t>.</w:t>
      </w:r>
      <w:r w:rsidR="00135C22">
        <w:t xml:space="preserve"> </w:t>
      </w:r>
    </w:p>
    <w:p w14:paraId="32AFB811" w14:textId="77777777" w:rsidR="008C65DD" w:rsidRDefault="008C65DD" w:rsidP="00AB62FB">
      <w:pPr>
        <w:pStyle w:val="Nagwek1"/>
      </w:pPr>
      <w:r w:rsidRPr="008C65DD">
        <w:t>ZABEZPIECZENIE NALEŻYTEGO WYKONANIA UMOWY</w:t>
      </w:r>
    </w:p>
    <w:p w14:paraId="1A353DF1" w14:textId="6C3F3716" w:rsidR="008C65DD" w:rsidRPr="008C65DD" w:rsidRDefault="008C65DD" w:rsidP="00681BDE">
      <w:pPr>
        <w:pStyle w:val="Nagwek2"/>
        <w:keepNext w:val="0"/>
        <w:keepLines w:val="0"/>
      </w:pPr>
      <w:r w:rsidRPr="00252AB0">
        <w:t xml:space="preserve">Zamawiający </w:t>
      </w:r>
      <w:r w:rsidRPr="00252AB0">
        <w:rPr>
          <w:b/>
        </w:rPr>
        <w:t xml:space="preserve">nie wymaga wniesienia </w:t>
      </w:r>
      <w:r w:rsidRPr="00252AB0">
        <w:t>zabezpieczenia</w:t>
      </w:r>
      <w:r w:rsidRPr="008C65DD">
        <w:t xml:space="preserve"> należytego wykonania umowy</w:t>
      </w:r>
      <w:r w:rsidR="009D7CA6">
        <w:t>.</w:t>
      </w:r>
      <w:r w:rsidR="00A84833">
        <w:t xml:space="preserve"> </w:t>
      </w:r>
    </w:p>
    <w:p w14:paraId="42D1449D" w14:textId="77777777" w:rsidR="008C65DD" w:rsidRDefault="008C65DD" w:rsidP="00AB62FB">
      <w:pPr>
        <w:pStyle w:val="Nagwek1"/>
      </w:pPr>
      <w:r w:rsidRPr="008C65DD">
        <w:lastRenderedPageBreak/>
        <w:t>INFORMACJE DOTYCZĄCE ZAWARCIA UMOWY</w:t>
      </w:r>
    </w:p>
    <w:p w14:paraId="714203B7" w14:textId="449B46DF" w:rsidR="008C65DD" w:rsidRPr="008C65DD" w:rsidRDefault="008C65DD" w:rsidP="0072582A">
      <w:pPr>
        <w:pStyle w:val="Nagwek2"/>
      </w:pPr>
      <w:r w:rsidRPr="008C65DD">
        <w:t>Z</w:t>
      </w:r>
      <w:r w:rsidR="0072582A" w:rsidRPr="0072582A">
        <w:t xml:space="preserve"> Wykonawcą, którego Oferta zostanie wybrana jako Oferta najkorzystniejsza, zostanie zawarta przez Zamawiającego Umowa, zgodnie z projektowanymi postanowieniami </w:t>
      </w:r>
      <w:r w:rsidR="00E72A13">
        <w:t>U</w:t>
      </w:r>
      <w:r w:rsidR="0072582A" w:rsidRPr="0072582A">
        <w:t>mowy wskazanymi</w:t>
      </w:r>
      <w:r w:rsidR="00C91BCA">
        <w:t xml:space="preserve"> </w:t>
      </w:r>
      <w:r w:rsidR="0072582A" w:rsidRPr="0072582A">
        <w:t>w</w:t>
      </w:r>
      <w:r w:rsidR="00F7169E">
        <w:t> </w:t>
      </w:r>
      <w:r w:rsidR="0072582A" w:rsidRPr="0072582A">
        <w:rPr>
          <w:b/>
          <w:bCs/>
        </w:rPr>
        <w:t xml:space="preserve">Załączniku nr </w:t>
      </w:r>
      <w:r w:rsidR="00E72A13">
        <w:rPr>
          <w:b/>
          <w:bCs/>
        </w:rPr>
        <w:t>3</w:t>
      </w:r>
      <w:r w:rsidR="0072582A">
        <w:t xml:space="preserve"> do SWZ</w:t>
      </w:r>
      <w:r w:rsidR="0072582A" w:rsidRPr="0072582A">
        <w:t>.</w:t>
      </w:r>
    </w:p>
    <w:p w14:paraId="0C9564AA" w14:textId="77777777" w:rsidR="008C65DD" w:rsidRDefault="008C65DD" w:rsidP="00AB62FB">
      <w:pPr>
        <w:pStyle w:val="Nagwek1"/>
      </w:pPr>
      <w:r w:rsidRPr="008C65DD">
        <w:t>DODATKOWE INFORMACJE</w:t>
      </w:r>
    </w:p>
    <w:p w14:paraId="5A4397DC" w14:textId="77777777" w:rsidR="008C65DD" w:rsidRPr="00371056" w:rsidRDefault="008C65DD" w:rsidP="00681BDE">
      <w:pPr>
        <w:pStyle w:val="Nagwek2"/>
        <w:keepNext w:val="0"/>
        <w:keepLines w:val="0"/>
      </w:pPr>
      <w:r w:rsidRPr="00371056">
        <w:t>Wybór Oferty najkorzystniejszej nie oznacza zaciągnięcia zobowiązania przez Zamawiającego do zawarcia umowy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286BCFE6" w:rsidR="008C65DD" w:rsidRPr="008C65DD" w:rsidRDefault="008C65DD" w:rsidP="00681BDE">
      <w:pPr>
        <w:pStyle w:val="Nagwek2"/>
        <w:keepNext w:val="0"/>
        <w:keepLines w:val="0"/>
      </w:pPr>
      <w:r w:rsidRPr="008C65DD">
        <w:t>W przypadku następczego podpisywania przez Spółki należące do Grupy Kapitałowej PGE umów</w:t>
      </w:r>
      <w:r w:rsidR="00E72A13">
        <w:t xml:space="preserve"> </w:t>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57950AD" w14:textId="77777777" w:rsidR="00E769B5" w:rsidRPr="008C65DD" w:rsidRDefault="00E769B5" w:rsidP="00E769B5">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12A4EA55" w14:textId="48573EE8" w:rsidR="00E769B5" w:rsidRPr="00E769B5" w:rsidRDefault="00E769B5" w:rsidP="00E339AA">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t>pkt</w:t>
      </w:r>
      <w:r w:rsidRPr="008C65DD">
        <w:t xml:space="preserve"> 9.5.1. lit. n. Procedury. W takiej sytuacji</w:t>
      </w:r>
      <w:r w:rsidRPr="00E339AA">
        <w:t xml:space="preserve"> </w:t>
      </w:r>
      <w:r>
        <w:t>Zamawiający może wybrać n</w:t>
      </w:r>
      <w:r w:rsidRPr="008C65DD">
        <w:t>ajkorzystniejszą Ofertę spośród pozostałych Ofert.</w:t>
      </w:r>
    </w:p>
    <w:p w14:paraId="637A2179" w14:textId="77777777" w:rsidR="008C65DD" w:rsidRDefault="008C65DD" w:rsidP="00AB62FB">
      <w:pPr>
        <w:pStyle w:val="Nagwek1"/>
      </w:pPr>
      <w:r w:rsidRPr="008C65DD">
        <w:t>OCHRONA DANYCH OSOBOWYCH</w:t>
      </w:r>
    </w:p>
    <w:p w14:paraId="5F630515" w14:textId="01B37532" w:rsidR="008C65DD" w:rsidRPr="00997E7F" w:rsidRDefault="008C65DD" w:rsidP="00681BDE">
      <w:pPr>
        <w:pStyle w:val="Nagwek2"/>
        <w:keepNext w:val="0"/>
        <w:keepLines w:val="0"/>
      </w:pPr>
      <w:r w:rsidRPr="00997E7F">
        <w:t xml:space="preserve">Administratorem Pani/Pana danych osobowych („ADO”) jest: PGE </w:t>
      </w:r>
      <w:r w:rsidR="00E1119E">
        <w:t>Systemy S.A.</w:t>
      </w:r>
      <w:r w:rsidRPr="00997E7F">
        <w:t xml:space="preserve"> z siedzibą w</w:t>
      </w:r>
      <w:r w:rsidR="00BC16F5">
        <w:t> </w:t>
      </w:r>
      <w:r w:rsidR="00E1119E">
        <w:t>Warszawie 00-121</w:t>
      </w:r>
      <w:r w:rsidRPr="00997E7F">
        <w:t xml:space="preserve">, przy ul. </w:t>
      </w:r>
      <w:r w:rsidR="00E1119E">
        <w:t>Siennej 39.</w:t>
      </w:r>
      <w:r w:rsidRPr="00997E7F">
        <w:t xml:space="preserve"> </w:t>
      </w:r>
    </w:p>
    <w:p w14:paraId="74C6E692" w14:textId="140704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hyperlink r:id="rId20" w:history="1">
        <w:r w:rsidR="00E1119E" w:rsidRPr="00E1119E">
          <w:rPr>
            <w:color w:val="36A9E1" w:themeColor="accent5"/>
          </w:rPr>
          <w:t>iod.pgesystemy@gkpge.pl</w:t>
        </w:r>
      </w:hyperlink>
      <w:r w:rsidR="00E1119E">
        <w:t xml:space="preserve"> </w:t>
      </w:r>
      <w:r w:rsidRPr="00997E7F">
        <w:t xml:space="preserve">lub pod adresem siedziby wskazanej w punkcie 18.1 powyżej.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lastRenderedPageBreak/>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10EEC66D" w:rsidR="00997E7F" w:rsidRPr="00997E7F" w:rsidRDefault="00997E7F" w:rsidP="00681BDE">
      <w:pPr>
        <w:pStyle w:val="Nagwek3"/>
        <w:keepNext w:val="0"/>
        <w:keepLines w:val="0"/>
      </w:pPr>
      <w:r w:rsidRPr="00997E7F">
        <w:t>wniesienia skargi do organu nadzorczego – Prezes Urzędu Ochrony Danych Osobowych, 00-</w:t>
      </w:r>
      <w:r w:rsidR="00F7169E">
        <w:t>014</w:t>
      </w:r>
      <w:r w:rsidR="00F7169E" w:rsidRPr="00997E7F">
        <w:t xml:space="preserve"> </w:t>
      </w:r>
      <w:r w:rsidRPr="00997E7F">
        <w:t>Warszawa, ul. Sta</w:t>
      </w:r>
      <w:r w:rsidR="00F7169E">
        <w:t>nisława Moniuszki 1A</w:t>
      </w:r>
      <w:r w:rsidRPr="00997E7F">
        <w:t xml:space="preserve">. Więcej informacji znajdziesz na </w:t>
      </w:r>
      <w:r w:rsidRPr="00D53C50">
        <w:rPr>
          <w:color w:val="36A9E1" w:themeColor="accent5"/>
        </w:rPr>
        <w:t>https://uodo.gov.pl/pl.</w:t>
      </w:r>
    </w:p>
    <w:p w14:paraId="15367DB4" w14:textId="38940804"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001002F7" w:rsidRPr="001002F7">
        <w:rPr>
          <w:color w:val="36A9E1" w:themeColor="accent5"/>
        </w:rPr>
        <w:t>https://pgesystemy.pl/rodo</w:t>
      </w:r>
    </w:p>
    <w:p w14:paraId="668128E5" w14:textId="77777777" w:rsidR="008C65DD" w:rsidRDefault="008C65DD" w:rsidP="00AB62FB">
      <w:pPr>
        <w:pStyle w:val="Nagwek1"/>
      </w:pPr>
      <w:r w:rsidRPr="008C65DD">
        <w:t xml:space="preserve">SYSTEM ZAKUPOWY </w:t>
      </w:r>
    </w:p>
    <w:p w14:paraId="047CC355" w14:textId="5CB3D2C2" w:rsidR="00691BAF" w:rsidRPr="00691BAF" w:rsidRDefault="00691BAF" w:rsidP="00691BAF">
      <w:pPr>
        <w:pStyle w:val="Nagwek2"/>
      </w:pPr>
      <w:r w:rsidRPr="00691BAF">
        <w:t>Zamawiający informuje, że Postępowanie o Zamówienie niepubliczne będzie prowadzone</w:t>
      </w:r>
      <w:r w:rsidR="00E769B5">
        <w:t xml:space="preserve"> </w:t>
      </w:r>
      <w:r w:rsidRPr="00691BAF">
        <w:t>z</w:t>
      </w:r>
      <w:r w:rsidR="00E769B5">
        <w:t> </w:t>
      </w:r>
      <w:r w:rsidRPr="00691BAF">
        <w:t>wykorzystaniem Systemu Zakupowego.</w:t>
      </w:r>
    </w:p>
    <w:p w14:paraId="0452A423" w14:textId="77777777" w:rsidR="00691BAF" w:rsidRPr="00ED5CF7" w:rsidRDefault="00691BAF" w:rsidP="00691BAF">
      <w:pPr>
        <w:pStyle w:val="Nagwek2"/>
        <w:rPr>
          <w:b/>
        </w:rPr>
      </w:pPr>
      <w:r>
        <w:t xml:space="preserve">Składanie ofert w Postępowaniach zakupowych wymaga posiadania konta w Systemie Zakupowym. Rejestracja konta i logowanie dostępne są pod adresem https://swpp2.gkpge.pl. </w:t>
      </w:r>
      <w:r w:rsidRPr="00ED5CF7">
        <w:rPr>
          <w:b/>
          <w:bCs/>
        </w:rPr>
        <w:t>Zainteresowanych udziałem w Postępowaniu zakupowym prosimy o dokonanie rejestracji bez zbędnej zwłoki, ponieważ proces weryfikacji Wykonawcy może potrwać do 3 dni roboczych.</w:t>
      </w:r>
    </w:p>
    <w:p w14:paraId="2ED2AE69" w14:textId="79A95602" w:rsidR="00DC2E4C" w:rsidRPr="00371056" w:rsidRDefault="00691BAF" w:rsidP="00681BDE">
      <w:pPr>
        <w:pStyle w:val="Nagwek2"/>
        <w:keepNext w:val="0"/>
        <w:keepLines w:val="0"/>
        <w:rPr>
          <w:b/>
        </w:rPr>
      </w:pPr>
      <w:r w:rsidRPr="00DC2E4C">
        <w:t>Wszelkie informacje dotyczące sposobu rejestracji i logowania do Systemu Zakupowego znajdują się pod wyżej wskazanym adresem i</w:t>
      </w:r>
      <w:r>
        <w:t xml:space="preserve">nternetowym w zakładce Pytania </w:t>
      </w:r>
      <w:r w:rsidRPr="00DC2E4C">
        <w:t>i</w:t>
      </w:r>
      <w:r w:rsidR="00D96838">
        <w:t> </w:t>
      </w:r>
      <w:r w:rsidRPr="00DC2E4C">
        <w:t>odpowiedzi/FAQ” oraz w zakładce „</w:t>
      </w:r>
      <w:r w:rsidRPr="00ED5CF7">
        <w:t>Regulacje i Poradniki oraz inne informacje (ogłoszenia okresowe)</w:t>
      </w:r>
      <w:r w:rsidRPr="00DC2E4C">
        <w:t xml:space="preserve">”,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dla Wykonawców”.</w:t>
      </w:r>
    </w:p>
    <w:p w14:paraId="3A3016AE" w14:textId="39C97D47" w:rsidR="00691BAF" w:rsidRPr="00DC2E4C" w:rsidRDefault="00691BAF" w:rsidP="00691BAF">
      <w:pPr>
        <w:pStyle w:val="Nagwek2"/>
        <w:keepNext w:val="0"/>
        <w:keepLines w:val="0"/>
      </w:pPr>
      <w:r w:rsidRPr="00DC2E4C">
        <w:t xml:space="preserve">Po zarejestrowaniu i zalogowaniu się do Systemu Zakupowego Wykonawcy uzyskują możliwość składania wniosków, Ofert i zadawania pytań </w:t>
      </w:r>
      <w:r>
        <w:t xml:space="preserve">w </w:t>
      </w:r>
      <w:r w:rsidRPr="00DC2E4C">
        <w:t>Post</w:t>
      </w:r>
      <w:r>
        <w:t>ę</w:t>
      </w:r>
      <w:r w:rsidRPr="00DC2E4C">
        <w:t>powaniu. Komunikacja pomiędzy Wykonawcami,</w:t>
      </w:r>
      <w:r>
        <w:t xml:space="preserve"> </w:t>
      </w:r>
      <w:r w:rsidRPr="00DC2E4C">
        <w:t>a Zamawiającym będzie odbywała się za pomocą funkcjonalności Systemu. System umożliwia między innymi dokonywanie czynności złożenia Oferty lub wniosku o dopuszczenie do udziału</w:t>
      </w:r>
      <w:r>
        <w:t xml:space="preserve"> </w:t>
      </w:r>
      <w:r w:rsidRPr="00DC2E4C">
        <w:t xml:space="preserve">w Postępowaniu, wycofania Oferty lub wniosku złożenia pytań do Postępowania. </w:t>
      </w:r>
    </w:p>
    <w:p w14:paraId="61E2EF3F" w14:textId="70557C64" w:rsidR="00691BAF" w:rsidRPr="00DC2E4C" w:rsidRDefault="00691BAF" w:rsidP="00691BAF">
      <w:pPr>
        <w:pStyle w:val="Nagwek2"/>
        <w:keepNext w:val="0"/>
        <w:keepLines w:val="0"/>
      </w:pPr>
      <w:r w:rsidRPr="00DC2E4C">
        <w:t>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w:t>
      </w:r>
      <w:r w:rsidR="00D96838">
        <w:t> </w:t>
      </w:r>
      <w:r w:rsidRPr="00DC2E4C">
        <w:t xml:space="preserve">wyświetleniu przez system komunikatu „Oferta złożona poprawnie”. </w:t>
      </w:r>
      <w:r w:rsidRPr="00ED5CF7">
        <w:t>Dokładną datę i godzinę złożenia Wniosku, Oferty można sprawdzić po wygenerowaniu raportu ze złożonego Wniosku, Oferty. W tym celu należy w sekcji „Akcje” wybrać opcje „Wygeneruj raport”</w:t>
      </w:r>
      <w:r w:rsidRPr="00DC2E4C">
        <w:t>.</w:t>
      </w:r>
    </w:p>
    <w:p w14:paraId="262ED440" w14:textId="77777777" w:rsidR="00691BAF" w:rsidRPr="00DC2E4C" w:rsidRDefault="00691BAF" w:rsidP="00691BAF">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6D9169EC" w14:textId="750164AC" w:rsidR="00691BAF" w:rsidRPr="00DC2E4C" w:rsidRDefault="00691BAF" w:rsidP="00691BAF">
      <w:pPr>
        <w:pStyle w:val="Nagwek2"/>
        <w:keepNext w:val="0"/>
        <w:keepLines w:val="0"/>
      </w:pPr>
      <w:r w:rsidRPr="00DC2E4C">
        <w:t>Wymagania techniczne dla sprzętu komputerowego wskazane są w Systemie Zakupowym</w:t>
      </w:r>
      <w:r>
        <w:t>,</w:t>
      </w:r>
      <w:r w:rsidRPr="00DC2E4C">
        <w:t xml:space="preserve"> zakład</w:t>
      </w:r>
      <w:r>
        <w:t>ka</w:t>
      </w:r>
      <w:r w:rsidRPr="00DC2E4C">
        <w:t xml:space="preserve"> „Pytania i odpowiedzi/FAQ”, oraz w zakładce „</w:t>
      </w:r>
      <w:r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sidRPr="00DC2E4C">
        <w:t>,</w:t>
      </w:r>
      <w:r>
        <w:t xml:space="preserve"> </w:t>
      </w:r>
      <w:r w:rsidRPr="00DC2E4C">
        <w:t>w</w:t>
      </w:r>
      <w:r w:rsidR="00D96838">
        <w:t> </w:t>
      </w:r>
      <w:r w:rsidRPr="00DC2E4C">
        <w:t>dokumentach: „Szczegółowa instrukcja korzystania z Systemu Zakupowego dla Wykonawców” oraz „Podpis elektroniczny – instrukcja”.</w:t>
      </w:r>
    </w:p>
    <w:p w14:paraId="47EFA51B" w14:textId="333EFEB8" w:rsidR="00691BAF" w:rsidRDefault="00691BAF" w:rsidP="00691BAF">
      <w:pPr>
        <w:pStyle w:val="Nagwek2"/>
        <w:keepNext w:val="0"/>
        <w:keepLines w:val="0"/>
      </w:pPr>
      <w:r w:rsidRPr="00DC2E4C">
        <w:lastRenderedPageBreak/>
        <w:t xml:space="preserve">Instrukcje dla Wykonawców dotyczące składania Ofert/wniosków, składania dokumentów elektronicznych, elektronicznych kopii dokumentów i oświadczeń oraz informacji przekazywanych przy ich użyciu zostały opisane w </w:t>
      </w:r>
      <w:r>
        <w:t xml:space="preserve">dokumencie </w:t>
      </w:r>
      <w:r w:rsidRPr="00DC2E4C">
        <w:t>„Szczegółowa instrukcja korzystania z Systemu Zakupowego dla Wykonawców” oraz „Podpis elektroniczny – instrukcja”, dostępnych w Systemie Zakupowym w</w:t>
      </w:r>
      <w:r w:rsidR="00F7169E">
        <w:t> </w:t>
      </w:r>
      <w:r w:rsidRPr="00DC2E4C">
        <w:t>zakładce „Pytania i odpowiedzi/FAQ” i</w:t>
      </w:r>
      <w:r w:rsidR="00D96838">
        <w:t> </w:t>
      </w:r>
      <w:r w:rsidRPr="00DC2E4C">
        <w:t>zakładce „</w:t>
      </w:r>
      <w:r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p>
    <w:p w14:paraId="4F9DCC88" w14:textId="77777777" w:rsidR="00691BAF" w:rsidRPr="00DC2E4C" w:rsidRDefault="00691BAF" w:rsidP="00691BAF">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xml:space="preserve">, </w:t>
      </w:r>
      <w:proofErr w:type="spellStart"/>
      <w:r w:rsidRPr="00ED5CF7">
        <w:t>url</w:t>
      </w:r>
      <w:proofErr w:type="spellEnd"/>
      <w:r w:rsidRPr="00ED5CF7">
        <w:t xml:space="preserve">, </w:t>
      </w:r>
      <w:proofErr w:type="spellStart"/>
      <w:r w:rsidRPr="00ED5CF7">
        <w:t>ods</w:t>
      </w:r>
      <w:proofErr w:type="spellEnd"/>
      <w:r w:rsidRPr="00ED5CF7">
        <w:t xml:space="preserve">, </w:t>
      </w:r>
      <w:proofErr w:type="spellStart"/>
      <w:r w:rsidRPr="00ED5CF7">
        <w:t>cpg</w:t>
      </w:r>
      <w:proofErr w:type="spellEnd"/>
      <w:r w:rsidRPr="00ED5CF7">
        <w:t xml:space="preserve">, </w:t>
      </w:r>
      <w:proofErr w:type="spellStart"/>
      <w:r w:rsidRPr="00ED5CF7">
        <w:t>dbf</w:t>
      </w:r>
      <w:proofErr w:type="spellEnd"/>
      <w:r w:rsidRPr="00ED5CF7">
        <w:t xml:space="preserve">, </w:t>
      </w:r>
      <w:proofErr w:type="spellStart"/>
      <w:r w:rsidRPr="00ED5CF7">
        <w:t>prj</w:t>
      </w:r>
      <w:proofErr w:type="spellEnd"/>
      <w:r w:rsidRPr="00ED5CF7">
        <w:t xml:space="preserve">, </w:t>
      </w:r>
      <w:proofErr w:type="spellStart"/>
      <w:r w:rsidRPr="00ED5CF7">
        <w:t>qmd</w:t>
      </w:r>
      <w:proofErr w:type="spellEnd"/>
      <w:r w:rsidRPr="00ED5CF7">
        <w:t xml:space="preserve">, </w:t>
      </w:r>
      <w:proofErr w:type="spellStart"/>
      <w:r w:rsidRPr="00ED5CF7">
        <w:t>shp</w:t>
      </w:r>
      <w:proofErr w:type="spellEnd"/>
      <w:r w:rsidRPr="00ED5CF7">
        <w:t xml:space="preserve">, </w:t>
      </w:r>
      <w:proofErr w:type="spellStart"/>
      <w:r w:rsidRPr="00ED5CF7">
        <w:t>odt</w:t>
      </w:r>
      <w:proofErr w:type="spellEnd"/>
      <w:r w:rsidRPr="00ED5CF7">
        <w:t xml:space="preserve">, </w:t>
      </w:r>
      <w:proofErr w:type="spellStart"/>
      <w:r w:rsidRPr="00ED5CF7">
        <w:t>xlsm</w:t>
      </w:r>
      <w:proofErr w:type="spellEnd"/>
      <w:r w:rsidRPr="00ED5CF7">
        <w:t xml:space="preserve">, </w:t>
      </w:r>
      <w:proofErr w:type="spellStart"/>
      <w:r w:rsidRPr="00ED5CF7">
        <w:t>ppt</w:t>
      </w:r>
      <w:proofErr w:type="spellEnd"/>
      <w:r w:rsidRPr="00ED5CF7">
        <w:t xml:space="preserve">., </w:t>
      </w:r>
      <w:proofErr w:type="spellStart"/>
      <w:r w:rsidRPr="00ED5CF7">
        <w:t>html</w:t>
      </w:r>
      <w:proofErr w:type="spellEnd"/>
      <w:r w:rsidRPr="00ED5CF7">
        <w:t>. Zaleca się wykorzystywanie plików w formacie pdf</w:t>
      </w:r>
      <w:r>
        <w:t>.</w:t>
      </w:r>
      <w:r w:rsidRPr="00ED5CF7">
        <w:t xml:space="preserve"> </w:t>
      </w:r>
    </w:p>
    <w:p w14:paraId="697CC51C" w14:textId="77777777" w:rsidR="00691BAF" w:rsidRPr="00DC2E4C" w:rsidRDefault="00691BAF" w:rsidP="00691BAF">
      <w:pPr>
        <w:pStyle w:val="Nagwek2"/>
        <w:keepNext w:val="0"/>
        <w:keepLines w:val="0"/>
        <w:ind w:left="851" w:hanging="709"/>
      </w:pPr>
      <w:r w:rsidRPr="00DC2E4C">
        <w:t xml:space="preserve">Zamawiający informuje, że pliki dołączane do Systemu Zakupowego przez Wykonawców są sprawdzane oprogramowaniem antywirusowym. </w:t>
      </w:r>
    </w:p>
    <w:p w14:paraId="72A2AA0C" w14:textId="77777777" w:rsidR="00691BAF" w:rsidRPr="00DC2E4C" w:rsidRDefault="00691BAF" w:rsidP="00691BAF">
      <w:pPr>
        <w:pStyle w:val="Nagwek2"/>
        <w:keepNext w:val="0"/>
        <w:keepLines w:val="0"/>
        <w:ind w:left="851" w:hanging="709"/>
      </w:pPr>
      <w:r w:rsidRPr="00DC2E4C">
        <w:t xml:space="preserve">Wsparcie techniczne dla Wykonawców w zakresie obsługi Systemu Zakupowego jest dostępne poprzez Usługę Help Desk dla Wykonawców: </w:t>
      </w:r>
    </w:p>
    <w:p w14:paraId="65627742" w14:textId="77777777" w:rsidR="00691BAF" w:rsidRPr="00141555" w:rsidRDefault="00691BAF" w:rsidP="00691BAF">
      <w:pPr>
        <w:pStyle w:val="Nagwek2"/>
        <w:keepNext w:val="0"/>
        <w:keepLines w:val="0"/>
        <w:numPr>
          <w:ilvl w:val="0"/>
          <w:numId w:val="0"/>
        </w:numPr>
        <w:ind w:left="851"/>
        <w:rPr>
          <w:lang w:val="en-GB"/>
        </w:rPr>
      </w:pPr>
      <w:proofErr w:type="spellStart"/>
      <w:r w:rsidRPr="00141555">
        <w:rPr>
          <w:b/>
          <w:lang w:val="en-GB"/>
        </w:rPr>
        <w:t>Infolinia</w:t>
      </w:r>
      <w:proofErr w:type="spellEnd"/>
      <w:r w:rsidRPr="00141555">
        <w:rPr>
          <w:b/>
          <w:lang w:val="en-GB"/>
        </w:rPr>
        <w:t>:</w:t>
      </w:r>
      <w:r w:rsidRPr="00141555">
        <w:rPr>
          <w:lang w:val="en-GB"/>
        </w:rPr>
        <w:t xml:space="preserve"> +48 22 576 87 87</w:t>
      </w:r>
    </w:p>
    <w:p w14:paraId="0D860435" w14:textId="77777777" w:rsidR="00691BAF" w:rsidRDefault="00691BAF" w:rsidP="00691BAF">
      <w:pPr>
        <w:pStyle w:val="Nagwek2"/>
        <w:keepNext w:val="0"/>
        <w:keepLines w:val="0"/>
        <w:numPr>
          <w:ilvl w:val="0"/>
          <w:numId w:val="0"/>
        </w:numPr>
        <w:ind w:left="851"/>
        <w:rPr>
          <w:rFonts w:asciiTheme="minorHAnsi" w:hAnsiTheme="minorHAnsi"/>
          <w:szCs w:val="18"/>
          <w:lang w:val="en-GB"/>
        </w:rPr>
      </w:pPr>
      <w:r w:rsidRPr="00141555">
        <w:rPr>
          <w:rFonts w:asciiTheme="minorHAnsi" w:hAnsiTheme="minorHAnsi"/>
          <w:b/>
          <w:szCs w:val="18"/>
          <w:lang w:val="en-GB"/>
        </w:rPr>
        <w:t xml:space="preserve">e-mail: </w:t>
      </w:r>
      <w:hyperlink r:id="rId21" w:history="1">
        <w:r w:rsidRPr="00141555">
          <w:rPr>
            <w:rStyle w:val="Hipercze"/>
            <w:sz w:val="18"/>
            <w:szCs w:val="18"/>
            <w:lang w:val="en-GB"/>
          </w:rPr>
          <w:t>helpdesk.zakupy@gkpge.pl</w:t>
        </w:r>
      </w:hyperlink>
      <w:r w:rsidRPr="00141555">
        <w:rPr>
          <w:rFonts w:asciiTheme="minorHAnsi" w:hAnsiTheme="minorHAnsi"/>
          <w:szCs w:val="18"/>
          <w:lang w:val="en-GB"/>
        </w:rPr>
        <w:t xml:space="preserve">   </w:t>
      </w:r>
    </w:p>
    <w:p w14:paraId="695C27F0" w14:textId="77777777" w:rsidR="00691BAF" w:rsidRPr="00691BAF" w:rsidRDefault="00691BAF" w:rsidP="00691BAF">
      <w:pPr>
        <w:ind w:left="851"/>
      </w:pPr>
      <w:r w:rsidRPr="00691BAF">
        <w:t>formularz kontaktowy: https://swpp2.gkpge.pl/app/helpdesk/form</w:t>
      </w:r>
    </w:p>
    <w:p w14:paraId="0F75155B" w14:textId="77777777" w:rsidR="00691BAF" w:rsidRPr="00263331" w:rsidRDefault="00691BAF" w:rsidP="00691BAF">
      <w:pPr>
        <w:pStyle w:val="Nagwek2"/>
        <w:keepNext w:val="0"/>
        <w:keepLines w:val="0"/>
        <w:numPr>
          <w:ilvl w:val="0"/>
          <w:numId w:val="0"/>
        </w:numPr>
        <w:ind w:left="851"/>
      </w:pPr>
      <w:r w:rsidRPr="00C75417">
        <w:rPr>
          <w:b/>
        </w:rPr>
        <w:t>Godziny pracy:</w:t>
      </w:r>
      <w:r w:rsidRPr="00263331">
        <w:t xml:space="preserve"> Help Desk Systemu Zakupowego dostępny jest codziennie od poniedziałku do piątku w godzinach 08:00 - 16:00 (z wyłączeniem dni ustawowo wolnych od pracy).</w:t>
      </w:r>
    </w:p>
    <w:p w14:paraId="19C0FE81" w14:textId="77777777" w:rsidR="00691BAF" w:rsidRPr="00DC2E4C" w:rsidRDefault="00691BAF" w:rsidP="00691BAF">
      <w:pPr>
        <w:pStyle w:val="Nagwek2"/>
        <w:keepNext w:val="0"/>
        <w:keepLines w:val="0"/>
        <w:numPr>
          <w:ilvl w:val="0"/>
          <w:numId w:val="0"/>
        </w:numPr>
        <w:ind w:left="851"/>
      </w:pPr>
      <w:r w:rsidRPr="00DC2E4C">
        <w:t xml:space="preserve">Zakres wsparcia: </w:t>
      </w:r>
      <w:hyperlink r:id="rId22" w:history="1">
        <w:r w:rsidRPr="00D53C50">
          <w:rPr>
            <w:rStyle w:val="Hipercze"/>
            <w:color w:val="36A9E1" w:themeColor="accent5"/>
            <w:sz w:val="18"/>
            <w:szCs w:val="18"/>
          </w:rPr>
          <w:t>https://www.gkpge.pl/grupa-pge/przetargi/zakupy</w:t>
        </w:r>
      </w:hyperlink>
    </w:p>
    <w:p w14:paraId="1BF0686B" w14:textId="77777777" w:rsidR="00691BAF" w:rsidRPr="00DC2E4C" w:rsidRDefault="00691BAF" w:rsidP="00691BAF">
      <w:pPr>
        <w:pStyle w:val="Nagwek2"/>
        <w:keepNext w:val="0"/>
        <w:keepLines w:val="0"/>
        <w:ind w:left="851" w:hanging="709"/>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AB62FB">
      <w:pPr>
        <w:pStyle w:val="Nagwek1"/>
      </w:pPr>
      <w:r w:rsidRPr="00DC2E4C">
        <w:t>ZAŁĄCZNIKI</w:t>
      </w:r>
    </w:p>
    <w:p w14:paraId="7F18F20E" w14:textId="77777777" w:rsidR="00DC2E4C" w:rsidRDefault="00DC2E4C" w:rsidP="00681BDE">
      <w:pPr>
        <w:pStyle w:val="Nagwek2"/>
        <w:keepNext w:val="0"/>
        <w:keepLines w:val="0"/>
      </w:pPr>
      <w:r w:rsidRPr="00DC2E4C">
        <w:t>Integralną częścią niniejszej SWZ są następujące Załączniki:</w:t>
      </w:r>
    </w:p>
    <w:p w14:paraId="22330962" w14:textId="77777777" w:rsidR="00C91BCA" w:rsidRPr="00C91BCA" w:rsidRDefault="00C91BCA" w:rsidP="00C91BCA"/>
    <w:p w14:paraId="7B0B0203" w14:textId="77777777" w:rsidR="00DC2E4C" w:rsidRPr="00DC2E4C" w:rsidRDefault="00DC2E4C" w:rsidP="00681BDE">
      <w:pPr>
        <w:jc w:val="both"/>
      </w:pPr>
    </w:p>
    <w:tbl>
      <w:tblPr>
        <w:tblStyle w:val="Tabela-Siatka3"/>
        <w:tblW w:w="9469" w:type="dxa"/>
        <w:tblInd w:w="562" w:type="dxa"/>
        <w:tblLook w:val="04A0" w:firstRow="1" w:lastRow="0" w:firstColumn="1" w:lastColumn="0" w:noHBand="0" w:noVBand="1"/>
      </w:tblPr>
      <w:tblGrid>
        <w:gridCol w:w="2523"/>
        <w:gridCol w:w="6946"/>
      </w:tblGrid>
      <w:tr w:rsidR="00263331" w:rsidRPr="00263331" w14:paraId="2A727C54" w14:textId="77777777" w:rsidTr="00005125">
        <w:trPr>
          <w:trHeight w:val="640"/>
        </w:trPr>
        <w:tc>
          <w:tcPr>
            <w:tcW w:w="2523" w:type="dxa"/>
            <w:shd w:val="clear" w:color="auto" w:fill="1A7466" w:themeFill="text2"/>
          </w:tcPr>
          <w:p w14:paraId="705921E7" w14:textId="359CE78C" w:rsidR="00263331" w:rsidRPr="00946DC8" w:rsidRDefault="00263331" w:rsidP="006634DA">
            <w:pPr>
              <w:spacing w:before="120" w:after="120" w:line="276" w:lineRule="auto"/>
              <w:rPr>
                <w:rFonts w:cs="Times New Roman"/>
                <w:b/>
                <w:color w:val="FFFFFF" w:themeColor="background1"/>
                <w:szCs w:val="18"/>
              </w:rPr>
            </w:pPr>
            <w:bookmarkStart w:id="67" w:name="_Hlk189125880"/>
            <w:r w:rsidRPr="00946DC8">
              <w:rPr>
                <w:rFonts w:cs="Calibri"/>
                <w:b/>
                <w:color w:val="FFFFFF" w:themeColor="background1"/>
                <w:szCs w:val="18"/>
              </w:rPr>
              <w:t>Załącznik nr 1</w:t>
            </w:r>
            <w:r w:rsidR="00C754C4">
              <w:rPr>
                <w:rFonts w:cs="Calibri"/>
                <w:b/>
                <w:color w:val="FFFFFF" w:themeColor="background1"/>
                <w:szCs w:val="18"/>
              </w:rPr>
              <w:t xml:space="preserve"> </w:t>
            </w:r>
            <w:r w:rsidRPr="00946DC8">
              <w:rPr>
                <w:rFonts w:cs="Calibri"/>
                <w:b/>
                <w:color w:val="FFFFFF" w:themeColor="background1"/>
                <w:szCs w:val="18"/>
              </w:rPr>
              <w:t xml:space="preserve"> </w:t>
            </w:r>
            <w:r w:rsidR="00005125">
              <w:rPr>
                <w:rFonts w:cs="Calibri"/>
                <w:b/>
                <w:color w:val="FFFFFF" w:themeColor="background1"/>
                <w:szCs w:val="18"/>
              </w:rPr>
              <w:t>do SWZ</w:t>
            </w:r>
          </w:p>
        </w:tc>
        <w:tc>
          <w:tcPr>
            <w:tcW w:w="6946" w:type="dxa"/>
            <w:shd w:val="clear" w:color="auto" w:fill="auto"/>
            <w:vAlign w:val="center"/>
          </w:tcPr>
          <w:p w14:paraId="26767BA7" w14:textId="0375D28B" w:rsidR="00263331" w:rsidRPr="00263331" w:rsidRDefault="00BE7726" w:rsidP="006634DA">
            <w:pPr>
              <w:tabs>
                <w:tab w:val="left" w:pos="1980"/>
              </w:tabs>
              <w:spacing w:before="120" w:after="120" w:line="276" w:lineRule="auto"/>
              <w:rPr>
                <w:rFonts w:cs="Calibri"/>
                <w:szCs w:val="18"/>
              </w:rPr>
            </w:pPr>
            <w:r w:rsidRPr="00B126A1">
              <w:rPr>
                <w:szCs w:val="18"/>
              </w:rPr>
              <w:t>Projekt Umowy</w:t>
            </w:r>
            <w:r>
              <w:rPr>
                <w:szCs w:val="18"/>
              </w:rPr>
              <w:t xml:space="preserve">  </w:t>
            </w:r>
          </w:p>
        </w:tc>
      </w:tr>
      <w:tr w:rsidR="00263331" w:rsidRPr="00263331" w14:paraId="3E5D653B" w14:textId="77777777" w:rsidTr="00005125">
        <w:trPr>
          <w:trHeight w:val="640"/>
        </w:trPr>
        <w:tc>
          <w:tcPr>
            <w:tcW w:w="2523" w:type="dxa"/>
            <w:shd w:val="clear" w:color="auto" w:fill="1A7466" w:themeFill="text2"/>
          </w:tcPr>
          <w:p w14:paraId="05186102" w14:textId="5CDB1B20" w:rsidR="00263331" w:rsidRPr="00946DC8" w:rsidRDefault="00263331" w:rsidP="006634DA">
            <w:pPr>
              <w:spacing w:before="120" w:after="120" w:line="276" w:lineRule="auto"/>
              <w:rPr>
                <w:rFonts w:cs="Calibri"/>
                <w:b/>
                <w:color w:val="FFFFFF" w:themeColor="background1"/>
                <w:szCs w:val="18"/>
              </w:rPr>
            </w:pPr>
            <w:r w:rsidRPr="00946DC8">
              <w:rPr>
                <w:rFonts w:cs="Calibri"/>
                <w:b/>
                <w:color w:val="FFFFFF" w:themeColor="background1"/>
                <w:szCs w:val="18"/>
              </w:rPr>
              <w:t>Załącznik nr 2</w:t>
            </w:r>
            <w:r w:rsidR="00005125">
              <w:rPr>
                <w:rFonts w:cs="Calibri"/>
                <w:b/>
                <w:color w:val="FFFFFF" w:themeColor="background1"/>
                <w:szCs w:val="18"/>
              </w:rPr>
              <w:t xml:space="preserve"> do SWZ</w:t>
            </w:r>
          </w:p>
        </w:tc>
        <w:tc>
          <w:tcPr>
            <w:tcW w:w="6946" w:type="dxa"/>
            <w:shd w:val="clear" w:color="auto" w:fill="auto"/>
            <w:vAlign w:val="center"/>
          </w:tcPr>
          <w:p w14:paraId="134E4FF0" w14:textId="4FFAE68C" w:rsidR="00263331" w:rsidRPr="00263331" w:rsidDel="0065578D" w:rsidRDefault="001342C0" w:rsidP="006634DA">
            <w:pPr>
              <w:tabs>
                <w:tab w:val="left" w:pos="1980"/>
              </w:tabs>
              <w:spacing w:before="120" w:after="120" w:line="276" w:lineRule="auto"/>
              <w:rPr>
                <w:rFonts w:cs="Calibri"/>
                <w:szCs w:val="18"/>
              </w:rPr>
            </w:pPr>
            <w:r>
              <w:rPr>
                <w:szCs w:val="18"/>
              </w:rPr>
              <w:t>Formularz Oferty</w:t>
            </w:r>
            <w:r w:rsidR="00B126A1">
              <w:rPr>
                <w:szCs w:val="18"/>
              </w:rPr>
              <w:t xml:space="preserve"> </w:t>
            </w:r>
          </w:p>
        </w:tc>
      </w:tr>
      <w:tr w:rsidR="00263331" w:rsidRPr="00263331" w14:paraId="6AC805D6" w14:textId="77777777" w:rsidTr="00005125">
        <w:trPr>
          <w:trHeight w:val="113"/>
        </w:trPr>
        <w:tc>
          <w:tcPr>
            <w:tcW w:w="2523" w:type="dxa"/>
            <w:shd w:val="clear" w:color="auto" w:fill="1A7466" w:themeFill="text2"/>
          </w:tcPr>
          <w:p w14:paraId="6E84343E" w14:textId="51AB527E" w:rsidR="00263331" w:rsidRPr="00946DC8" w:rsidRDefault="00B126A1" w:rsidP="006634DA">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BE7726">
              <w:rPr>
                <w:rFonts w:cs="Calibri"/>
                <w:b/>
                <w:color w:val="FFFFFF" w:themeColor="background1"/>
                <w:szCs w:val="18"/>
              </w:rPr>
              <w:t>3</w:t>
            </w:r>
            <w:r w:rsidR="00005125">
              <w:rPr>
                <w:rFonts w:cs="Calibri"/>
                <w:b/>
                <w:color w:val="FFFFFF" w:themeColor="background1"/>
                <w:szCs w:val="18"/>
              </w:rPr>
              <w:t xml:space="preserve"> do SWZ</w:t>
            </w:r>
          </w:p>
        </w:tc>
        <w:tc>
          <w:tcPr>
            <w:tcW w:w="6946" w:type="dxa"/>
            <w:shd w:val="clear" w:color="auto" w:fill="auto"/>
            <w:vAlign w:val="center"/>
          </w:tcPr>
          <w:p w14:paraId="60D51D0A" w14:textId="362B59B8" w:rsidR="00301497" w:rsidRPr="00263331" w:rsidRDefault="00394C86" w:rsidP="00301497">
            <w:pPr>
              <w:tabs>
                <w:tab w:val="left" w:pos="1980"/>
              </w:tabs>
              <w:spacing w:before="120" w:after="120" w:line="276" w:lineRule="auto"/>
              <w:rPr>
                <w:szCs w:val="18"/>
              </w:rPr>
            </w:pPr>
            <w:r w:rsidRPr="00B126A1">
              <w:rPr>
                <w:szCs w:val="18"/>
              </w:rPr>
              <w:t>Oświadczenie Wykonawcy o niepodleganiu wykluczeniu z Postępowania na podstawie przesłanek wska</w:t>
            </w:r>
            <w:r>
              <w:rPr>
                <w:szCs w:val="18"/>
              </w:rPr>
              <w:t xml:space="preserve">zanych w pkt 5.1.2 SWZ </w:t>
            </w:r>
          </w:p>
        </w:tc>
      </w:tr>
      <w:bookmarkEnd w:id="67"/>
    </w:tbl>
    <w:p w14:paraId="723CB8C0" w14:textId="77777777" w:rsidR="00DC2E4C" w:rsidRDefault="00DC2E4C" w:rsidP="00DC2E4C"/>
    <w:p w14:paraId="109D474E" w14:textId="77777777" w:rsidR="005A3618" w:rsidRDefault="00252AB0" w:rsidP="00E72A13">
      <w:pPr>
        <w:jc w:val="right"/>
        <w:sectPr w:rsidR="005A3618" w:rsidSect="00301497">
          <w:headerReference w:type="even" r:id="rId23"/>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pPr>
      <w:r>
        <w:br w:type="page"/>
      </w:r>
    </w:p>
    <w:p w14:paraId="2EF338D8" w14:textId="77777777" w:rsidR="00AC562B" w:rsidRDefault="00AC562B" w:rsidP="00AC562B">
      <w:pPr>
        <w:rPr>
          <w:b/>
        </w:rPr>
      </w:pPr>
    </w:p>
    <w:p w14:paraId="07F60CC2" w14:textId="20348A2B" w:rsidR="006856B7" w:rsidRDefault="00DC2E4C" w:rsidP="00157EA3">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3EB58539" w:rsidR="001002F7" w:rsidRDefault="001002F7" w:rsidP="006856B7">
      <w:pPr>
        <w:jc w:val="right"/>
      </w:pPr>
      <w:r>
        <w:t>Ul. Siena 39</w:t>
      </w:r>
    </w:p>
    <w:p w14:paraId="1B30399E" w14:textId="7B7D29F2" w:rsidR="001002F7" w:rsidRPr="007F1989" w:rsidRDefault="001002F7" w:rsidP="006856B7">
      <w:pPr>
        <w:jc w:val="right"/>
      </w:pPr>
      <w:r>
        <w:t>00-121 Warszawa</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5571EB09" w14:textId="09D4734E" w:rsidR="00FA4145" w:rsidRDefault="00DC2E4C" w:rsidP="00B71AA7">
      <w:pPr>
        <w:jc w:val="center"/>
        <w:rPr>
          <w:rFonts w:ascii="Verdana" w:hAnsi="Verdana" w:cstheme="majorBidi"/>
          <w:b/>
          <w:color w:val="000000" w:themeColor="text1"/>
          <w:szCs w:val="26"/>
        </w:rPr>
      </w:pPr>
      <w:r w:rsidRPr="007F1989">
        <w:t xml:space="preserve">w Postępowaniu na </w:t>
      </w:r>
      <w:r w:rsidR="008B2FDC">
        <w:t>„</w:t>
      </w:r>
      <w:r w:rsidR="0007180B" w:rsidRPr="0007180B">
        <w:rPr>
          <w:rFonts w:ascii="Verdana" w:hAnsi="Verdana" w:cstheme="majorBidi"/>
          <w:b/>
          <w:color w:val="000000" w:themeColor="text1"/>
          <w:szCs w:val="26"/>
        </w:rPr>
        <w:t>Zakup licencji IBM MQ wraz z wsparciem na okres 3 lat</w:t>
      </w:r>
      <w:r w:rsidR="00FA4145" w:rsidRPr="00AC562B">
        <w:rPr>
          <w:rFonts w:ascii="Verdana" w:hAnsi="Verdana" w:cstheme="majorBidi"/>
          <w:bCs/>
          <w:color w:val="000000" w:themeColor="text1"/>
          <w:szCs w:val="26"/>
        </w:rPr>
        <w:t>”</w:t>
      </w:r>
    </w:p>
    <w:p w14:paraId="19EAABB1" w14:textId="6F12A1CB" w:rsidR="00DC2E4C" w:rsidRDefault="00DC2E4C" w:rsidP="00B71AA7">
      <w:pPr>
        <w:jc w:val="center"/>
      </w:pPr>
      <w:r w:rsidRPr="007F1989">
        <w:t xml:space="preserve">Nr Postępowania nadany sprawie przez Zamawiającego: </w:t>
      </w:r>
      <w:r w:rsidR="008B2FDC" w:rsidRPr="00524D2D">
        <w:rPr>
          <w:rFonts w:ascii="Verdana" w:hAnsi="Verdana" w:cstheme="majorBidi"/>
          <w:b/>
          <w:color w:val="000000" w:themeColor="text1"/>
          <w:szCs w:val="26"/>
        </w:rPr>
        <w:t>POST/PGE/SYS/DZ/00</w:t>
      </w:r>
      <w:r w:rsidR="003461A9">
        <w:rPr>
          <w:rFonts w:ascii="Verdana" w:hAnsi="Verdana" w:cstheme="majorBidi"/>
          <w:b/>
          <w:color w:val="000000" w:themeColor="text1"/>
          <w:szCs w:val="26"/>
        </w:rPr>
        <w:t>379/</w:t>
      </w:r>
      <w:r w:rsidR="008B2FDC"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p>
    <w:p w14:paraId="5AC95EFF" w14:textId="77777777" w:rsidR="00DC2E4C" w:rsidRDefault="00DC2E4C" w:rsidP="00DC2E4C"/>
    <w:p w14:paraId="7A4E313A" w14:textId="6760D158" w:rsidR="00DC2E4C" w:rsidRPr="00B71AA7" w:rsidRDefault="001342C0">
      <w:pPr>
        <w:pStyle w:val="Akapitzlist"/>
        <w:numPr>
          <w:ilvl w:val="0"/>
          <w:numId w:val="4"/>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pPr>
        <w:pStyle w:val="Akapitzlist"/>
        <w:numPr>
          <w:ilvl w:val="0"/>
          <w:numId w:val="4"/>
        </w:numPr>
        <w:spacing w:after="240"/>
        <w:rPr>
          <w:b/>
        </w:rPr>
      </w:pPr>
      <w:r>
        <w:rPr>
          <w:b/>
        </w:rPr>
        <w:t>CENA OFERTY</w:t>
      </w:r>
      <w:r w:rsidR="00DC2E4C" w:rsidRPr="00063C0D">
        <w:rPr>
          <w:b/>
        </w:rPr>
        <w:t xml:space="preserve">: </w:t>
      </w:r>
    </w:p>
    <w:p w14:paraId="0D992773" w14:textId="2BDBCFF9" w:rsidR="004F38C8" w:rsidRDefault="00DC2E4C" w:rsidP="009021E3">
      <w:pPr>
        <w:spacing w:beforeLines="40" w:before="96" w:after="240"/>
        <w:ind w:left="1" w:firstLineChars="1" w:firstLine="2"/>
        <w:jc w:val="both"/>
        <w:outlineLvl w:val="1"/>
      </w:pPr>
      <w:r>
        <w:t xml:space="preserve">Oferujemy, </w:t>
      </w:r>
      <w:proofErr w:type="spellStart"/>
      <w:r>
        <w:t>wykon</w:t>
      </w:r>
      <w:r w:rsidR="007C62A4">
        <w:t>nyw</w:t>
      </w:r>
      <w:r>
        <w:t>anie</w:t>
      </w:r>
      <w:proofErr w:type="spellEnd"/>
      <w:r>
        <w:t xml:space="preserve"> przedmiotu Zamówienia zgodnie z wymaganiami zawartymi w SWZ</w:t>
      </w:r>
      <w:r w:rsidR="005F5FCC">
        <w:t xml:space="preserve"> za cenę netto w kwocie</w:t>
      </w:r>
      <w:r w:rsidR="009021E3">
        <w:t>………………………</w:t>
      </w:r>
      <w:r w:rsidR="004F38C8">
        <w:t>netto</w:t>
      </w:r>
      <w:r w:rsidR="009021E3">
        <w:t>.</w:t>
      </w:r>
    </w:p>
    <w:p w14:paraId="39BF8D14" w14:textId="1C9C4E77" w:rsidR="004F38C8" w:rsidRPr="004F38C8" w:rsidRDefault="004F38C8" w:rsidP="004F38C8">
      <w:pPr>
        <w:spacing w:beforeLines="40" w:before="96" w:after="240"/>
        <w:ind w:left="1" w:firstLineChars="1" w:firstLine="2"/>
        <w:jc w:val="both"/>
        <w:outlineLvl w:val="1"/>
        <w:rPr>
          <w:b/>
          <w:bCs/>
        </w:rPr>
      </w:pPr>
      <w:r w:rsidRPr="004F38C8">
        <w:rPr>
          <w:b/>
          <w:bCs/>
        </w:rPr>
        <w:t xml:space="preserve">UWAGA! W systemie zakupowym należy wskazać łączną </w:t>
      </w:r>
      <w:proofErr w:type="spellStart"/>
      <w:r w:rsidRPr="004F38C8">
        <w:rPr>
          <w:b/>
          <w:bCs/>
        </w:rPr>
        <w:t>cene</w:t>
      </w:r>
      <w:proofErr w:type="spellEnd"/>
      <w:r w:rsidRPr="004F38C8">
        <w:rPr>
          <w:b/>
          <w:bCs/>
        </w:rPr>
        <w:t xml:space="preserve"> netto.</w:t>
      </w:r>
    </w:p>
    <w:p w14:paraId="1E78C3EC" w14:textId="3EA7E460" w:rsidR="00DC2E4C" w:rsidRPr="00063C0D" w:rsidRDefault="00DC2E4C" w:rsidP="00625950">
      <w:pPr>
        <w:spacing w:beforeLines="40" w:before="96" w:after="240"/>
        <w:ind w:left="1" w:firstLineChars="1" w:firstLine="2"/>
        <w:jc w:val="both"/>
        <w:outlineLvl w:val="1"/>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pPr>
        <w:pStyle w:val="Akapitzlist"/>
        <w:numPr>
          <w:ilvl w:val="0"/>
          <w:numId w:val="9"/>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pPr>
        <w:pStyle w:val="Akapitzlist"/>
        <w:numPr>
          <w:ilvl w:val="0"/>
          <w:numId w:val="9"/>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pPr>
        <w:pStyle w:val="Akapitzlist"/>
        <w:numPr>
          <w:ilvl w:val="0"/>
          <w:numId w:val="9"/>
        </w:numPr>
        <w:spacing w:before="40" w:after="240"/>
        <w:contextualSpacing w:val="0"/>
        <w:jc w:val="both"/>
        <w:outlineLvl w:val="1"/>
      </w:pPr>
      <w:r>
        <w:lastRenderedPageBreak/>
        <w:t xml:space="preserve">znajdujemy się w sytuacji ekonomicznej i/lub finansowej zapewniającej wykonanie Zakupu, </w:t>
      </w:r>
    </w:p>
    <w:p w14:paraId="0137B2B5" w14:textId="666D7F6B" w:rsidR="00DC2E4C" w:rsidRDefault="00DC2E4C">
      <w:pPr>
        <w:pStyle w:val="Akapitzlist"/>
        <w:numPr>
          <w:ilvl w:val="0"/>
          <w:numId w:val="9"/>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3D57EDF8" w:rsidR="00063C0D" w:rsidRDefault="001342C0" w:rsidP="007F1989">
      <w:pPr>
        <w:pStyle w:val="Styl1"/>
        <w:jc w:val="both"/>
      </w:pPr>
      <w:r>
        <w:t>Podane w Ofercie</w:t>
      </w:r>
      <w:r w:rsidR="00DC2E4C">
        <w:t xml:space="preserve"> elementy ceny obejmują przedmiot i zakres Zamówienia zgodnie z zasadami</w:t>
      </w:r>
      <w:r w:rsidR="0084247D">
        <w:t xml:space="preserve"> </w:t>
      </w:r>
      <w:r w:rsidR="0036758C">
        <w:t>/</w:t>
      </w:r>
      <w:r w:rsidR="00DC2E4C">
        <w:t xml:space="preserve"> i</w:t>
      </w:r>
      <w:r w:rsidR="00BC16F5">
        <w:t> </w:t>
      </w:r>
      <w:r w:rsidR="00DC2E4C">
        <w:t>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1510674"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75293406" w14:textId="77777777" w:rsidR="00322407" w:rsidRDefault="00322407" w:rsidP="00322407">
      <w:pPr>
        <w:pStyle w:val="Styl1"/>
      </w:pPr>
      <w:r w:rsidRPr="00354EA4">
        <w:t>Oświadczamy</w:t>
      </w:r>
      <w:r>
        <w:t xml:space="preserve">, że: </w:t>
      </w:r>
    </w:p>
    <w:p w14:paraId="059952AC" w14:textId="0C54793E" w:rsidR="00322407" w:rsidRDefault="00322407" w:rsidP="00322407">
      <w:pPr>
        <w:pStyle w:val="Styl1"/>
        <w:numPr>
          <w:ilvl w:val="0"/>
          <w:numId w:val="0"/>
        </w:numPr>
        <w:ind w:left="567"/>
      </w:pPr>
      <w:r>
        <w:rPr>
          <w:rFonts w:ascii="Segoe UI Symbol" w:hAnsi="Segoe UI Symbol" w:cs="Segoe UI Symbol"/>
        </w:rPr>
        <w:t xml:space="preserve">☐              </w:t>
      </w:r>
      <w:r>
        <w:t>Przedmiot Zamówienia wykonamy siłami własnymi,</w:t>
      </w:r>
    </w:p>
    <w:p w14:paraId="66054382" w14:textId="77777777" w:rsidR="00322407" w:rsidRDefault="00322407" w:rsidP="00322407">
      <w:pPr>
        <w:pStyle w:val="Styl1"/>
        <w:numPr>
          <w:ilvl w:val="0"/>
          <w:numId w:val="0"/>
        </w:numPr>
        <w:ind w:left="567"/>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B71AA7" w14:paraId="11396034" w14:textId="77777777" w:rsidTr="006C1C17">
        <w:tc>
          <w:tcPr>
            <w:tcW w:w="547" w:type="dxa"/>
            <w:shd w:val="clear" w:color="auto" w:fill="1A7466" w:themeFill="text2"/>
          </w:tcPr>
          <w:p w14:paraId="72FBC6D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Lp.</w:t>
            </w:r>
          </w:p>
        </w:tc>
        <w:tc>
          <w:tcPr>
            <w:tcW w:w="2492" w:type="dxa"/>
            <w:shd w:val="clear" w:color="auto" w:fill="1A7466" w:themeFill="text2"/>
          </w:tcPr>
          <w:p w14:paraId="40070BAE" w14:textId="77777777" w:rsidR="00322407" w:rsidRPr="00C93907" w:rsidRDefault="00322407" w:rsidP="006C1C17">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6957DE43" w14:textId="77777777" w:rsidR="003224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6AF6983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322407" w:rsidRPr="00B71AA7" w14:paraId="7056D95F" w14:textId="77777777" w:rsidTr="006C1C17">
        <w:tc>
          <w:tcPr>
            <w:tcW w:w="547" w:type="dxa"/>
          </w:tcPr>
          <w:p w14:paraId="612C5A9E"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Default="00322407" w:rsidP="00322407">
      <w:pPr>
        <w:pStyle w:val="Styl1"/>
        <w:numPr>
          <w:ilvl w:val="0"/>
          <w:numId w:val="0"/>
        </w:numPr>
        <w:ind w:left="567" w:hanging="567"/>
      </w:pPr>
    </w:p>
    <w:p w14:paraId="3FE5C0C7" w14:textId="0E646F6B"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CC478CD" w:rsidR="00063C0D" w:rsidRDefault="00DC2E4C" w:rsidP="007F1989">
      <w:pPr>
        <w:pStyle w:val="Styl1"/>
      </w:pPr>
      <w:r>
        <w:t xml:space="preserve">Uważamy się za związanych niniejszą Ofertą na czas wskazany w SWZ, tj. przez okres </w:t>
      </w:r>
      <w:r w:rsidR="00A4215F">
        <w:rPr>
          <w:b/>
          <w:bCs/>
        </w:rPr>
        <w:t>9</w:t>
      </w:r>
      <w:r w:rsidRPr="00AF1B80">
        <w:rPr>
          <w:b/>
          <w:bCs/>
        </w:rPr>
        <w:t>0</w:t>
      </w:r>
      <w:r w:rsidR="00A4215F">
        <w:rPr>
          <w:b/>
          <w:bCs/>
        </w:rPr>
        <w:t xml:space="preserve">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3197FCB5" w:rsidR="00DC2E4C" w:rsidRDefault="00DC2E4C" w:rsidP="007F1989">
      <w:pPr>
        <w:spacing w:before="40" w:after="240"/>
        <w:ind w:left="1416" w:hanging="772"/>
        <w:jc w:val="both"/>
      </w:pPr>
      <w:r>
        <w:rPr>
          <w:rFonts w:ascii="Segoe UI Symbol" w:hAnsi="Segoe UI Symbol" w:cs="Segoe UI Symbol"/>
        </w:rPr>
        <w:t>☐</w:t>
      </w:r>
      <w:r>
        <w:tab/>
        <w:t xml:space="preserve">informacje stanowiące tajemnicę przedsiębiorstwa w rozumieniu przepisów ustawy </w:t>
      </w:r>
      <w:r w:rsidR="001C44AA">
        <w:t xml:space="preserve">                              </w:t>
      </w:r>
      <w:r>
        <w:t>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E4C2329" w:rsidR="0035204E" w:rsidRDefault="00DC2E4C" w:rsidP="0008511F">
      <w:pPr>
        <w:pStyle w:val="Styl1"/>
        <w:jc w:val="both"/>
      </w:pPr>
      <w:r>
        <w:t xml:space="preserve">Oświadczamy, że zapoznaliśmy się z zasadami określonymi w Kodeksie Postępowania dla Partnerów Biznesowych Spółek GK PGE oraz w Dobrych Praktykach Zakupowych. W przypadku wyboru naszej </w:t>
      </w:r>
      <w:r>
        <w:lastRenderedPageBreak/>
        <w:t>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541714">
        <w:t xml:space="preserve"> </w:t>
      </w:r>
      <w:r>
        <w:t>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75CFAFCC" w:rsidR="0035204E" w:rsidRPr="007F1989" w:rsidRDefault="00DC2E4C" w:rsidP="0008511F">
      <w:pPr>
        <w:pStyle w:val="Styl1"/>
        <w:jc w:val="both"/>
      </w:pPr>
      <w:r w:rsidRPr="007F1989">
        <w:t xml:space="preserve">Przekazywane przez nas dane osobowe mogą być wykorzystane wyłącznie w celach związanych </w:t>
      </w:r>
      <w:r w:rsidR="001C44AA">
        <w:t xml:space="preserve">                        </w:t>
      </w:r>
      <w:r w:rsidRPr="007F1989">
        <w:t xml:space="preserve">z prowadzonym Postępowaniem niepublicznym nr </w:t>
      </w:r>
      <w:r w:rsidR="00252AB0" w:rsidRPr="00252AB0">
        <w:rPr>
          <w:b/>
          <w:bCs/>
        </w:rPr>
        <w:t>POST/PGE/SYS/DZ/00</w:t>
      </w:r>
      <w:r w:rsidR="0007180B">
        <w:rPr>
          <w:b/>
          <w:bCs/>
        </w:rPr>
        <w:t>379</w:t>
      </w:r>
      <w:r w:rsidR="00252AB0" w:rsidRPr="00252AB0">
        <w:rPr>
          <w:b/>
          <w:bCs/>
        </w:rPr>
        <w:t>/202</w:t>
      </w:r>
      <w:r w:rsidR="00C754C4">
        <w:rPr>
          <w:b/>
          <w:bCs/>
        </w:rPr>
        <w:t>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pPr>
        <w:pStyle w:val="Akapitzlist"/>
        <w:numPr>
          <w:ilvl w:val="0"/>
          <w:numId w:val="5"/>
        </w:numPr>
        <w:spacing w:before="40" w:after="240"/>
        <w:ind w:left="851"/>
        <w:contextualSpacing w:val="0"/>
        <w:jc w:val="both"/>
      </w:pPr>
      <w:r>
        <w:t>__________________________________________</w:t>
      </w:r>
    </w:p>
    <w:p w14:paraId="0FBFF775" w14:textId="77777777" w:rsidR="00DC2E4C" w:rsidRPr="00DC2E4C" w:rsidRDefault="00DC2E4C">
      <w:pPr>
        <w:pStyle w:val="Akapitzlist"/>
        <w:numPr>
          <w:ilvl w:val="0"/>
          <w:numId w:val="5"/>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77E5B296" w14:textId="77777777" w:rsidR="00C754C4"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p>
    <w:p w14:paraId="41D827C0" w14:textId="77777777" w:rsidR="00C754C4" w:rsidRDefault="00C754C4">
      <w:pPr>
        <w:rPr>
          <w:rFonts w:eastAsia="Times New Roman" w:cs="Calibri"/>
          <w:i/>
          <w:sz w:val="14"/>
          <w:szCs w:val="14"/>
        </w:rPr>
      </w:pPr>
      <w:r>
        <w:rPr>
          <w:rFonts w:eastAsia="Times New Roman" w:cs="Calibri"/>
          <w:i/>
          <w:sz w:val="14"/>
          <w:szCs w:val="14"/>
        </w:rPr>
        <w:br w:type="page"/>
      </w:r>
    </w:p>
    <w:p w14:paraId="6F128414" w14:textId="77777777" w:rsidR="00735FA3" w:rsidRPr="00DD3075" w:rsidRDefault="00735FA3" w:rsidP="00DD3075">
      <w:pPr>
        <w:rPr>
          <w:rFonts w:ascii="Verdana" w:eastAsia="Verdana" w:hAnsi="Verdana" w:cs="Times New Roman"/>
          <w:b/>
          <w:sz w:val="14"/>
          <w:szCs w:val="14"/>
        </w:rPr>
      </w:pPr>
    </w:p>
    <w:p w14:paraId="21FB3D9A" w14:textId="77777777" w:rsidR="00735FA3" w:rsidRDefault="00735FA3" w:rsidP="00735FA3">
      <w:pPr>
        <w:pStyle w:val="Akapitzlist"/>
        <w:jc w:val="right"/>
        <w:rPr>
          <w:b/>
        </w:rPr>
      </w:pPr>
    </w:p>
    <w:p w14:paraId="29BD23C2" w14:textId="54277F0D" w:rsidR="00735FA3" w:rsidRDefault="00735FA3" w:rsidP="00735FA3">
      <w:pPr>
        <w:pStyle w:val="Akapitzlist"/>
        <w:jc w:val="right"/>
        <w:rPr>
          <w:b/>
        </w:rPr>
      </w:pPr>
      <w:r w:rsidRPr="00D81F08">
        <w:rPr>
          <w:b/>
        </w:rPr>
        <w:t>ZAŁĄCZNIK NR</w:t>
      </w:r>
      <w:r>
        <w:rPr>
          <w:b/>
        </w:rPr>
        <w:t xml:space="preserve"> </w:t>
      </w:r>
      <w:r w:rsidR="0007180B">
        <w:rPr>
          <w:b/>
        </w:rPr>
        <w:t>1</w:t>
      </w:r>
      <w:r w:rsidR="0072582A">
        <w:rPr>
          <w:b/>
        </w:rPr>
        <w:t xml:space="preserve"> </w:t>
      </w:r>
      <w:r w:rsidRPr="00D81F08">
        <w:rPr>
          <w:b/>
        </w:rPr>
        <w:t xml:space="preserve">DO SWZ – </w:t>
      </w:r>
      <w:r>
        <w:rPr>
          <w:b/>
        </w:rPr>
        <w:t>PROJEKT UMOWY</w:t>
      </w:r>
    </w:p>
    <w:p w14:paraId="58119F32" w14:textId="77777777" w:rsidR="00735FA3" w:rsidRDefault="00735FA3" w:rsidP="00735FA3">
      <w:pPr>
        <w:pStyle w:val="Akapitzlist"/>
        <w:jc w:val="right"/>
        <w:rPr>
          <w:b/>
        </w:rPr>
      </w:pPr>
    </w:p>
    <w:p w14:paraId="567B0073" w14:textId="77777777" w:rsidR="0072582A" w:rsidRDefault="00044E07"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Projekt</w:t>
      </w:r>
      <w:r w:rsidR="00C754C4">
        <w:rPr>
          <w:rFonts w:ascii="Verdana" w:hAnsi="Verdana" w:cstheme="minorHAnsi"/>
          <w:szCs w:val="18"/>
        </w:rPr>
        <w:t>y</w:t>
      </w:r>
      <w:r>
        <w:rPr>
          <w:rFonts w:ascii="Verdana" w:hAnsi="Verdana" w:cstheme="minorHAnsi"/>
          <w:szCs w:val="18"/>
        </w:rPr>
        <w:t xml:space="preserve"> </w:t>
      </w:r>
      <w:proofErr w:type="spellStart"/>
      <w:r>
        <w:rPr>
          <w:rFonts w:ascii="Verdana" w:hAnsi="Verdana" w:cstheme="minorHAnsi"/>
          <w:szCs w:val="18"/>
        </w:rPr>
        <w:t>Umow</w:t>
      </w:r>
      <w:r w:rsidR="00C754C4">
        <w:rPr>
          <w:rFonts w:ascii="Verdana" w:hAnsi="Verdana" w:cstheme="minorHAnsi"/>
          <w:szCs w:val="18"/>
        </w:rPr>
        <w:t>ów</w:t>
      </w:r>
      <w:proofErr w:type="spellEnd"/>
      <w:r>
        <w:rPr>
          <w:rFonts w:ascii="Verdana" w:hAnsi="Verdana" w:cstheme="minorHAnsi"/>
          <w:szCs w:val="18"/>
        </w:rPr>
        <w:t xml:space="preserve"> </w:t>
      </w:r>
      <w:r w:rsidRPr="005F1107">
        <w:rPr>
          <w:rFonts w:ascii="Verdana" w:hAnsi="Verdana" w:cstheme="minorHAnsi"/>
          <w:szCs w:val="18"/>
        </w:rPr>
        <w:t>został</w:t>
      </w:r>
      <w:r w:rsidR="00C754C4">
        <w:rPr>
          <w:rFonts w:ascii="Verdana" w:hAnsi="Verdana" w:cstheme="minorHAnsi"/>
          <w:szCs w:val="18"/>
        </w:rPr>
        <w:t>y</w:t>
      </w:r>
      <w:r>
        <w:rPr>
          <w:rFonts w:ascii="Verdana" w:hAnsi="Verdana" w:cstheme="minorHAnsi"/>
          <w:szCs w:val="18"/>
        </w:rPr>
        <w:t xml:space="preserve"> załączon</w:t>
      </w:r>
      <w:r w:rsidR="00C754C4">
        <w:rPr>
          <w:rFonts w:ascii="Verdana" w:hAnsi="Verdana" w:cstheme="minorHAnsi"/>
          <w:szCs w:val="18"/>
        </w:rPr>
        <w:t>e</w:t>
      </w:r>
      <w:r w:rsidRPr="005F1107">
        <w:rPr>
          <w:rFonts w:ascii="Verdana" w:hAnsi="Verdana" w:cstheme="minorHAnsi"/>
          <w:szCs w:val="18"/>
        </w:rPr>
        <w:t xml:space="preserve"> do dokumentacji </w:t>
      </w:r>
    </w:p>
    <w:p w14:paraId="59C20FC3" w14:textId="20757E4D" w:rsidR="000E6A21" w:rsidRDefault="003158E9"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przetargowej</w:t>
      </w:r>
      <w:r w:rsidR="00044E07" w:rsidRPr="005F1107">
        <w:rPr>
          <w:rFonts w:ascii="Verdana" w:hAnsi="Verdana" w:cstheme="minorHAnsi"/>
          <w:szCs w:val="18"/>
        </w:rPr>
        <w:t xml:space="preserve"> w osobnym pliku</w:t>
      </w:r>
    </w:p>
    <w:p w14:paraId="151C93D4" w14:textId="3583CD25" w:rsidR="00A707FD" w:rsidRPr="00394C86" w:rsidRDefault="000E6A21" w:rsidP="00394C86">
      <w:pPr>
        <w:rPr>
          <w:rFonts w:ascii="Verdana" w:hAnsi="Verdana" w:cstheme="minorHAnsi"/>
          <w:szCs w:val="18"/>
        </w:rPr>
      </w:pPr>
      <w:r>
        <w:rPr>
          <w:rFonts w:ascii="Verdana" w:hAnsi="Verdana" w:cstheme="minorHAnsi"/>
          <w:szCs w:val="18"/>
        </w:rPr>
        <w:br w:type="page"/>
      </w:r>
    </w:p>
    <w:p w14:paraId="6CC019EF" w14:textId="77777777" w:rsidR="00A707FD" w:rsidRDefault="00A707FD" w:rsidP="0035204E">
      <w:pPr>
        <w:pStyle w:val="Akapitzlist"/>
        <w:ind w:left="5664"/>
        <w:rPr>
          <w:i/>
          <w:sz w:val="14"/>
          <w:szCs w:val="14"/>
        </w:rPr>
      </w:pPr>
    </w:p>
    <w:p w14:paraId="167493BD" w14:textId="77777777" w:rsidR="00A707FD" w:rsidRPr="00735FA3" w:rsidRDefault="00A707FD" w:rsidP="0035204E">
      <w:pPr>
        <w:pStyle w:val="Akapitzlist"/>
        <w:ind w:left="5664"/>
        <w:rPr>
          <w:i/>
          <w:sz w:val="14"/>
          <w:szCs w:val="14"/>
        </w:rPr>
      </w:pPr>
    </w:p>
    <w:p w14:paraId="0989A791" w14:textId="1FF1C914"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07180B">
        <w:rPr>
          <w:rFonts w:eastAsia="Times New Roman" w:cs="Calibri"/>
          <w:b/>
          <w:szCs w:val="18"/>
        </w:rPr>
        <w:t>3</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77777777" w:rsidR="00A707FD" w:rsidRDefault="00A707FD" w:rsidP="00A707FD">
      <w:pPr>
        <w:jc w:val="right"/>
      </w:pPr>
      <w:r>
        <w:t>Ul.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74B5CAF2" w:rsidR="0035204E" w:rsidRPr="00786E8C" w:rsidRDefault="0035204E" w:rsidP="00786E8C">
      <w:pPr>
        <w:spacing w:after="0"/>
        <w:outlineLvl w:val="1"/>
        <w:rPr>
          <w:rFonts w:ascii="Verdana" w:eastAsia="Times New Roman" w:hAnsi="Verdana" w:cs="Open Sans"/>
          <w:color w:val="000000"/>
          <w:spacing w:val="-15"/>
          <w:szCs w:val="18"/>
          <w:lang w:eastAsia="pl-PL"/>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786E8C">
        <w:rPr>
          <w:rFonts w:eastAsia="Times New Roman" w:cs="Arial"/>
          <w:szCs w:val="18"/>
        </w:rPr>
        <w:t>„</w:t>
      </w:r>
      <w:r w:rsidR="0007180B" w:rsidRPr="0007180B">
        <w:rPr>
          <w:rFonts w:ascii="Verdana" w:hAnsi="Verdana" w:cstheme="majorBidi"/>
          <w:b/>
          <w:color w:val="000000" w:themeColor="text1"/>
          <w:szCs w:val="26"/>
        </w:rPr>
        <w:t>Zakup licencji IBM MQ wraz z wsparciem na okres 3 lat</w:t>
      </w:r>
      <w:r w:rsidR="00786E8C" w:rsidRPr="00AC562B">
        <w:rPr>
          <w:rFonts w:ascii="Verdana" w:hAnsi="Verdana" w:cstheme="majorBidi"/>
          <w:bCs/>
          <w:color w:val="000000" w:themeColor="text1"/>
          <w:szCs w:val="26"/>
        </w:rPr>
        <w:t>”</w:t>
      </w:r>
      <w:r w:rsidR="00786E8C">
        <w:rPr>
          <w:rFonts w:ascii="Verdana" w:eastAsia="Times New Roman" w:hAnsi="Verdana" w:cs="Open Sans"/>
          <w:color w:val="000000"/>
          <w:spacing w:val="-15"/>
          <w:szCs w:val="18"/>
          <w:lang w:eastAsia="pl-PL"/>
        </w:rPr>
        <w:t xml:space="preserve">, </w:t>
      </w:r>
      <w:r w:rsidR="0008511F">
        <w:rPr>
          <w:rFonts w:eastAsia="Times New Roman" w:cs="Arial"/>
          <w:szCs w:val="18"/>
        </w:rPr>
        <w:t>nr Postępowania</w:t>
      </w:r>
      <w:r w:rsidRPr="0008511F">
        <w:rPr>
          <w:rFonts w:eastAsia="Times New Roman" w:cs="Arial"/>
          <w:szCs w:val="18"/>
        </w:rPr>
        <w:t>.:</w:t>
      </w:r>
      <w:r w:rsidR="0008511F">
        <w:rPr>
          <w:rFonts w:eastAsia="Times New Roman" w:cs="Arial"/>
          <w:b/>
          <w:szCs w:val="18"/>
        </w:rPr>
        <w:t xml:space="preserve">  </w:t>
      </w:r>
      <w:r w:rsidR="00CD21B9" w:rsidRPr="00524D2D">
        <w:rPr>
          <w:rFonts w:ascii="Verdana" w:hAnsi="Verdana" w:cstheme="majorBidi"/>
          <w:b/>
          <w:color w:val="000000" w:themeColor="text1"/>
          <w:szCs w:val="26"/>
        </w:rPr>
        <w:t>POST/PGE/SYS/DZ/00</w:t>
      </w:r>
      <w:r w:rsidR="0007180B">
        <w:rPr>
          <w:rFonts w:ascii="Verdana" w:hAnsi="Verdana" w:cstheme="majorBidi"/>
          <w:b/>
          <w:color w:val="000000" w:themeColor="text1"/>
          <w:szCs w:val="26"/>
        </w:rPr>
        <w:t>379</w:t>
      </w:r>
      <w:r w:rsidR="00CD21B9"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r w:rsidRPr="0008511F">
        <w:rPr>
          <w:rFonts w:eastAsia="Times New Roman" w:cs="Arial"/>
          <w:szCs w:val="18"/>
        </w:rPr>
        <w:t>,</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67A4178F" w:rsidR="0035204E" w:rsidRPr="0035204E" w:rsidRDefault="0035204E">
      <w:pPr>
        <w:numPr>
          <w:ilvl w:val="0"/>
          <w:numId w:val="7"/>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w:t>
      </w:r>
      <w:r w:rsidR="001C44AA">
        <w:rPr>
          <w:rFonts w:eastAsia="Times New Roman" w:cs="Arial"/>
          <w:szCs w:val="18"/>
        </w:rPr>
        <w:t xml:space="preserve">                               </w:t>
      </w:r>
      <w:r w:rsidRPr="0035204E">
        <w:rPr>
          <w:rFonts w:eastAsia="Times New Roman" w:cs="Arial"/>
          <w:szCs w:val="18"/>
        </w:rPr>
        <w:t xml:space="preserve">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1C44AA">
        <w:rPr>
          <w:rFonts w:eastAsia="Times New Roman" w:cs="Arial"/>
          <w:szCs w:val="18"/>
        </w:rPr>
        <w:t xml:space="preserve">                </w:t>
      </w:r>
      <w:r w:rsidRPr="0035204E">
        <w:rPr>
          <w:rFonts w:eastAsia="Times New Roman" w:cs="Arial"/>
          <w:szCs w:val="18"/>
        </w:rPr>
        <w:lastRenderedPageBreak/>
        <w:t>z 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p>
    <w:p w14:paraId="34190DA3" w14:textId="77777777" w:rsidR="0035204E" w:rsidRPr="0035204E" w:rsidRDefault="0035204E">
      <w:pPr>
        <w:numPr>
          <w:ilvl w:val="0"/>
          <w:numId w:val="7"/>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31E38CA" w14:textId="54A37691" w:rsidR="003E3800" w:rsidRPr="00DD3075" w:rsidRDefault="003E3800" w:rsidP="00DD3075">
      <w:pPr>
        <w:rPr>
          <w:i/>
        </w:rPr>
      </w:pPr>
    </w:p>
    <w:p w14:paraId="2C552D44" w14:textId="77777777" w:rsidR="003E3800" w:rsidRPr="00026738" w:rsidRDefault="003E3800" w:rsidP="00026738">
      <w:pPr>
        <w:rPr>
          <w:i/>
        </w:rPr>
      </w:pPr>
    </w:p>
    <w:sectPr w:rsidR="003E3800" w:rsidRPr="00026738" w:rsidSect="0030149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F7B4E" w14:textId="77777777" w:rsidR="004B2E68" w:rsidRDefault="004B2E68" w:rsidP="00582CE9">
      <w:pPr>
        <w:spacing w:after="0"/>
      </w:pPr>
      <w:r>
        <w:separator/>
      </w:r>
    </w:p>
  </w:endnote>
  <w:endnote w:type="continuationSeparator" w:id="0">
    <w:p w14:paraId="14ED8EE9" w14:textId="77777777" w:rsidR="004B2E68" w:rsidRDefault="004B2E6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119C7" w14:textId="77777777" w:rsidR="004B2E68" w:rsidRDefault="004B2E68" w:rsidP="00582CE9">
      <w:pPr>
        <w:spacing w:after="0"/>
      </w:pPr>
      <w:r>
        <w:separator/>
      </w:r>
    </w:p>
  </w:footnote>
  <w:footnote w:type="continuationSeparator" w:id="0">
    <w:p w14:paraId="597C53A4" w14:textId="77777777" w:rsidR="004B2E68" w:rsidRDefault="004B2E68"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pPr>
        <w:pStyle w:val="Tekstprzypisudolnego"/>
        <w:numPr>
          <w:ilvl w:val="0"/>
          <w:numId w:val="6"/>
        </w:numPr>
        <w:rPr>
          <w:rFonts w:ascii="Verdana" w:hAnsi="Verdana" w:cs="Arial"/>
          <w:sz w:val="14"/>
          <w:szCs w:val="14"/>
        </w:rPr>
      </w:pPr>
      <w:bookmarkStart w:id="7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0"/>
    </w:p>
    <w:p w14:paraId="5A57ED59" w14:textId="77777777" w:rsidR="00662D09" w:rsidRPr="00342E37" w:rsidRDefault="00662D09">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E5DDA" w14:textId="08794041" w:rsidR="008E460B" w:rsidRDefault="008E460B">
    <w:pPr>
      <w:pStyle w:val="Nagwek"/>
    </w:pPr>
    <w:r>
      <w:rPr>
        <w:noProof/>
      </w:rPr>
      <mc:AlternateContent>
        <mc:Choice Requires="wps">
          <w:drawing>
            <wp:anchor distT="0" distB="0" distL="0" distR="0" simplePos="0" relativeHeight="251667456" behindDoc="0" locked="0" layoutInCell="1" allowOverlap="1" wp14:anchorId="2EA2A015" wp14:editId="3F96D5E0">
              <wp:simplePos x="635" y="635"/>
              <wp:positionH relativeFrom="page">
                <wp:align>right</wp:align>
              </wp:positionH>
              <wp:positionV relativeFrom="page">
                <wp:align>top</wp:align>
              </wp:positionV>
              <wp:extent cx="792480" cy="345440"/>
              <wp:effectExtent l="0" t="0" r="0" b="16510"/>
              <wp:wrapNone/>
              <wp:docPr id="1957867540"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6FE8B05" w14:textId="1E282AB7" w:rsidR="008E460B" w:rsidRPr="008E460B" w:rsidRDefault="008E460B" w:rsidP="008E460B">
                          <w:pPr>
                            <w:spacing w:after="0"/>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A2A015" id="_x0000_t202" coordsize="21600,21600" o:spt="202" path="m,l,21600r21600,l21600,xe">
              <v:stroke joinstyle="miter"/>
              <v:path gradientshapeok="t" o:connecttype="rect"/>
            </v:shapetype>
            <v:shape id="Pole tekstowe 2" o:spid="_x0000_s1029" type="#_x0000_t202" alt="Chronione" style="position:absolute;margin-left:11.2pt;margin-top:0;width:62.4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76FE8B05" w14:textId="1E282AB7" w:rsidR="008E460B" w:rsidRPr="008E460B" w:rsidRDefault="008E460B" w:rsidP="008E460B">
                    <w:pPr>
                      <w:spacing w:after="0"/>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13EC5B5C" w:rsidR="00662D09" w:rsidRPr="006E100D" w:rsidRDefault="008E460B" w:rsidP="006E100D">
          <w:pPr>
            <w:suppressAutoHyphens/>
            <w:ind w:right="187"/>
            <w:rPr>
              <w:rFonts w:asciiTheme="majorHAnsi" w:hAnsiTheme="majorHAnsi"/>
              <w:color w:val="000000" w:themeColor="text1"/>
              <w:sz w:val="14"/>
              <w:szCs w:val="18"/>
            </w:rPr>
          </w:pPr>
          <w:bookmarkStart w:id="68" w:name="_Hlk210809763"/>
          <w:r>
            <w:rPr>
              <w:rFonts w:asciiTheme="majorHAnsi" w:hAnsiTheme="majorHAnsi"/>
              <w:noProof/>
              <w:color w:val="000000" w:themeColor="text1"/>
              <w:sz w:val="14"/>
              <w:szCs w:val="18"/>
            </w:rPr>
            <mc:AlternateContent>
              <mc:Choice Requires="wps">
                <w:drawing>
                  <wp:anchor distT="0" distB="0" distL="0" distR="0" simplePos="0" relativeHeight="251668480" behindDoc="0" locked="0" layoutInCell="1" allowOverlap="1" wp14:anchorId="6D799D47" wp14:editId="54204A40">
                    <wp:simplePos x="635" y="635"/>
                    <wp:positionH relativeFrom="page">
                      <wp:align>right</wp:align>
                    </wp:positionH>
                    <wp:positionV relativeFrom="page">
                      <wp:align>top</wp:align>
                    </wp:positionV>
                    <wp:extent cx="792480" cy="345440"/>
                    <wp:effectExtent l="0" t="0" r="0" b="16510"/>
                    <wp:wrapNone/>
                    <wp:docPr id="1192153965"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29915F4" w14:textId="45EBF0BB" w:rsidR="008E460B" w:rsidRPr="008E460B" w:rsidRDefault="008E460B" w:rsidP="008E460B">
                                <w:pPr>
                                  <w:spacing w:after="0"/>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D799D47" id="_x0000_t202" coordsize="21600,21600" o:spt="202" path="m,l,21600r21600,l21600,xe">
                    <v:stroke joinstyle="miter"/>
                    <v:path gradientshapeok="t" o:connecttype="rect"/>
                  </v:shapetype>
                  <v:shape id="Pole tekstowe 3" o:spid="_x0000_s1030" type="#_x0000_t202" alt="Chronione" style="position:absolute;margin-left:11.2pt;margin-top:0;width:62.4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029915F4" w14:textId="45EBF0BB" w:rsidR="008E460B" w:rsidRPr="008E460B" w:rsidRDefault="008E460B" w:rsidP="008E460B">
                          <w:pPr>
                            <w:spacing w:after="0"/>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v:textbox>
                    <w10:wrap anchorx="page" anchory="page"/>
                  </v:shape>
                </w:pict>
              </mc:Fallback>
            </mc:AlternateContent>
          </w:r>
          <w:r w:rsidR="00662D09" w:rsidRPr="006E100D">
            <w:rPr>
              <w:rFonts w:asciiTheme="majorHAnsi" w:hAnsiTheme="majorHAnsi"/>
              <w:color w:val="000000" w:themeColor="text1"/>
              <w:sz w:val="14"/>
              <w:szCs w:val="18"/>
            </w:rPr>
            <w:t>Specyfikacja Warunków Zamówienia (SWZ)</w:t>
          </w:r>
        </w:p>
        <w:p w14:paraId="502E8223" w14:textId="77777777" w:rsidR="0042295F" w:rsidRDefault="0042295F" w:rsidP="00223536">
          <w:pPr>
            <w:suppressAutoHyphens/>
            <w:ind w:right="187"/>
            <w:rPr>
              <w:rFonts w:asciiTheme="majorHAnsi" w:hAnsiTheme="majorHAnsi"/>
              <w:color w:val="000000" w:themeColor="text1"/>
              <w:sz w:val="14"/>
              <w:szCs w:val="18"/>
            </w:rPr>
          </w:pPr>
          <w:r w:rsidRPr="0042295F">
            <w:rPr>
              <w:rFonts w:asciiTheme="majorHAnsi" w:hAnsiTheme="majorHAnsi"/>
              <w:color w:val="000000" w:themeColor="text1"/>
              <w:sz w:val="14"/>
              <w:szCs w:val="18"/>
            </w:rPr>
            <w:t>Zakup licencji IBM MQ wraz z wsparciem na okres 3 lat</w:t>
          </w:r>
        </w:p>
        <w:p w14:paraId="2466E01B" w14:textId="0D421D6F" w:rsidR="00662D09" w:rsidRPr="006B2C28" w:rsidRDefault="00223536" w:rsidP="0022353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w:t>
          </w:r>
          <w:r w:rsidR="007827B1">
            <w:rPr>
              <w:rFonts w:asciiTheme="majorHAnsi" w:hAnsiTheme="majorHAnsi"/>
              <w:color w:val="000000" w:themeColor="text1"/>
              <w:sz w:val="14"/>
              <w:szCs w:val="18"/>
            </w:rPr>
            <w:t>00</w:t>
          </w:r>
          <w:r w:rsidR="0042295F">
            <w:rPr>
              <w:rFonts w:asciiTheme="majorHAnsi" w:hAnsiTheme="majorHAnsi"/>
              <w:color w:val="000000" w:themeColor="text1"/>
              <w:sz w:val="14"/>
              <w:szCs w:val="18"/>
            </w:rPr>
            <w:t>379</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471565787" name="Obraz 471565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bookmarkEnd w:id="68"/>
  </w:tbl>
  <w:p w14:paraId="017CA432" w14:textId="62B6C1EA" w:rsidR="00662D09" w:rsidRDefault="00662D09"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79EB53FC" w:rsidR="00662D09" w:rsidRPr="006E100D" w:rsidRDefault="00662D09" w:rsidP="00DE3208">
          <w:pPr>
            <w:suppressAutoHyphens/>
            <w:ind w:right="187"/>
            <w:rPr>
              <w:rFonts w:asciiTheme="majorHAnsi" w:hAnsiTheme="majorHAnsi"/>
              <w:color w:val="000000" w:themeColor="text1"/>
              <w:sz w:val="14"/>
              <w:szCs w:val="18"/>
            </w:rPr>
          </w:pPr>
          <w:bookmarkStart w:id="69" w:name="_Hlk210809475"/>
          <w:r w:rsidRPr="006E100D">
            <w:rPr>
              <w:rFonts w:asciiTheme="majorHAnsi" w:hAnsiTheme="majorHAnsi"/>
              <w:color w:val="000000" w:themeColor="text1"/>
              <w:sz w:val="14"/>
              <w:szCs w:val="18"/>
            </w:rPr>
            <w:t>Specyfikacja Warunków Zamówienia (SWZ)</w:t>
          </w:r>
        </w:p>
        <w:p w14:paraId="1B3DDBE3" w14:textId="77777777" w:rsidR="0042295F" w:rsidRDefault="005A3618" w:rsidP="00DE3208">
          <w:pPr>
            <w:suppressAutoHyphens/>
            <w:ind w:right="187"/>
            <w:rPr>
              <w:rFonts w:asciiTheme="majorHAnsi" w:hAnsiTheme="majorHAnsi"/>
              <w:noProof/>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6432" behindDoc="0" locked="0" layoutInCell="1" allowOverlap="1" wp14:anchorId="78FBB55C" wp14:editId="75C7D20D">
                    <wp:simplePos x="635" y="635"/>
                    <wp:positionH relativeFrom="page">
                      <wp:posOffset>3797935</wp:posOffset>
                    </wp:positionH>
                    <wp:positionV relativeFrom="page">
                      <wp:posOffset>259715</wp:posOffset>
                    </wp:positionV>
                    <wp:extent cx="934720" cy="345440"/>
                    <wp:effectExtent l="0" t="0" r="0" b="16510"/>
                    <wp:wrapNone/>
                    <wp:docPr id="1178726367"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34720" cy="345440"/>
                            </a:xfrm>
                            <a:prstGeom prst="rect">
                              <a:avLst/>
                            </a:prstGeom>
                            <a:noFill/>
                            <a:ln>
                              <a:noFill/>
                            </a:ln>
                          </wps:spPr>
                          <wps:txbx>
                            <w:txbxContent>
                              <w:p w14:paraId="1AACB5EA" w14:textId="6ECB9058" w:rsidR="008E460B" w:rsidRPr="008E460B" w:rsidRDefault="008E460B" w:rsidP="005A3618">
                                <w:pPr>
                                  <w:spacing w:after="0"/>
                                  <w:jc w:val="center"/>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8FBB55C" id="_x0000_t202" coordsize="21600,21600" o:spt="202" path="m,l,21600r21600,l21600,xe">
                    <v:stroke joinstyle="miter"/>
                    <v:path gradientshapeok="t" o:connecttype="rect"/>
                  </v:shapetype>
                  <v:shape id="Pole tekstowe 1" o:spid="_x0000_s1031" type="#_x0000_t202" alt="Chronione" style="position:absolute;margin-left:299.05pt;margin-top:20.45pt;width:73.6pt;height:27.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" filled="f" stroked="f">
                    <v:textbox style="mso-fit-shape-to-text:t" inset="0,15pt,20pt,0">
                      <w:txbxContent>
                        <w:p w14:paraId="1AACB5EA" w14:textId="6ECB9058" w:rsidR="008E460B" w:rsidRPr="008E460B" w:rsidRDefault="008E460B" w:rsidP="005A3618">
                          <w:pPr>
                            <w:spacing w:after="0"/>
                            <w:jc w:val="center"/>
                            <w:rPr>
                              <w:rFonts w:ascii="Calibri" w:eastAsia="Calibri" w:hAnsi="Calibri" w:cs="Calibri"/>
                              <w:noProof/>
                              <w:color w:val="FF8000"/>
                              <w:sz w:val="20"/>
                              <w:szCs w:val="20"/>
                            </w:rPr>
                          </w:pPr>
                          <w:r w:rsidRPr="008E460B">
                            <w:rPr>
                              <w:rFonts w:ascii="Calibri" w:eastAsia="Calibri" w:hAnsi="Calibri" w:cs="Calibri"/>
                              <w:noProof/>
                              <w:color w:val="FF8000"/>
                              <w:sz w:val="20"/>
                              <w:szCs w:val="20"/>
                            </w:rPr>
                            <w:t>Chronione</w:t>
                          </w:r>
                        </w:p>
                      </w:txbxContent>
                    </v:textbox>
                    <w10:wrap anchorx="page" anchory="page"/>
                  </v:shape>
                </w:pict>
              </mc:Fallback>
            </mc:AlternateContent>
          </w:r>
          <w:r w:rsidR="0042295F" w:rsidRPr="0042295F">
            <w:rPr>
              <w:rFonts w:asciiTheme="majorHAnsi" w:hAnsiTheme="majorHAnsi"/>
              <w:noProof/>
              <w:color w:val="000000" w:themeColor="text1"/>
              <w:sz w:val="14"/>
              <w:szCs w:val="18"/>
            </w:rPr>
            <w:t>Zakup licencji IBM MQ wraz z wsparciem na okres 3 lat</w:t>
          </w:r>
        </w:p>
        <w:p w14:paraId="206CD3C2" w14:textId="00AB257B" w:rsidR="00662D09" w:rsidRPr="006B2C28" w:rsidRDefault="00223536"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w:t>
          </w:r>
          <w:r w:rsidR="007827B1">
            <w:rPr>
              <w:rFonts w:asciiTheme="majorHAnsi" w:hAnsiTheme="majorHAnsi"/>
              <w:color w:val="000000" w:themeColor="text1"/>
              <w:sz w:val="14"/>
              <w:szCs w:val="18"/>
            </w:rPr>
            <w:t>00</w:t>
          </w:r>
          <w:r w:rsidR="0042295F">
            <w:rPr>
              <w:rFonts w:asciiTheme="majorHAnsi" w:hAnsiTheme="majorHAnsi"/>
              <w:color w:val="000000" w:themeColor="text1"/>
              <w:sz w:val="14"/>
              <w:szCs w:val="18"/>
            </w:rPr>
            <w:t>379</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bookmarkEnd w:id="69"/>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1080010830" name="Obraz 1080010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4E1FD7"/>
    <w:multiLevelType w:val="multilevel"/>
    <w:tmpl w:val="820453B4"/>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pStyle w:val="Styl3"/>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290231"/>
    <w:multiLevelType w:val="hybridMultilevel"/>
    <w:tmpl w:val="83026960"/>
    <w:lvl w:ilvl="0" w:tplc="0415000B">
      <w:start w:val="1"/>
      <w:numFmt w:val="bullet"/>
      <w:lvlText w:val=""/>
      <w:lvlJc w:val="left"/>
      <w:pPr>
        <w:ind w:left="723" w:hanging="360"/>
      </w:pPr>
      <w:rPr>
        <w:rFonts w:ascii="Wingdings" w:hAnsi="Wingdings"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num w:numId="1" w16cid:durableId="299304787">
    <w:abstractNumId w:val="6"/>
  </w:num>
  <w:num w:numId="2" w16cid:durableId="543567122">
    <w:abstractNumId w:val="2"/>
  </w:num>
  <w:num w:numId="3" w16cid:durableId="1114439816">
    <w:abstractNumId w:val="4"/>
  </w:num>
  <w:num w:numId="4" w16cid:durableId="105934269">
    <w:abstractNumId w:val="7"/>
  </w:num>
  <w:num w:numId="5" w16cid:durableId="391540533">
    <w:abstractNumId w:val="3"/>
  </w:num>
  <w:num w:numId="6" w16cid:durableId="1481922793">
    <w:abstractNumId w:val="10"/>
  </w:num>
  <w:num w:numId="7" w16cid:durableId="1583367666">
    <w:abstractNumId w:val="9"/>
  </w:num>
  <w:num w:numId="8" w16cid:durableId="383452070">
    <w:abstractNumId w:val="5"/>
  </w:num>
  <w:num w:numId="9" w16cid:durableId="1712076683">
    <w:abstractNumId w:val="1"/>
  </w:num>
  <w:num w:numId="10" w16cid:durableId="1374497358">
    <w:abstractNumId w:val="8"/>
  </w:num>
  <w:num w:numId="11" w16cid:durableId="161164312">
    <w:abstractNumId w:val="0"/>
  </w:num>
  <w:num w:numId="12" w16cid:durableId="8731520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5125"/>
    <w:rsid w:val="000077E4"/>
    <w:rsid w:val="0001563E"/>
    <w:rsid w:val="00015893"/>
    <w:rsid w:val="00026738"/>
    <w:rsid w:val="000309C0"/>
    <w:rsid w:val="00031904"/>
    <w:rsid w:val="00031EDA"/>
    <w:rsid w:val="00034A80"/>
    <w:rsid w:val="00037A67"/>
    <w:rsid w:val="00040805"/>
    <w:rsid w:val="000418F0"/>
    <w:rsid w:val="000427F9"/>
    <w:rsid w:val="00044E07"/>
    <w:rsid w:val="00045CCA"/>
    <w:rsid w:val="00052473"/>
    <w:rsid w:val="000552E0"/>
    <w:rsid w:val="00060EAD"/>
    <w:rsid w:val="00062CF9"/>
    <w:rsid w:val="00063C0D"/>
    <w:rsid w:val="00070A58"/>
    <w:rsid w:val="0007180B"/>
    <w:rsid w:val="00071C98"/>
    <w:rsid w:val="0007333B"/>
    <w:rsid w:val="00075D15"/>
    <w:rsid w:val="000805E0"/>
    <w:rsid w:val="0008267F"/>
    <w:rsid w:val="000839DD"/>
    <w:rsid w:val="0008511F"/>
    <w:rsid w:val="00085B87"/>
    <w:rsid w:val="00085C5A"/>
    <w:rsid w:val="00090C01"/>
    <w:rsid w:val="00094A19"/>
    <w:rsid w:val="00094BEB"/>
    <w:rsid w:val="00094EB9"/>
    <w:rsid w:val="000959F2"/>
    <w:rsid w:val="00096510"/>
    <w:rsid w:val="00096859"/>
    <w:rsid w:val="000968E3"/>
    <w:rsid w:val="00096FE0"/>
    <w:rsid w:val="000C02C9"/>
    <w:rsid w:val="000C1496"/>
    <w:rsid w:val="000C5452"/>
    <w:rsid w:val="000C7BAB"/>
    <w:rsid w:val="000D5886"/>
    <w:rsid w:val="000D7F14"/>
    <w:rsid w:val="000E2592"/>
    <w:rsid w:val="000E2B72"/>
    <w:rsid w:val="000E3B15"/>
    <w:rsid w:val="000E6A21"/>
    <w:rsid w:val="000F2CF5"/>
    <w:rsid w:val="000F36B5"/>
    <w:rsid w:val="000F3D28"/>
    <w:rsid w:val="000F4BF4"/>
    <w:rsid w:val="001002F7"/>
    <w:rsid w:val="001051D7"/>
    <w:rsid w:val="00116354"/>
    <w:rsid w:val="00120AAB"/>
    <w:rsid w:val="00123981"/>
    <w:rsid w:val="001245B4"/>
    <w:rsid w:val="00125A7F"/>
    <w:rsid w:val="0013005D"/>
    <w:rsid w:val="001342C0"/>
    <w:rsid w:val="00134353"/>
    <w:rsid w:val="00135C22"/>
    <w:rsid w:val="00141555"/>
    <w:rsid w:val="001458CB"/>
    <w:rsid w:val="00152DAA"/>
    <w:rsid w:val="00157EA3"/>
    <w:rsid w:val="001609BB"/>
    <w:rsid w:val="00170F92"/>
    <w:rsid w:val="00172EFA"/>
    <w:rsid w:val="00182D5C"/>
    <w:rsid w:val="00185E60"/>
    <w:rsid w:val="00193621"/>
    <w:rsid w:val="0019412B"/>
    <w:rsid w:val="001960EB"/>
    <w:rsid w:val="001970FF"/>
    <w:rsid w:val="001974F6"/>
    <w:rsid w:val="00197830"/>
    <w:rsid w:val="001A5122"/>
    <w:rsid w:val="001B3C11"/>
    <w:rsid w:val="001C44AA"/>
    <w:rsid w:val="001D2EB1"/>
    <w:rsid w:val="001D34DE"/>
    <w:rsid w:val="001E67C4"/>
    <w:rsid w:val="001F3600"/>
    <w:rsid w:val="001F3C78"/>
    <w:rsid w:val="001F5E26"/>
    <w:rsid w:val="001F737A"/>
    <w:rsid w:val="002067F1"/>
    <w:rsid w:val="00207C52"/>
    <w:rsid w:val="00210CD5"/>
    <w:rsid w:val="00213BE9"/>
    <w:rsid w:val="00213DA2"/>
    <w:rsid w:val="00215E6E"/>
    <w:rsid w:val="00223536"/>
    <w:rsid w:val="0022685A"/>
    <w:rsid w:val="00227DB8"/>
    <w:rsid w:val="002325E7"/>
    <w:rsid w:val="0023380A"/>
    <w:rsid w:val="002365A3"/>
    <w:rsid w:val="00252AB0"/>
    <w:rsid w:val="00262EEF"/>
    <w:rsid w:val="00263331"/>
    <w:rsid w:val="00264A06"/>
    <w:rsid w:val="00264BD5"/>
    <w:rsid w:val="00265B9D"/>
    <w:rsid w:val="002673B1"/>
    <w:rsid w:val="002743D5"/>
    <w:rsid w:val="00282E7B"/>
    <w:rsid w:val="00283EAE"/>
    <w:rsid w:val="0028574A"/>
    <w:rsid w:val="00291AF2"/>
    <w:rsid w:val="002B06C4"/>
    <w:rsid w:val="002C020E"/>
    <w:rsid w:val="002D3BE8"/>
    <w:rsid w:val="002D4B27"/>
    <w:rsid w:val="002D4CAD"/>
    <w:rsid w:val="002F052B"/>
    <w:rsid w:val="002F0B34"/>
    <w:rsid w:val="002F10CA"/>
    <w:rsid w:val="002F1EDC"/>
    <w:rsid w:val="002F409F"/>
    <w:rsid w:val="002F42B5"/>
    <w:rsid w:val="002F7885"/>
    <w:rsid w:val="00301497"/>
    <w:rsid w:val="00303C67"/>
    <w:rsid w:val="003076E8"/>
    <w:rsid w:val="00310173"/>
    <w:rsid w:val="00310CB3"/>
    <w:rsid w:val="003158E9"/>
    <w:rsid w:val="003179C3"/>
    <w:rsid w:val="003209E3"/>
    <w:rsid w:val="00322407"/>
    <w:rsid w:val="003258D8"/>
    <w:rsid w:val="003356EA"/>
    <w:rsid w:val="003461A9"/>
    <w:rsid w:val="00347939"/>
    <w:rsid w:val="0035204E"/>
    <w:rsid w:val="00356825"/>
    <w:rsid w:val="00360DB7"/>
    <w:rsid w:val="0036758C"/>
    <w:rsid w:val="00371056"/>
    <w:rsid w:val="00376FC5"/>
    <w:rsid w:val="00381FB0"/>
    <w:rsid w:val="003836DE"/>
    <w:rsid w:val="00387E4E"/>
    <w:rsid w:val="003903C2"/>
    <w:rsid w:val="00390BA2"/>
    <w:rsid w:val="00390BD7"/>
    <w:rsid w:val="003910B5"/>
    <w:rsid w:val="00394C86"/>
    <w:rsid w:val="00395EAF"/>
    <w:rsid w:val="00395F60"/>
    <w:rsid w:val="003A01BA"/>
    <w:rsid w:val="003A19FD"/>
    <w:rsid w:val="003A5D11"/>
    <w:rsid w:val="003A6195"/>
    <w:rsid w:val="003B039F"/>
    <w:rsid w:val="003B1BDC"/>
    <w:rsid w:val="003B4522"/>
    <w:rsid w:val="003B497A"/>
    <w:rsid w:val="003B6F88"/>
    <w:rsid w:val="003C0C3E"/>
    <w:rsid w:val="003C1D13"/>
    <w:rsid w:val="003D6BF7"/>
    <w:rsid w:val="003D6C11"/>
    <w:rsid w:val="003D7F8B"/>
    <w:rsid w:val="003E3800"/>
    <w:rsid w:val="003E3CA0"/>
    <w:rsid w:val="003F1B25"/>
    <w:rsid w:val="003F4A23"/>
    <w:rsid w:val="003F5FA9"/>
    <w:rsid w:val="003F75C9"/>
    <w:rsid w:val="00402B1A"/>
    <w:rsid w:val="004031AA"/>
    <w:rsid w:val="00404C3D"/>
    <w:rsid w:val="00407FBC"/>
    <w:rsid w:val="004119DA"/>
    <w:rsid w:val="00412FD8"/>
    <w:rsid w:val="00413E0B"/>
    <w:rsid w:val="00413F9A"/>
    <w:rsid w:val="0041469D"/>
    <w:rsid w:val="00416A4C"/>
    <w:rsid w:val="00421525"/>
    <w:rsid w:val="004226D4"/>
    <w:rsid w:val="0042295F"/>
    <w:rsid w:val="00422E07"/>
    <w:rsid w:val="0043209F"/>
    <w:rsid w:val="00432297"/>
    <w:rsid w:val="004345C4"/>
    <w:rsid w:val="00436286"/>
    <w:rsid w:val="00436A92"/>
    <w:rsid w:val="00436F85"/>
    <w:rsid w:val="0044099B"/>
    <w:rsid w:val="00440BB7"/>
    <w:rsid w:val="00443F4C"/>
    <w:rsid w:val="004454C8"/>
    <w:rsid w:val="00446E2F"/>
    <w:rsid w:val="00456AE7"/>
    <w:rsid w:val="0045701D"/>
    <w:rsid w:val="00462DA3"/>
    <w:rsid w:val="00463DEF"/>
    <w:rsid w:val="0047759A"/>
    <w:rsid w:val="0048081E"/>
    <w:rsid w:val="00482051"/>
    <w:rsid w:val="0048371A"/>
    <w:rsid w:val="00484F10"/>
    <w:rsid w:val="004A095A"/>
    <w:rsid w:val="004B29F9"/>
    <w:rsid w:val="004B2E68"/>
    <w:rsid w:val="004C05B4"/>
    <w:rsid w:val="004C2303"/>
    <w:rsid w:val="004C4D78"/>
    <w:rsid w:val="004C6E5D"/>
    <w:rsid w:val="004D13DD"/>
    <w:rsid w:val="004D71CB"/>
    <w:rsid w:val="004E74CD"/>
    <w:rsid w:val="004F0C4A"/>
    <w:rsid w:val="004F13C7"/>
    <w:rsid w:val="004F38C8"/>
    <w:rsid w:val="005001D4"/>
    <w:rsid w:val="00501679"/>
    <w:rsid w:val="00505047"/>
    <w:rsid w:val="00506544"/>
    <w:rsid w:val="00506A93"/>
    <w:rsid w:val="00512C1A"/>
    <w:rsid w:val="00517D5D"/>
    <w:rsid w:val="00524D2D"/>
    <w:rsid w:val="0053630E"/>
    <w:rsid w:val="005378E0"/>
    <w:rsid w:val="00541714"/>
    <w:rsid w:val="005453F1"/>
    <w:rsid w:val="00551282"/>
    <w:rsid w:val="00551FB7"/>
    <w:rsid w:val="00553FAA"/>
    <w:rsid w:val="005546F4"/>
    <w:rsid w:val="005547D1"/>
    <w:rsid w:val="00554AE1"/>
    <w:rsid w:val="00570106"/>
    <w:rsid w:val="00582CE9"/>
    <w:rsid w:val="0059338D"/>
    <w:rsid w:val="005A1EA7"/>
    <w:rsid w:val="005A354D"/>
    <w:rsid w:val="005A3618"/>
    <w:rsid w:val="005A4393"/>
    <w:rsid w:val="005B24A8"/>
    <w:rsid w:val="005B3F04"/>
    <w:rsid w:val="005C6812"/>
    <w:rsid w:val="005D118B"/>
    <w:rsid w:val="005D2FD2"/>
    <w:rsid w:val="005D441C"/>
    <w:rsid w:val="005D4B7E"/>
    <w:rsid w:val="005D56FE"/>
    <w:rsid w:val="005E4863"/>
    <w:rsid w:val="005E4AA3"/>
    <w:rsid w:val="005E5F17"/>
    <w:rsid w:val="005E77F0"/>
    <w:rsid w:val="005E7B6B"/>
    <w:rsid w:val="005F00EF"/>
    <w:rsid w:val="005F5FCC"/>
    <w:rsid w:val="0060627F"/>
    <w:rsid w:val="00606D40"/>
    <w:rsid w:val="0061043F"/>
    <w:rsid w:val="006148A6"/>
    <w:rsid w:val="00624B34"/>
    <w:rsid w:val="00625950"/>
    <w:rsid w:val="0063500A"/>
    <w:rsid w:val="00640505"/>
    <w:rsid w:val="00641EC6"/>
    <w:rsid w:val="00642285"/>
    <w:rsid w:val="006454D6"/>
    <w:rsid w:val="00645DA5"/>
    <w:rsid w:val="00646A29"/>
    <w:rsid w:val="0065322E"/>
    <w:rsid w:val="006547B8"/>
    <w:rsid w:val="00662D09"/>
    <w:rsid w:val="006634DA"/>
    <w:rsid w:val="006707AC"/>
    <w:rsid w:val="00670CE4"/>
    <w:rsid w:val="00672F14"/>
    <w:rsid w:val="00676698"/>
    <w:rsid w:val="006773BB"/>
    <w:rsid w:val="00681BDE"/>
    <w:rsid w:val="00681D66"/>
    <w:rsid w:val="00682187"/>
    <w:rsid w:val="006856B7"/>
    <w:rsid w:val="006904B0"/>
    <w:rsid w:val="00691BAF"/>
    <w:rsid w:val="006950E9"/>
    <w:rsid w:val="0069686B"/>
    <w:rsid w:val="00696995"/>
    <w:rsid w:val="006A1917"/>
    <w:rsid w:val="006A4275"/>
    <w:rsid w:val="006B5429"/>
    <w:rsid w:val="006B64DC"/>
    <w:rsid w:val="006B7E56"/>
    <w:rsid w:val="006C642A"/>
    <w:rsid w:val="006D2036"/>
    <w:rsid w:val="006E100D"/>
    <w:rsid w:val="006E2000"/>
    <w:rsid w:val="006E27B2"/>
    <w:rsid w:val="006E30B1"/>
    <w:rsid w:val="006F4E83"/>
    <w:rsid w:val="006F6663"/>
    <w:rsid w:val="006F79CA"/>
    <w:rsid w:val="006F7E08"/>
    <w:rsid w:val="00700864"/>
    <w:rsid w:val="00702C9C"/>
    <w:rsid w:val="00704743"/>
    <w:rsid w:val="007076D2"/>
    <w:rsid w:val="00710355"/>
    <w:rsid w:val="00720ED1"/>
    <w:rsid w:val="0072582A"/>
    <w:rsid w:val="0073187A"/>
    <w:rsid w:val="00731F60"/>
    <w:rsid w:val="007343BE"/>
    <w:rsid w:val="007343C5"/>
    <w:rsid w:val="00735FA3"/>
    <w:rsid w:val="00760251"/>
    <w:rsid w:val="007617E0"/>
    <w:rsid w:val="007664FE"/>
    <w:rsid w:val="00770C8E"/>
    <w:rsid w:val="00781E29"/>
    <w:rsid w:val="00782079"/>
    <w:rsid w:val="007827B1"/>
    <w:rsid w:val="0078361D"/>
    <w:rsid w:val="007844EB"/>
    <w:rsid w:val="00784DC3"/>
    <w:rsid w:val="00786E8C"/>
    <w:rsid w:val="00787406"/>
    <w:rsid w:val="0079737B"/>
    <w:rsid w:val="007A1B94"/>
    <w:rsid w:val="007A26FB"/>
    <w:rsid w:val="007B0FF0"/>
    <w:rsid w:val="007B50D8"/>
    <w:rsid w:val="007B6883"/>
    <w:rsid w:val="007B7774"/>
    <w:rsid w:val="007C62A4"/>
    <w:rsid w:val="007C7FF3"/>
    <w:rsid w:val="007D0675"/>
    <w:rsid w:val="007D1209"/>
    <w:rsid w:val="007D1CA5"/>
    <w:rsid w:val="007D3518"/>
    <w:rsid w:val="007E392A"/>
    <w:rsid w:val="007E521E"/>
    <w:rsid w:val="007F1989"/>
    <w:rsid w:val="007F69AE"/>
    <w:rsid w:val="007F6FB5"/>
    <w:rsid w:val="007F72C0"/>
    <w:rsid w:val="007F7D40"/>
    <w:rsid w:val="008038C8"/>
    <w:rsid w:val="00806413"/>
    <w:rsid w:val="00806E50"/>
    <w:rsid w:val="00807EF2"/>
    <w:rsid w:val="00824390"/>
    <w:rsid w:val="00824DE7"/>
    <w:rsid w:val="00832C27"/>
    <w:rsid w:val="0083653C"/>
    <w:rsid w:val="00836E90"/>
    <w:rsid w:val="0084247D"/>
    <w:rsid w:val="008451AC"/>
    <w:rsid w:val="008475C3"/>
    <w:rsid w:val="00847B49"/>
    <w:rsid w:val="00852695"/>
    <w:rsid w:val="008548B7"/>
    <w:rsid w:val="00854DFE"/>
    <w:rsid w:val="00856C9B"/>
    <w:rsid w:val="008576C2"/>
    <w:rsid w:val="0086486D"/>
    <w:rsid w:val="00867BCB"/>
    <w:rsid w:val="008704D5"/>
    <w:rsid w:val="0087690D"/>
    <w:rsid w:val="008833DB"/>
    <w:rsid w:val="00884019"/>
    <w:rsid w:val="008851F2"/>
    <w:rsid w:val="00886557"/>
    <w:rsid w:val="00886578"/>
    <w:rsid w:val="008874A5"/>
    <w:rsid w:val="00894BBC"/>
    <w:rsid w:val="0089712F"/>
    <w:rsid w:val="008A1626"/>
    <w:rsid w:val="008A2B0A"/>
    <w:rsid w:val="008A7413"/>
    <w:rsid w:val="008B1B2A"/>
    <w:rsid w:val="008B2FDC"/>
    <w:rsid w:val="008B688E"/>
    <w:rsid w:val="008C1326"/>
    <w:rsid w:val="008C647C"/>
    <w:rsid w:val="008C65DD"/>
    <w:rsid w:val="008D13C2"/>
    <w:rsid w:val="008D42A5"/>
    <w:rsid w:val="008D5CCA"/>
    <w:rsid w:val="008D6FD3"/>
    <w:rsid w:val="008D79A2"/>
    <w:rsid w:val="008E3C63"/>
    <w:rsid w:val="008E460B"/>
    <w:rsid w:val="008E4819"/>
    <w:rsid w:val="008E72B0"/>
    <w:rsid w:val="008E7E10"/>
    <w:rsid w:val="008F0C9D"/>
    <w:rsid w:val="008F1FB0"/>
    <w:rsid w:val="008F6036"/>
    <w:rsid w:val="009021E3"/>
    <w:rsid w:val="0090735A"/>
    <w:rsid w:val="00910299"/>
    <w:rsid w:val="00910E6D"/>
    <w:rsid w:val="00920A02"/>
    <w:rsid w:val="00923DF3"/>
    <w:rsid w:val="009251F4"/>
    <w:rsid w:val="00933E1A"/>
    <w:rsid w:val="00940A79"/>
    <w:rsid w:val="00943AC8"/>
    <w:rsid w:val="00946DC8"/>
    <w:rsid w:val="00954477"/>
    <w:rsid w:val="00954E10"/>
    <w:rsid w:val="00957A26"/>
    <w:rsid w:val="00963445"/>
    <w:rsid w:val="009665B4"/>
    <w:rsid w:val="0097002C"/>
    <w:rsid w:val="00971E24"/>
    <w:rsid w:val="009748B0"/>
    <w:rsid w:val="00976A59"/>
    <w:rsid w:val="00977370"/>
    <w:rsid w:val="0098502B"/>
    <w:rsid w:val="00987F31"/>
    <w:rsid w:val="00991C6F"/>
    <w:rsid w:val="00997B7E"/>
    <w:rsid w:val="00997E7F"/>
    <w:rsid w:val="009A094E"/>
    <w:rsid w:val="009A0D85"/>
    <w:rsid w:val="009A3CEE"/>
    <w:rsid w:val="009A3F1B"/>
    <w:rsid w:val="009A47F4"/>
    <w:rsid w:val="009A7957"/>
    <w:rsid w:val="009A7D4F"/>
    <w:rsid w:val="009B2A9C"/>
    <w:rsid w:val="009B3482"/>
    <w:rsid w:val="009B398E"/>
    <w:rsid w:val="009C5C8F"/>
    <w:rsid w:val="009D2D51"/>
    <w:rsid w:val="009D5A1B"/>
    <w:rsid w:val="009D7CA6"/>
    <w:rsid w:val="009E0A88"/>
    <w:rsid w:val="009E738C"/>
    <w:rsid w:val="009F3067"/>
    <w:rsid w:val="009F4A02"/>
    <w:rsid w:val="009F699B"/>
    <w:rsid w:val="00A01CB5"/>
    <w:rsid w:val="00A023AF"/>
    <w:rsid w:val="00A02C84"/>
    <w:rsid w:val="00A0335C"/>
    <w:rsid w:val="00A06FDF"/>
    <w:rsid w:val="00A10036"/>
    <w:rsid w:val="00A15D5D"/>
    <w:rsid w:val="00A17B86"/>
    <w:rsid w:val="00A22D2C"/>
    <w:rsid w:val="00A2630E"/>
    <w:rsid w:val="00A3224A"/>
    <w:rsid w:val="00A334F0"/>
    <w:rsid w:val="00A345DB"/>
    <w:rsid w:val="00A3492D"/>
    <w:rsid w:val="00A35582"/>
    <w:rsid w:val="00A370AB"/>
    <w:rsid w:val="00A4215F"/>
    <w:rsid w:val="00A4226C"/>
    <w:rsid w:val="00A42E6E"/>
    <w:rsid w:val="00A43299"/>
    <w:rsid w:val="00A46538"/>
    <w:rsid w:val="00A467BA"/>
    <w:rsid w:val="00A46923"/>
    <w:rsid w:val="00A472A8"/>
    <w:rsid w:val="00A5694C"/>
    <w:rsid w:val="00A57E04"/>
    <w:rsid w:val="00A6049B"/>
    <w:rsid w:val="00A60DC5"/>
    <w:rsid w:val="00A633AE"/>
    <w:rsid w:val="00A707FD"/>
    <w:rsid w:val="00A72E85"/>
    <w:rsid w:val="00A7626A"/>
    <w:rsid w:val="00A84833"/>
    <w:rsid w:val="00A85F3E"/>
    <w:rsid w:val="00A91FC5"/>
    <w:rsid w:val="00A94B01"/>
    <w:rsid w:val="00A96BCC"/>
    <w:rsid w:val="00A97F10"/>
    <w:rsid w:val="00AA0D8D"/>
    <w:rsid w:val="00AA727F"/>
    <w:rsid w:val="00AB4C07"/>
    <w:rsid w:val="00AB4DC4"/>
    <w:rsid w:val="00AB62FB"/>
    <w:rsid w:val="00AC1B0F"/>
    <w:rsid w:val="00AC562B"/>
    <w:rsid w:val="00AC5A4C"/>
    <w:rsid w:val="00AD0F2A"/>
    <w:rsid w:val="00AD37E2"/>
    <w:rsid w:val="00AD5D1D"/>
    <w:rsid w:val="00AE005D"/>
    <w:rsid w:val="00AE475D"/>
    <w:rsid w:val="00AE5CCF"/>
    <w:rsid w:val="00AE6636"/>
    <w:rsid w:val="00AE77BF"/>
    <w:rsid w:val="00AF1B80"/>
    <w:rsid w:val="00AF2710"/>
    <w:rsid w:val="00AF4EF5"/>
    <w:rsid w:val="00AF76C6"/>
    <w:rsid w:val="00B00966"/>
    <w:rsid w:val="00B00EE3"/>
    <w:rsid w:val="00B03229"/>
    <w:rsid w:val="00B0454C"/>
    <w:rsid w:val="00B126A1"/>
    <w:rsid w:val="00B147E6"/>
    <w:rsid w:val="00B150F7"/>
    <w:rsid w:val="00B177CD"/>
    <w:rsid w:val="00B25998"/>
    <w:rsid w:val="00B25CC9"/>
    <w:rsid w:val="00B25F0E"/>
    <w:rsid w:val="00B25F67"/>
    <w:rsid w:val="00B3053E"/>
    <w:rsid w:val="00B30ACA"/>
    <w:rsid w:val="00B379DE"/>
    <w:rsid w:val="00B4432F"/>
    <w:rsid w:val="00B44488"/>
    <w:rsid w:val="00B456D2"/>
    <w:rsid w:val="00B505C0"/>
    <w:rsid w:val="00B505D5"/>
    <w:rsid w:val="00B55485"/>
    <w:rsid w:val="00B55C62"/>
    <w:rsid w:val="00B618CE"/>
    <w:rsid w:val="00B67333"/>
    <w:rsid w:val="00B67FA9"/>
    <w:rsid w:val="00B71AA7"/>
    <w:rsid w:val="00B72B2B"/>
    <w:rsid w:val="00B760EA"/>
    <w:rsid w:val="00B76985"/>
    <w:rsid w:val="00B801D6"/>
    <w:rsid w:val="00B848EF"/>
    <w:rsid w:val="00B9119D"/>
    <w:rsid w:val="00B93F45"/>
    <w:rsid w:val="00B947EE"/>
    <w:rsid w:val="00BA107B"/>
    <w:rsid w:val="00BA2E25"/>
    <w:rsid w:val="00BA5673"/>
    <w:rsid w:val="00BB2C0C"/>
    <w:rsid w:val="00BB6DE8"/>
    <w:rsid w:val="00BC16F5"/>
    <w:rsid w:val="00BC2DCF"/>
    <w:rsid w:val="00BC5EF3"/>
    <w:rsid w:val="00BC7D94"/>
    <w:rsid w:val="00BD3417"/>
    <w:rsid w:val="00BD414B"/>
    <w:rsid w:val="00BD5D24"/>
    <w:rsid w:val="00BE1CD8"/>
    <w:rsid w:val="00BE60AA"/>
    <w:rsid w:val="00BE7726"/>
    <w:rsid w:val="00C03752"/>
    <w:rsid w:val="00C0588F"/>
    <w:rsid w:val="00C072C3"/>
    <w:rsid w:val="00C078A4"/>
    <w:rsid w:val="00C115DD"/>
    <w:rsid w:val="00C12AD3"/>
    <w:rsid w:val="00C1619D"/>
    <w:rsid w:val="00C1725A"/>
    <w:rsid w:val="00C172E9"/>
    <w:rsid w:val="00C27FCD"/>
    <w:rsid w:val="00C35376"/>
    <w:rsid w:val="00C3590F"/>
    <w:rsid w:val="00C35F31"/>
    <w:rsid w:val="00C42183"/>
    <w:rsid w:val="00C42B1C"/>
    <w:rsid w:val="00C43CB6"/>
    <w:rsid w:val="00C50D21"/>
    <w:rsid w:val="00C50F06"/>
    <w:rsid w:val="00C56F14"/>
    <w:rsid w:val="00C63B3B"/>
    <w:rsid w:val="00C63CCC"/>
    <w:rsid w:val="00C64A07"/>
    <w:rsid w:val="00C73321"/>
    <w:rsid w:val="00C737A1"/>
    <w:rsid w:val="00C75417"/>
    <w:rsid w:val="00C754C4"/>
    <w:rsid w:val="00C77BA4"/>
    <w:rsid w:val="00C91BCA"/>
    <w:rsid w:val="00C95BF6"/>
    <w:rsid w:val="00C964AA"/>
    <w:rsid w:val="00C9773C"/>
    <w:rsid w:val="00CA225A"/>
    <w:rsid w:val="00CA6ECD"/>
    <w:rsid w:val="00CB0750"/>
    <w:rsid w:val="00CB167E"/>
    <w:rsid w:val="00CC3A34"/>
    <w:rsid w:val="00CC487F"/>
    <w:rsid w:val="00CC7350"/>
    <w:rsid w:val="00CD21B9"/>
    <w:rsid w:val="00CD570E"/>
    <w:rsid w:val="00CE5ECF"/>
    <w:rsid w:val="00CE60D0"/>
    <w:rsid w:val="00CE6DC9"/>
    <w:rsid w:val="00CF11B4"/>
    <w:rsid w:val="00CF1202"/>
    <w:rsid w:val="00CF247B"/>
    <w:rsid w:val="00D00C88"/>
    <w:rsid w:val="00D051A4"/>
    <w:rsid w:val="00D128C7"/>
    <w:rsid w:val="00D20366"/>
    <w:rsid w:val="00D207AB"/>
    <w:rsid w:val="00D21F8D"/>
    <w:rsid w:val="00D24225"/>
    <w:rsid w:val="00D2434B"/>
    <w:rsid w:val="00D24F65"/>
    <w:rsid w:val="00D27440"/>
    <w:rsid w:val="00D32201"/>
    <w:rsid w:val="00D36C26"/>
    <w:rsid w:val="00D37DA4"/>
    <w:rsid w:val="00D44B37"/>
    <w:rsid w:val="00D51681"/>
    <w:rsid w:val="00D53C50"/>
    <w:rsid w:val="00D54947"/>
    <w:rsid w:val="00D64175"/>
    <w:rsid w:val="00D649E8"/>
    <w:rsid w:val="00D72D3D"/>
    <w:rsid w:val="00D759F4"/>
    <w:rsid w:val="00D81642"/>
    <w:rsid w:val="00D825DF"/>
    <w:rsid w:val="00D852DF"/>
    <w:rsid w:val="00D86137"/>
    <w:rsid w:val="00D87D8C"/>
    <w:rsid w:val="00D90D86"/>
    <w:rsid w:val="00D963E4"/>
    <w:rsid w:val="00D96838"/>
    <w:rsid w:val="00D96957"/>
    <w:rsid w:val="00D97E2F"/>
    <w:rsid w:val="00DA3351"/>
    <w:rsid w:val="00DA6903"/>
    <w:rsid w:val="00DB255E"/>
    <w:rsid w:val="00DB401B"/>
    <w:rsid w:val="00DC2E4C"/>
    <w:rsid w:val="00DC367D"/>
    <w:rsid w:val="00DD3075"/>
    <w:rsid w:val="00DD35C2"/>
    <w:rsid w:val="00DD4C99"/>
    <w:rsid w:val="00DD6AAF"/>
    <w:rsid w:val="00DE1789"/>
    <w:rsid w:val="00DE198E"/>
    <w:rsid w:val="00DE1F56"/>
    <w:rsid w:val="00DE3208"/>
    <w:rsid w:val="00DE6CBD"/>
    <w:rsid w:val="00DE72AB"/>
    <w:rsid w:val="00DE79C4"/>
    <w:rsid w:val="00DF4B19"/>
    <w:rsid w:val="00DF4C51"/>
    <w:rsid w:val="00E03160"/>
    <w:rsid w:val="00E06B77"/>
    <w:rsid w:val="00E07DAE"/>
    <w:rsid w:val="00E10611"/>
    <w:rsid w:val="00E1119E"/>
    <w:rsid w:val="00E12633"/>
    <w:rsid w:val="00E1265C"/>
    <w:rsid w:val="00E12BAB"/>
    <w:rsid w:val="00E13778"/>
    <w:rsid w:val="00E17B92"/>
    <w:rsid w:val="00E239E8"/>
    <w:rsid w:val="00E30B4B"/>
    <w:rsid w:val="00E3377A"/>
    <w:rsid w:val="00E339AA"/>
    <w:rsid w:val="00E355CA"/>
    <w:rsid w:val="00E36AA6"/>
    <w:rsid w:val="00E3789A"/>
    <w:rsid w:val="00E454B8"/>
    <w:rsid w:val="00E455F7"/>
    <w:rsid w:val="00E50112"/>
    <w:rsid w:val="00E5198D"/>
    <w:rsid w:val="00E53132"/>
    <w:rsid w:val="00E56F18"/>
    <w:rsid w:val="00E57020"/>
    <w:rsid w:val="00E70230"/>
    <w:rsid w:val="00E72A13"/>
    <w:rsid w:val="00E72CD1"/>
    <w:rsid w:val="00E769B5"/>
    <w:rsid w:val="00E8041E"/>
    <w:rsid w:val="00E844D2"/>
    <w:rsid w:val="00E91EDC"/>
    <w:rsid w:val="00E92F67"/>
    <w:rsid w:val="00E930F5"/>
    <w:rsid w:val="00E95B91"/>
    <w:rsid w:val="00EA0F8A"/>
    <w:rsid w:val="00EA3E86"/>
    <w:rsid w:val="00EA43BE"/>
    <w:rsid w:val="00EA626D"/>
    <w:rsid w:val="00EA6B97"/>
    <w:rsid w:val="00EB2052"/>
    <w:rsid w:val="00EB4A77"/>
    <w:rsid w:val="00ED2EEC"/>
    <w:rsid w:val="00EE020D"/>
    <w:rsid w:val="00EE2E18"/>
    <w:rsid w:val="00EF1AB3"/>
    <w:rsid w:val="00F0244A"/>
    <w:rsid w:val="00F11840"/>
    <w:rsid w:val="00F12382"/>
    <w:rsid w:val="00F26034"/>
    <w:rsid w:val="00F312BE"/>
    <w:rsid w:val="00F43307"/>
    <w:rsid w:val="00F43342"/>
    <w:rsid w:val="00F45F3C"/>
    <w:rsid w:val="00F623B4"/>
    <w:rsid w:val="00F65859"/>
    <w:rsid w:val="00F6789E"/>
    <w:rsid w:val="00F705CA"/>
    <w:rsid w:val="00F7169E"/>
    <w:rsid w:val="00F73AD5"/>
    <w:rsid w:val="00F76EC2"/>
    <w:rsid w:val="00F8123B"/>
    <w:rsid w:val="00F835B4"/>
    <w:rsid w:val="00F92207"/>
    <w:rsid w:val="00F943BF"/>
    <w:rsid w:val="00FA1F68"/>
    <w:rsid w:val="00FA4145"/>
    <w:rsid w:val="00FA5175"/>
    <w:rsid w:val="00FB0567"/>
    <w:rsid w:val="00FB0A65"/>
    <w:rsid w:val="00FB297A"/>
    <w:rsid w:val="00FC0A50"/>
    <w:rsid w:val="00FC5D90"/>
    <w:rsid w:val="00FC7BB0"/>
    <w:rsid w:val="00FD1169"/>
    <w:rsid w:val="00FD22AB"/>
    <w:rsid w:val="00FD244C"/>
    <w:rsid w:val="00FD547D"/>
    <w:rsid w:val="00FE1946"/>
    <w:rsid w:val="00FE5742"/>
    <w:rsid w:val="00FF1E88"/>
    <w:rsid w:val="00FF40A6"/>
    <w:rsid w:val="00FF6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docId w15:val="{DCA245C3-5CA7-401A-8C12-5C530CA0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AB62FB"/>
    <w:pPr>
      <w:keepNext/>
      <w:keepLines/>
      <w:numPr>
        <w:numId w:val="1"/>
      </w:numPr>
      <w:shd w:val="clear" w:color="auto" w:fill="FFFFFF" w:themeFill="background1"/>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0"/>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B62FB"/>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3C1D13"/>
    <w:pPr>
      <w:keepNext w:val="0"/>
      <w:keepLines w:val="0"/>
      <w:numPr>
        <w:ilvl w:val="0"/>
        <w:numId w:val="0"/>
      </w:numPr>
      <w:spacing w:before="240"/>
      <w:ind w:left="1381"/>
    </w:pPr>
    <w:rPr>
      <w:rFonts w:asciiTheme="minorHAnsi" w:hAnsiTheme="minorHAnsi"/>
      <w:i/>
      <w:szCs w:val="18"/>
    </w:rPr>
  </w:style>
  <w:style w:type="paragraph" w:customStyle="1" w:styleId="Styl3">
    <w:name w:val="Styl3"/>
    <w:basedOn w:val="Styl2"/>
    <w:link w:val="Styl3Znak"/>
    <w:autoRedefine/>
    <w:qFormat/>
    <w:rsid w:val="009F4A02"/>
    <w:pPr>
      <w:numPr>
        <w:ilvl w:val="3"/>
        <w:numId w:val="1"/>
      </w:numPr>
    </w:pPr>
  </w:style>
  <w:style w:type="character" w:customStyle="1" w:styleId="Styl2Znak">
    <w:name w:val="Styl2 Znak"/>
    <w:basedOn w:val="Nagwek2Znak"/>
    <w:link w:val="Styl2"/>
    <w:rsid w:val="003C1D13"/>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9F4A02"/>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11"/>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775089">
      <w:bodyDiv w:val="1"/>
      <w:marLeft w:val="0"/>
      <w:marRight w:val="0"/>
      <w:marTop w:val="0"/>
      <w:marBottom w:val="0"/>
      <w:divBdr>
        <w:top w:val="none" w:sz="0" w:space="0" w:color="auto"/>
        <w:left w:val="none" w:sz="0" w:space="0" w:color="auto"/>
        <w:bottom w:val="none" w:sz="0" w:space="0" w:color="auto"/>
        <w:right w:val="none" w:sz="0" w:space="0" w:color="auto"/>
      </w:divBdr>
      <w:divsChild>
        <w:div w:id="1772700397">
          <w:marLeft w:val="0"/>
          <w:marRight w:val="0"/>
          <w:marTop w:val="0"/>
          <w:marBottom w:val="0"/>
          <w:divBdr>
            <w:top w:val="none" w:sz="0" w:space="0" w:color="auto"/>
            <w:left w:val="none" w:sz="0" w:space="0" w:color="auto"/>
            <w:bottom w:val="none" w:sz="0" w:space="0" w:color="auto"/>
            <w:right w:val="single" w:sz="6" w:space="0" w:color="C5C5C5"/>
          </w:divBdr>
        </w:div>
      </w:divsChild>
    </w:div>
    <w:div w:id="258833803">
      <w:bodyDiv w:val="1"/>
      <w:marLeft w:val="0"/>
      <w:marRight w:val="0"/>
      <w:marTop w:val="0"/>
      <w:marBottom w:val="0"/>
      <w:divBdr>
        <w:top w:val="none" w:sz="0" w:space="0" w:color="auto"/>
        <w:left w:val="none" w:sz="0" w:space="0" w:color="auto"/>
        <w:bottom w:val="none" w:sz="0" w:space="0" w:color="auto"/>
        <w:right w:val="none" w:sz="0" w:space="0" w:color="auto"/>
      </w:divBdr>
      <w:divsChild>
        <w:div w:id="813058821">
          <w:marLeft w:val="0"/>
          <w:marRight w:val="0"/>
          <w:marTop w:val="0"/>
          <w:marBottom w:val="0"/>
          <w:divBdr>
            <w:top w:val="none" w:sz="0" w:space="0" w:color="auto"/>
            <w:left w:val="none" w:sz="0" w:space="0" w:color="auto"/>
            <w:bottom w:val="none" w:sz="0" w:space="0" w:color="auto"/>
            <w:right w:val="single" w:sz="6" w:space="0" w:color="C5C5C5"/>
          </w:divBdr>
        </w:div>
      </w:divsChild>
    </w:div>
    <w:div w:id="614100719">
      <w:bodyDiv w:val="1"/>
      <w:marLeft w:val="0"/>
      <w:marRight w:val="0"/>
      <w:marTop w:val="0"/>
      <w:marBottom w:val="0"/>
      <w:divBdr>
        <w:top w:val="none" w:sz="0" w:space="0" w:color="auto"/>
        <w:left w:val="none" w:sz="0" w:space="0" w:color="auto"/>
        <w:bottom w:val="none" w:sz="0" w:space="0" w:color="auto"/>
        <w:right w:val="none" w:sz="0" w:space="0" w:color="auto"/>
      </w:divBdr>
      <w:divsChild>
        <w:div w:id="786434563">
          <w:marLeft w:val="0"/>
          <w:marRight w:val="0"/>
          <w:marTop w:val="0"/>
          <w:marBottom w:val="0"/>
          <w:divBdr>
            <w:top w:val="none" w:sz="0" w:space="0" w:color="auto"/>
            <w:left w:val="none" w:sz="0" w:space="0" w:color="auto"/>
            <w:bottom w:val="none" w:sz="0" w:space="0" w:color="auto"/>
            <w:right w:val="single" w:sz="6" w:space="0" w:color="C5C5C5"/>
          </w:divBdr>
        </w:div>
      </w:divsChild>
    </w:div>
    <w:div w:id="993723236">
      <w:bodyDiv w:val="1"/>
      <w:marLeft w:val="0"/>
      <w:marRight w:val="0"/>
      <w:marTop w:val="0"/>
      <w:marBottom w:val="0"/>
      <w:divBdr>
        <w:top w:val="none" w:sz="0" w:space="0" w:color="auto"/>
        <w:left w:val="none" w:sz="0" w:space="0" w:color="auto"/>
        <w:bottom w:val="none" w:sz="0" w:space="0" w:color="auto"/>
        <w:right w:val="none" w:sz="0" w:space="0" w:color="auto"/>
      </w:divBdr>
    </w:div>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mailto:agnieszka.papiez@gkpge.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helpdesk.zakupy@gkpge.pl"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gkpge.pl/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mailto:iod.pgesystemy@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kpge.pl/grupa-pge/przetargi/zakupy/dokumenty" TargetMode="External"/><Relationship Id="rId22" Type="http://schemas.openxmlformats.org/officeDocument/2006/relationships/hyperlink" Target="https://www.gkpge.pl/grupa-pge/przetargi/zakupy"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CH_SWZ_Zakup licencji IBM MQ wraz z wsparciem na okres 3 lat.docx</dmsv2BaseFileName>
    <dmsv2BaseDisplayName xmlns="http://schemas.microsoft.com/sharepoint/v3">CH_SWZ_Zakup licencji IBM MQ wraz z wsparciem na okres 3 lat</dmsv2BaseDisplayName>
    <dmsv2SWPP2ObjectNumber xmlns="http://schemas.microsoft.com/sharepoint/v3">POST/PGE/SYS/DZ/00379/2025                        </dmsv2SWPP2ObjectNumber>
    <dmsv2SWPP2SumMD5 xmlns="http://schemas.microsoft.com/sharepoint/v3">d49fb10fbc82b4288d0c06bd7258ee26</dmsv2SWPP2SumMD5>
    <dmsv2BaseMoved xmlns="http://schemas.microsoft.com/sharepoint/v3">false</dmsv2BaseMoved>
    <dmsv2BaseIsSensitive xmlns="http://schemas.microsoft.com/sharepoint/v3">true</dmsv2BaseIsSensitive>
    <dmsv2SWPP2IDSWPP2 xmlns="http://schemas.microsoft.com/sharepoint/v3">702362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24130373</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JEUP5JKVCYQC-1092029480-6826</_dlc_DocId>
    <_dlc_DocIdUrl xmlns="a19cb1c7-c5c7-46d4-85ae-d83685407bba">
      <Url>https://swpp2.dms.gkpge.pl/sites/41/_layouts/15/DocIdRedir.aspx?ID=JEUP5JKVCYQC-1092029480-6826</Url>
      <Description>JEUP5JKVCYQC-1092029480-6826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37E5D-63CF-4DD0-9D1F-D76467C68016}"/>
</file>

<file path=customXml/itemProps2.xml><?xml version="1.0" encoding="utf-8"?>
<ds:datastoreItem xmlns:ds="http://schemas.openxmlformats.org/officeDocument/2006/customXml" ds:itemID="{7C1A2A83-43B0-40E2-86AF-ED573F4C11E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42758E54-E682-4323-AFB5-687D67B2CE67}">
  <ds:schemaRefs>
    <ds:schemaRef ds:uri="http://schemas.microsoft.com/sharepoint/events"/>
  </ds:schemaRefs>
</ds:datastoreItem>
</file>

<file path=customXml/itemProps4.xml><?xml version="1.0" encoding="utf-8"?>
<ds:datastoreItem xmlns:ds="http://schemas.openxmlformats.org/officeDocument/2006/customXml" ds:itemID="{3591799C-5152-4610-A804-ABDCBE7A242C}">
  <ds:schemaRefs>
    <ds:schemaRef ds:uri="http://schemas.microsoft.com/sharepoint/v3/contenttype/forms"/>
  </ds:schemaRefs>
</ds:datastoreItem>
</file>

<file path=customXml/itemProps5.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SWZ NZ_02 12 2024</Template>
  <TotalTime>16</TotalTime>
  <Pages>1</Pages>
  <Words>7776</Words>
  <Characters>46658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Papież Agnieszka [PGE S.A.]</cp:lastModifiedBy>
  <cp:revision>7</cp:revision>
  <cp:lastPrinted>2024-07-15T11:21:00Z</cp:lastPrinted>
  <dcterms:created xsi:type="dcterms:W3CDTF">2026-01-12T08:27:00Z</dcterms:created>
  <dcterms:modified xsi:type="dcterms:W3CDTF">2026-01-15T07:31:00Z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ClassificationContentMarkingHeaderShapeIds">
    <vt:lpwstr>4641efdf,74b2b014,470ed36d</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2025-08-22T05:41:12Z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76bb3b13-cb00-4083-bd38-25e91932b757</vt:lpwstr>
  </property>
  <property fmtid="{D5CDD505-2E9C-101B-9397-08002B2CF9AE}" pid="12" name="MSIP_Label_44c1d064-c8ff-4fa9-8412-64fa9b81d496_ContentBits">
    <vt:lpwstr>1</vt:lpwstr>
  </property>
  <property fmtid="{D5CDD505-2E9C-101B-9397-08002B2CF9AE}" pid="13" name="_dlc_DocIdItemGuid">
    <vt:lpwstr>94e298a0-3fb1-4264-9f0a-ad5f9be16298</vt:lpwstr>
  </property>
</Properties>
</file>